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68"/>
        <w:gridCol w:w="2944"/>
        <w:gridCol w:w="3102"/>
      </w:tblGrid>
      <w:tr w:rsidR="00A46C5C" w:rsidRPr="00A46C5C" w:rsidTr="003465EC">
        <w:trPr>
          <w:tblHeader/>
        </w:trPr>
        <w:tc>
          <w:tcPr>
            <w:tcW w:w="2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607" w:rsidRPr="00A46C5C" w:rsidRDefault="00C83DDA" w:rsidP="00A46C5C">
            <w:pPr>
              <w:spacing w:line="480" w:lineRule="auto"/>
              <w:jc w:val="center"/>
              <w:rPr>
                <w:rFonts w:asciiTheme="minorHAnsi" w:hAnsiTheme="minorHAnsi" w:cstheme="minorHAnsi"/>
                <w:color w:val="FFFFFF" w:themeColor="background1"/>
                <w:szCs w:val="22"/>
              </w:rPr>
            </w:pPr>
            <w:bookmarkStart w:id="0" w:name="_GoBack"/>
            <w:bookmarkEnd w:id="0"/>
            <w:r w:rsidRPr="00A46C5C">
              <w:rPr>
                <w:rStyle w:val="Strong"/>
                <w:rFonts w:asciiTheme="minorHAnsi" w:hAnsiTheme="minorHAnsi" w:cstheme="minorHAnsi"/>
                <w:color w:val="FFFFFF" w:themeColor="background1"/>
                <w:szCs w:val="22"/>
              </w:rPr>
              <w:t>SURGERY</w:t>
            </w:r>
          </w:p>
        </w:tc>
        <w:tc>
          <w:tcPr>
            <w:tcW w:w="29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97607" w:rsidRPr="00A46C5C" w:rsidRDefault="00C83DDA" w:rsidP="00A46C5C">
            <w:pPr>
              <w:spacing w:line="480" w:lineRule="auto"/>
              <w:jc w:val="center"/>
              <w:rPr>
                <w:rFonts w:asciiTheme="minorHAnsi" w:hAnsiTheme="minorHAnsi" w:cstheme="minorHAnsi"/>
                <w:color w:val="FFFFFF" w:themeColor="background1"/>
                <w:szCs w:val="22"/>
              </w:rPr>
            </w:pPr>
            <w:r w:rsidRPr="00A46C5C">
              <w:rPr>
                <w:rStyle w:val="Strong"/>
                <w:rFonts w:asciiTheme="minorHAnsi" w:hAnsiTheme="minorHAnsi" w:cstheme="minorHAnsi"/>
                <w:color w:val="FFFFFF" w:themeColor="background1"/>
                <w:szCs w:val="22"/>
              </w:rPr>
              <w:t>GPS</w:t>
            </w:r>
          </w:p>
        </w:tc>
        <w:tc>
          <w:tcPr>
            <w:tcW w:w="31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607" w:rsidRPr="00A46C5C" w:rsidRDefault="00C83DDA" w:rsidP="00A46C5C">
            <w:pPr>
              <w:spacing w:line="480" w:lineRule="auto"/>
              <w:jc w:val="center"/>
              <w:rPr>
                <w:rFonts w:asciiTheme="minorHAnsi" w:hAnsiTheme="minorHAnsi" w:cstheme="minorHAnsi"/>
                <w:color w:val="FFFFFF" w:themeColor="background1"/>
                <w:szCs w:val="22"/>
              </w:rPr>
            </w:pPr>
            <w:r w:rsidRPr="00A46C5C">
              <w:rPr>
                <w:rStyle w:val="Strong"/>
                <w:rFonts w:asciiTheme="minorHAnsi" w:hAnsiTheme="minorHAnsi" w:cstheme="minorHAnsi"/>
                <w:color w:val="FFFFFF" w:themeColor="background1"/>
                <w:szCs w:val="22"/>
              </w:rPr>
              <w:t>ADDRESS &amp; PH NUMBER</w:t>
            </w:r>
          </w:p>
        </w:tc>
      </w:tr>
      <w:tr w:rsidR="00C83DDA" w:rsidRPr="00923E85" w:rsidTr="003465EC">
        <w:trPr>
          <w:trHeight w:val="1478"/>
        </w:trPr>
        <w:tc>
          <w:tcPr>
            <w:tcW w:w="296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3DDA" w:rsidRPr="00C83DDA" w:rsidRDefault="00C83DDA" w:rsidP="0079760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83DD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Central Health </w:t>
            </w:r>
          </w:p>
          <w:p w:rsidR="00C83DDA" w:rsidRPr="00C83DDA" w:rsidRDefault="00C83DDA" w:rsidP="0079760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83DDA">
              <w:rPr>
                <w:rFonts w:asciiTheme="minorHAnsi" w:hAnsiTheme="minorHAnsi" w:cstheme="minorHAnsi"/>
                <w:b/>
                <w:sz w:val="22"/>
                <w:szCs w:val="22"/>
              </w:rPr>
              <w:t>Rotorua Medical Group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3DDA" w:rsidRPr="00923E85" w:rsidRDefault="00C83DDA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Roger Willis</w:t>
            </w:r>
          </w:p>
          <w:p w:rsidR="00C83DDA" w:rsidRPr="00923E85" w:rsidRDefault="00C83DDA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Anne Walsh</w:t>
            </w:r>
          </w:p>
          <w:p w:rsidR="00C83DDA" w:rsidRPr="00923E85" w:rsidRDefault="00C83DDA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 xml:space="preserve">Lucinda </w:t>
            </w:r>
            <w:proofErr w:type="spellStart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Cheesman</w:t>
            </w:r>
            <w:proofErr w:type="spellEnd"/>
          </w:p>
          <w:p w:rsidR="009A7868" w:rsidRDefault="009A7868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Louisa Barter</w:t>
            </w:r>
          </w:p>
          <w:p w:rsidR="00C83DDA" w:rsidRDefault="00382B57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Shameer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Kassim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C83DDA" w:rsidRPr="00923E85" w:rsidRDefault="00C83DDA" w:rsidP="0086645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b/>
                <w:sz w:val="22"/>
                <w:szCs w:val="22"/>
              </w:rPr>
              <w:t>Locum</w:t>
            </w:r>
            <w:r w:rsidRPr="00923E85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</w:p>
        </w:tc>
        <w:tc>
          <w:tcPr>
            <w:tcW w:w="3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3DDA" w:rsidRPr="00923E85" w:rsidRDefault="00C83DDA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 xml:space="preserve">1181 </w:t>
            </w:r>
            <w:proofErr w:type="spellStart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Amohia</w:t>
            </w:r>
            <w:proofErr w:type="spellEnd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 xml:space="preserve"> Street</w:t>
            </w:r>
          </w:p>
          <w:p w:rsidR="00C83DDA" w:rsidRPr="00923E85" w:rsidRDefault="00C83DDA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Rotorua </w:t>
            </w:r>
            <w:r w:rsidR="00C92623">
              <w:rPr>
                <w:rFonts w:asciiTheme="minorHAnsi" w:hAnsiTheme="minorHAnsi" w:cstheme="minorHAnsi"/>
                <w:sz w:val="22"/>
                <w:szCs w:val="22"/>
              </w:rPr>
              <w:t>3010</w:t>
            </w:r>
          </w:p>
          <w:p w:rsidR="00C83DDA" w:rsidRDefault="00C83DDA" w:rsidP="00A46C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Ph</w:t>
            </w:r>
            <w:proofErr w:type="spellEnd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 xml:space="preserve"> 347-0000</w:t>
            </w:r>
          </w:p>
          <w:p w:rsidR="00007FA3" w:rsidRPr="00007FA3" w:rsidRDefault="00E44006" w:rsidP="00007FA3">
            <w:pPr>
              <w:autoSpaceDE w:val="0"/>
              <w:autoSpaceDN w:val="0"/>
              <w:adjustRightInd w:val="0"/>
              <w:spacing w:before="100" w:after="100"/>
              <w:rPr>
                <w:rFonts w:asciiTheme="minorHAnsi" w:hAnsiTheme="minorHAnsi" w:cstheme="minorHAnsi"/>
                <w:lang w:eastAsia="en-NZ"/>
              </w:rPr>
            </w:pPr>
            <w:hyperlink r:id="rId9" w:history="1">
              <w:r w:rsidR="00007FA3" w:rsidRPr="00007FA3">
                <w:rPr>
                  <w:rStyle w:val="Hyperlink"/>
                  <w:rFonts w:asciiTheme="minorHAnsi" w:hAnsiTheme="minorHAnsi" w:cstheme="minorHAnsi"/>
                  <w:lang w:eastAsia="en-NZ"/>
                </w:rPr>
                <w:t>admin.rmg@raphs.org.nz</w:t>
              </w:r>
            </w:hyperlink>
            <w:r w:rsidR="00007FA3" w:rsidRPr="00007FA3">
              <w:rPr>
                <w:rFonts w:asciiTheme="minorHAnsi" w:hAnsiTheme="minorHAnsi" w:cstheme="minorHAnsi"/>
                <w:lang w:eastAsia="en-NZ"/>
              </w:rPr>
              <w:t xml:space="preserve"> </w:t>
            </w:r>
          </w:p>
          <w:p w:rsidR="00007FA3" w:rsidRPr="00923E85" w:rsidRDefault="00007FA3" w:rsidP="00A46C5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83DDA" w:rsidRPr="00923E85" w:rsidTr="003465EC">
        <w:trPr>
          <w:trHeight w:val="1477"/>
        </w:trPr>
        <w:tc>
          <w:tcPr>
            <w:tcW w:w="29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3DDA" w:rsidRPr="00C83DDA" w:rsidRDefault="00C83DDA" w:rsidP="0079760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3DDA" w:rsidRPr="00923E85" w:rsidRDefault="00A46C5C" w:rsidP="00C83D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David Sharples</w:t>
            </w:r>
          </w:p>
          <w:p w:rsidR="00C83DDA" w:rsidRPr="00923E85" w:rsidRDefault="00C83DDA" w:rsidP="00C83D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Lilian</w:t>
            </w:r>
            <w:proofErr w:type="spellEnd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Kitally</w:t>
            </w:r>
            <w:proofErr w:type="spellEnd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4E1C66" w:rsidRPr="00923E85" w:rsidRDefault="004E1C66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Suria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Nieuwouldt</w:t>
            </w:r>
            <w:proofErr w:type="spellEnd"/>
          </w:p>
        </w:tc>
        <w:tc>
          <w:tcPr>
            <w:tcW w:w="31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6C5C" w:rsidRPr="00A46C5C" w:rsidRDefault="00A46C5C" w:rsidP="00A46C5C">
            <w:pPr>
              <w:rPr>
                <w:rFonts w:asciiTheme="minorHAnsi" w:hAnsiTheme="minorHAnsi" w:cstheme="minorHAnsi"/>
                <w:sz w:val="22"/>
              </w:rPr>
            </w:pPr>
            <w:r w:rsidRPr="00A46C5C">
              <w:rPr>
                <w:rFonts w:asciiTheme="minorHAnsi" w:hAnsiTheme="minorHAnsi" w:cstheme="minorHAnsi"/>
                <w:sz w:val="22"/>
              </w:rPr>
              <w:t>Fairy Springs Medical Centre</w:t>
            </w:r>
          </w:p>
          <w:p w:rsidR="00A46C5C" w:rsidRPr="00A46C5C" w:rsidRDefault="00A46C5C" w:rsidP="00A46C5C">
            <w:pPr>
              <w:rPr>
                <w:rFonts w:asciiTheme="minorHAnsi" w:hAnsiTheme="minorHAnsi" w:cstheme="minorHAnsi"/>
                <w:sz w:val="22"/>
              </w:rPr>
            </w:pPr>
            <w:r w:rsidRPr="00A46C5C">
              <w:rPr>
                <w:rFonts w:asciiTheme="minorHAnsi" w:hAnsiTheme="minorHAnsi" w:cstheme="minorHAnsi"/>
                <w:sz w:val="22"/>
              </w:rPr>
              <w:t>Shop 10, 1 Old Quarry Road,</w:t>
            </w:r>
          </w:p>
          <w:p w:rsidR="00A46C5C" w:rsidRPr="00A46C5C" w:rsidRDefault="00A46C5C" w:rsidP="00A46C5C">
            <w:pPr>
              <w:rPr>
                <w:rFonts w:asciiTheme="minorHAnsi" w:hAnsiTheme="minorHAnsi" w:cstheme="minorHAnsi"/>
                <w:sz w:val="22"/>
              </w:rPr>
            </w:pPr>
            <w:r w:rsidRPr="00A46C5C">
              <w:rPr>
                <w:rFonts w:asciiTheme="minorHAnsi" w:hAnsiTheme="minorHAnsi" w:cstheme="minorHAnsi"/>
                <w:sz w:val="22"/>
              </w:rPr>
              <w:t>Fairy Springs</w:t>
            </w:r>
          </w:p>
          <w:p w:rsidR="00A46C5C" w:rsidRDefault="00A46C5C" w:rsidP="00A46C5C">
            <w:pPr>
              <w:rPr>
                <w:rFonts w:asciiTheme="minorHAnsi" w:hAnsiTheme="minorHAnsi" w:cstheme="minorHAnsi"/>
                <w:sz w:val="22"/>
              </w:rPr>
            </w:pPr>
            <w:r w:rsidRPr="00A46C5C">
              <w:rPr>
                <w:rFonts w:asciiTheme="minorHAnsi" w:hAnsiTheme="minorHAnsi" w:cstheme="minorHAnsi"/>
                <w:sz w:val="22"/>
              </w:rPr>
              <w:t>Rotorua 3015</w:t>
            </w:r>
          </w:p>
          <w:p w:rsidR="00A46C5C" w:rsidRDefault="00A46C5C" w:rsidP="00A46C5C">
            <w:pPr>
              <w:rPr>
                <w:rFonts w:asciiTheme="minorHAnsi" w:hAnsiTheme="minorHAnsi" w:cstheme="minorHAnsi"/>
                <w:sz w:val="22"/>
              </w:rPr>
            </w:pPr>
            <w:r w:rsidRPr="00A46C5C">
              <w:rPr>
                <w:rFonts w:asciiTheme="minorHAnsi" w:hAnsiTheme="minorHAnsi" w:cstheme="minorHAnsi"/>
                <w:sz w:val="22"/>
              </w:rPr>
              <w:t>Postal Address - PO Box 1424</w:t>
            </w:r>
            <w:r w:rsidR="00C92623">
              <w:rPr>
                <w:rFonts w:asciiTheme="minorHAnsi" w:hAnsiTheme="minorHAnsi" w:cstheme="minorHAnsi"/>
                <w:sz w:val="22"/>
              </w:rPr>
              <w:t>, Rotorua 3040</w:t>
            </w:r>
          </w:p>
          <w:p w:rsidR="00A46C5C" w:rsidRPr="00A46C5C" w:rsidRDefault="00A46C5C" w:rsidP="00A46C5C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Tel: (07) 3470000</w:t>
            </w:r>
          </w:p>
          <w:p w:rsidR="00A46C5C" w:rsidRPr="00A46C5C" w:rsidRDefault="00A46C5C" w:rsidP="00A46C5C">
            <w:pPr>
              <w:rPr>
                <w:rFonts w:asciiTheme="minorHAnsi" w:hAnsiTheme="minorHAnsi" w:cstheme="minorHAnsi"/>
                <w:sz w:val="22"/>
              </w:rPr>
            </w:pPr>
            <w:r w:rsidRPr="00A46C5C">
              <w:rPr>
                <w:rFonts w:asciiTheme="minorHAnsi" w:hAnsiTheme="minorHAnsi" w:cstheme="minorHAnsi"/>
                <w:sz w:val="22"/>
              </w:rPr>
              <w:t xml:space="preserve">Fax:  (07) 3474111 </w:t>
            </w:r>
          </w:p>
          <w:p w:rsidR="00A46C5C" w:rsidRPr="00923E85" w:rsidRDefault="00A46C5C" w:rsidP="00A46C5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7607" w:rsidRPr="00923E85" w:rsidTr="003465EC">
        <w:tc>
          <w:tcPr>
            <w:tcW w:w="29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7607" w:rsidRPr="00C83DDA" w:rsidRDefault="00797607" w:rsidP="0079760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83DDA">
              <w:rPr>
                <w:rFonts w:asciiTheme="minorHAnsi" w:hAnsiTheme="minorHAnsi" w:cstheme="minorHAnsi"/>
                <w:b/>
                <w:sz w:val="22"/>
                <w:szCs w:val="22"/>
              </w:rPr>
              <w:t>Eruera Medical Centre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7607" w:rsidRPr="00923E85" w:rsidRDefault="00797607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Leonie Sinclair</w:t>
            </w:r>
          </w:p>
          <w:p w:rsidR="00797607" w:rsidRPr="00923E85" w:rsidRDefault="00797607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Grant Phibbs</w:t>
            </w:r>
          </w:p>
          <w:p w:rsidR="00797607" w:rsidRPr="00923E85" w:rsidRDefault="00797607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Roz Wilson</w:t>
            </w:r>
          </w:p>
        </w:tc>
        <w:tc>
          <w:tcPr>
            <w:tcW w:w="310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7607" w:rsidRDefault="00797607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PO Box 1985</w:t>
            </w:r>
            <w:r w:rsidR="00C9262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C92623" w:rsidRPr="00923E85" w:rsidRDefault="00C92623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Rotorua 3040</w:t>
            </w:r>
          </w:p>
          <w:p w:rsidR="00797607" w:rsidRPr="00923E85" w:rsidRDefault="00797607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1325A Eruera St</w:t>
            </w:r>
            <w:r w:rsidR="00215CB3" w:rsidRPr="00923E85">
              <w:rPr>
                <w:rFonts w:asciiTheme="minorHAnsi" w:hAnsiTheme="minorHAnsi" w:cstheme="minorHAnsi"/>
                <w:sz w:val="22"/>
                <w:szCs w:val="22"/>
              </w:rPr>
              <w:t>reet</w:t>
            </w:r>
          </w:p>
          <w:p w:rsidR="00797607" w:rsidRPr="00923E85" w:rsidRDefault="00797607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 xml:space="preserve">Rotorua </w:t>
            </w:r>
            <w:r w:rsidR="00C92623">
              <w:rPr>
                <w:rFonts w:asciiTheme="minorHAnsi" w:hAnsiTheme="minorHAnsi" w:cstheme="minorHAnsi"/>
                <w:sz w:val="22"/>
                <w:szCs w:val="22"/>
              </w:rPr>
              <w:t>3010</w:t>
            </w:r>
          </w:p>
          <w:p w:rsidR="00797607" w:rsidRPr="00923E85" w:rsidRDefault="00797607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proofErr w:type="spellStart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Ph</w:t>
            </w:r>
            <w:proofErr w:type="spellEnd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 xml:space="preserve"> 347-8418 or 348-2799</w:t>
            </w:r>
          </w:p>
          <w:p w:rsidR="005B1028" w:rsidRPr="00923E85" w:rsidRDefault="005B1028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7607" w:rsidRPr="00923E85" w:rsidTr="003465EC">
        <w:tc>
          <w:tcPr>
            <w:tcW w:w="29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3D4" w:rsidRPr="00C83DDA" w:rsidRDefault="008F5790" w:rsidP="0086645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Hinemoa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house</w:t>
            </w:r>
            <w:r w:rsidR="00866455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see </w:t>
            </w: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Ruatahi</w:t>
            </w:r>
            <w:proofErr w:type="spellEnd"/>
            <w:r w:rsidR="0086645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7607" w:rsidRPr="00923E85" w:rsidRDefault="00797607" w:rsidP="008F579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6C5C" w:rsidRPr="00923E85" w:rsidRDefault="00A46C5C" w:rsidP="008F319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5790" w:rsidRPr="00923E85" w:rsidTr="003465EC">
        <w:tc>
          <w:tcPr>
            <w:tcW w:w="29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790" w:rsidRPr="00C83DDA" w:rsidRDefault="008F5790" w:rsidP="0079760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83DDA">
              <w:rPr>
                <w:rFonts w:asciiTheme="minorHAnsi" w:hAnsiTheme="minorHAnsi" w:cstheme="minorHAnsi"/>
                <w:b/>
                <w:sz w:val="22"/>
                <w:szCs w:val="22"/>
              </w:rPr>
              <w:t>Korowai Aroha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790" w:rsidRPr="00923E85" w:rsidRDefault="008F5790" w:rsidP="006C4B6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Mike Tustin</w:t>
            </w:r>
          </w:p>
          <w:p w:rsidR="008F5790" w:rsidRDefault="008F5790" w:rsidP="006C4B6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Kim Mawson</w:t>
            </w:r>
            <w:r w:rsidRPr="00923E8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br/>
            </w:r>
            <w:proofErr w:type="spellStart"/>
            <w:r w:rsidRPr="00923E8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Sosek</w:t>
            </w:r>
            <w:proofErr w:type="spellEnd"/>
            <w:r w:rsidRPr="00923E8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923E8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Simonian</w:t>
            </w:r>
            <w:proofErr w:type="spellEnd"/>
            <w:r w:rsidRPr="00923E8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br/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Eesha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Karunanayake</w:t>
            </w:r>
          </w:p>
          <w:p w:rsidR="008F5790" w:rsidRDefault="008F5790" w:rsidP="006C4B6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:rsidR="008F5790" w:rsidRPr="00F00AD0" w:rsidRDefault="008F5790" w:rsidP="006C4B64">
            <w:pPr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proofErr w:type="spellStart"/>
            <w:r w:rsidRPr="00F00AD0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Locum</w:t>
            </w:r>
            <w:proofErr w:type="spellEnd"/>
          </w:p>
          <w:p w:rsidR="008F5790" w:rsidRPr="00923E85" w:rsidRDefault="008F5790" w:rsidP="006C4B6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3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790" w:rsidRPr="00923E85" w:rsidRDefault="008F5790" w:rsidP="006C4B6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 xml:space="preserve">1292 </w:t>
            </w:r>
            <w:proofErr w:type="spellStart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Hinemoa</w:t>
            </w:r>
            <w:proofErr w:type="spellEnd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 xml:space="preserve"> Street</w:t>
            </w:r>
          </w:p>
          <w:p w:rsidR="008F5790" w:rsidRPr="00923E85" w:rsidRDefault="008F5790" w:rsidP="006C4B6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Rotorua</w:t>
            </w:r>
            <w:r w:rsidR="00C92623">
              <w:rPr>
                <w:rFonts w:asciiTheme="minorHAnsi" w:hAnsiTheme="minorHAnsi" w:cstheme="minorHAnsi"/>
                <w:sz w:val="22"/>
                <w:szCs w:val="22"/>
              </w:rPr>
              <w:t xml:space="preserve"> 3010</w:t>
            </w:r>
          </w:p>
          <w:p w:rsidR="008F5790" w:rsidRPr="00923E85" w:rsidRDefault="008F5790" w:rsidP="006C4B6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F5790" w:rsidRPr="00923E85" w:rsidRDefault="008F5790" w:rsidP="006C4B6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Ph</w:t>
            </w:r>
            <w:proofErr w:type="spellEnd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 xml:space="preserve"> 348-8454</w:t>
            </w:r>
          </w:p>
        </w:tc>
      </w:tr>
      <w:tr w:rsidR="008F5790" w:rsidRPr="00923E85" w:rsidTr="003465EC">
        <w:tc>
          <w:tcPr>
            <w:tcW w:w="29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790" w:rsidRPr="00C83DDA" w:rsidRDefault="008F5790" w:rsidP="0079760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C83DDA">
              <w:rPr>
                <w:rFonts w:asciiTheme="minorHAnsi" w:hAnsiTheme="minorHAnsi" w:cstheme="minorHAnsi"/>
                <w:b/>
                <w:sz w:val="22"/>
                <w:szCs w:val="22"/>
              </w:rPr>
              <w:t>Kuirau</w:t>
            </w:r>
            <w:proofErr w:type="spellEnd"/>
            <w:r w:rsidRPr="00C83DD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Medical Centre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790" w:rsidRDefault="008F5790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 xml:space="preserve">Tom </w:t>
            </w:r>
            <w:proofErr w:type="spellStart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Brons</w:t>
            </w:r>
            <w:proofErr w:type="spellEnd"/>
          </w:p>
          <w:p w:rsidR="008F5790" w:rsidRDefault="008F5790" w:rsidP="0079760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4347">
              <w:rPr>
                <w:rFonts w:asciiTheme="minorHAnsi" w:hAnsiTheme="minorHAnsi" w:cstheme="minorHAnsi"/>
                <w:b/>
                <w:sz w:val="22"/>
                <w:szCs w:val="22"/>
              </w:rPr>
              <w:t>Locum</w:t>
            </w:r>
          </w:p>
          <w:p w:rsidR="008F5790" w:rsidRDefault="008F5790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Emma Yates</w:t>
            </w:r>
          </w:p>
          <w:p w:rsidR="00DD567F" w:rsidRDefault="00DD567F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D567F" w:rsidRPr="00524347" w:rsidRDefault="00DD567F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790" w:rsidRPr="00923E85" w:rsidRDefault="008F5790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 xml:space="preserve">19 </w:t>
            </w:r>
            <w:proofErr w:type="spellStart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Tarewa</w:t>
            </w:r>
            <w:proofErr w:type="spellEnd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 xml:space="preserve"> Road</w:t>
            </w:r>
          </w:p>
          <w:p w:rsidR="008F5790" w:rsidRPr="00923E85" w:rsidRDefault="008F5790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 xml:space="preserve">Rotorua </w:t>
            </w:r>
            <w:r w:rsidR="00C92623">
              <w:rPr>
                <w:rFonts w:asciiTheme="minorHAnsi" w:hAnsiTheme="minorHAnsi" w:cstheme="minorHAnsi"/>
                <w:sz w:val="22"/>
                <w:szCs w:val="22"/>
              </w:rPr>
              <w:t>3010</w:t>
            </w:r>
          </w:p>
          <w:p w:rsidR="008F5790" w:rsidRDefault="008F5790" w:rsidP="00215C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  </w:t>
            </w:r>
            <w:proofErr w:type="spellStart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Ph</w:t>
            </w:r>
            <w:proofErr w:type="spellEnd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 xml:space="preserve"> 349-1995</w:t>
            </w:r>
          </w:p>
          <w:p w:rsidR="008F5790" w:rsidRPr="00923E85" w:rsidRDefault="008F5790" w:rsidP="00215C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5790" w:rsidRPr="00923E85" w:rsidTr="003465EC">
        <w:tc>
          <w:tcPr>
            <w:tcW w:w="29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790" w:rsidRDefault="008F5790" w:rsidP="0079760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83DDA">
              <w:rPr>
                <w:rFonts w:asciiTheme="minorHAnsi" w:hAnsiTheme="minorHAnsi" w:cstheme="minorHAnsi"/>
                <w:b/>
                <w:sz w:val="22"/>
                <w:szCs w:val="22"/>
              </w:rPr>
              <w:t>Lakeview Clinic</w:t>
            </w:r>
          </w:p>
          <w:p w:rsidR="008F5790" w:rsidRPr="00C83DDA" w:rsidRDefault="008F5790" w:rsidP="004E1C6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790" w:rsidRDefault="008F5790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Karandeep</w:t>
            </w:r>
            <w:proofErr w:type="spellEnd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 xml:space="preserve"> Lall</w:t>
            </w:r>
          </w:p>
          <w:p w:rsidR="008F5790" w:rsidRPr="00923E85" w:rsidRDefault="008F5790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790" w:rsidRPr="00923E85" w:rsidRDefault="008F5790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8 Victoria Street</w:t>
            </w:r>
          </w:p>
          <w:p w:rsidR="00C92623" w:rsidRDefault="008F5790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 xml:space="preserve">Rotorua </w:t>
            </w:r>
            <w:r w:rsidR="00C92623">
              <w:rPr>
                <w:rFonts w:asciiTheme="minorHAnsi" w:hAnsiTheme="minorHAnsi" w:cstheme="minorHAnsi"/>
                <w:sz w:val="22"/>
                <w:szCs w:val="22"/>
              </w:rPr>
              <w:t>3010</w:t>
            </w:r>
          </w:p>
          <w:p w:rsidR="008F5790" w:rsidRPr="00923E85" w:rsidRDefault="008F5790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proofErr w:type="spellStart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Ph</w:t>
            </w:r>
            <w:proofErr w:type="spellEnd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 xml:space="preserve"> 348-9119</w:t>
            </w:r>
          </w:p>
          <w:p w:rsidR="008F5790" w:rsidRPr="00923E85" w:rsidRDefault="008F5790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66455" w:rsidRPr="00923E85" w:rsidTr="003465EC">
        <w:tc>
          <w:tcPr>
            <w:tcW w:w="29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455" w:rsidRPr="00C83DDA" w:rsidRDefault="00866455" w:rsidP="0086645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C83DDA">
              <w:rPr>
                <w:rFonts w:asciiTheme="minorHAnsi" w:hAnsiTheme="minorHAnsi" w:cstheme="minorHAnsi"/>
                <w:b/>
                <w:sz w:val="22"/>
                <w:szCs w:val="22"/>
              </w:rPr>
              <w:t>Ngati</w:t>
            </w:r>
            <w:proofErr w:type="spellEnd"/>
            <w:r w:rsidRPr="00C83DD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C83DDA">
              <w:rPr>
                <w:rFonts w:asciiTheme="minorHAnsi" w:hAnsiTheme="minorHAnsi" w:cstheme="minorHAnsi"/>
                <w:b/>
                <w:sz w:val="22"/>
                <w:szCs w:val="22"/>
              </w:rPr>
              <w:t>Pikiao</w:t>
            </w:r>
            <w:proofErr w:type="spellEnd"/>
          </w:p>
        </w:tc>
        <w:tc>
          <w:tcPr>
            <w:tcW w:w="2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455" w:rsidRDefault="00866455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Saima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Noreen</w:t>
            </w:r>
          </w:p>
          <w:p w:rsidR="00DD567F" w:rsidRPr="00923E85" w:rsidRDefault="00DD567F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Mohammed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Jarvid</w:t>
            </w:r>
            <w:proofErr w:type="spellEnd"/>
          </w:p>
        </w:tc>
        <w:tc>
          <w:tcPr>
            <w:tcW w:w="3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455" w:rsidRDefault="00866455" w:rsidP="0086645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1274 Fenton Street</w:t>
            </w:r>
            <w:r w:rsidR="00C9262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C92623" w:rsidRPr="00923E85" w:rsidRDefault="00C92623" w:rsidP="0086645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Rotorua 3010</w:t>
            </w:r>
          </w:p>
          <w:p w:rsidR="00866455" w:rsidRPr="00923E85" w:rsidRDefault="00866455" w:rsidP="0086645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Po Box 1714</w:t>
            </w:r>
          </w:p>
          <w:p w:rsidR="00866455" w:rsidRDefault="00866455" w:rsidP="0086645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Rotorua</w:t>
            </w:r>
            <w:r w:rsidR="00C92623">
              <w:rPr>
                <w:rFonts w:asciiTheme="minorHAnsi" w:hAnsiTheme="minorHAnsi" w:cstheme="minorHAnsi"/>
                <w:sz w:val="22"/>
                <w:szCs w:val="22"/>
              </w:rPr>
              <w:t xml:space="preserve"> 3040 </w:t>
            </w:r>
            <w:proofErr w:type="spellStart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ph</w:t>
            </w:r>
            <w:proofErr w:type="spellEnd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 xml:space="preserve"> 347- 3195</w:t>
            </w:r>
          </w:p>
          <w:p w:rsidR="00007FA3" w:rsidRDefault="00E44006" w:rsidP="00866455">
            <w:pPr>
              <w:rPr>
                <w:rStyle w:val="Hyperlink"/>
                <w:rFonts w:asciiTheme="minorHAnsi" w:hAnsiTheme="minorHAnsi" w:cstheme="minorHAnsi"/>
              </w:rPr>
            </w:pPr>
            <w:hyperlink r:id="rId10" w:history="1">
              <w:r w:rsidR="00007FA3" w:rsidRPr="00007FA3">
                <w:rPr>
                  <w:rStyle w:val="Hyperlink"/>
                  <w:rFonts w:asciiTheme="minorHAnsi" w:hAnsiTheme="minorHAnsi" w:cstheme="minorHAnsi"/>
                </w:rPr>
                <w:t>admin@pikiaorunanga.org.nz</w:t>
              </w:r>
            </w:hyperlink>
          </w:p>
          <w:p w:rsidR="007D49E3" w:rsidRPr="003465EC" w:rsidRDefault="007D49E3" w:rsidP="00866455">
            <w:pPr>
              <w:rPr>
                <w:rFonts w:asciiTheme="minorHAnsi" w:hAnsiTheme="minorHAnsi" w:cstheme="minorHAnsi"/>
              </w:rPr>
            </w:pPr>
          </w:p>
        </w:tc>
      </w:tr>
      <w:tr w:rsidR="008F5790" w:rsidRPr="00923E85" w:rsidTr="003465EC">
        <w:tc>
          <w:tcPr>
            <w:tcW w:w="29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790" w:rsidRPr="00C83DDA" w:rsidRDefault="008F5790" w:rsidP="0079760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C83DDA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Ngongotaha</w:t>
            </w:r>
            <w:proofErr w:type="spellEnd"/>
            <w:r w:rsidRPr="00C83DD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Medical Centre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790" w:rsidRPr="00923E85" w:rsidRDefault="008F5790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Simon Firth</w:t>
            </w:r>
          </w:p>
          <w:p w:rsidR="008F5790" w:rsidRDefault="008F5790" w:rsidP="00297F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Jane Carman</w:t>
            </w:r>
            <w:r w:rsidRPr="00923E85">
              <w:rPr>
                <w:rFonts w:asciiTheme="minorHAnsi" w:hAnsiTheme="minorHAnsi" w:cstheme="minorHAnsi"/>
                <w:sz w:val="22"/>
                <w:szCs w:val="22"/>
              </w:rPr>
              <w:br/>
              <w:t>Kinsley Aneke</w:t>
            </w:r>
          </w:p>
          <w:p w:rsidR="008F5790" w:rsidRDefault="008F5790" w:rsidP="00297F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Genevieve Matthews</w:t>
            </w:r>
          </w:p>
          <w:p w:rsidR="008F5790" w:rsidRDefault="008F5790" w:rsidP="00297F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Jorgelina Ferreira</w:t>
            </w:r>
          </w:p>
          <w:p w:rsidR="003465EC" w:rsidRDefault="003465EC" w:rsidP="00297F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Ben McHale</w:t>
            </w:r>
          </w:p>
          <w:p w:rsidR="008F5790" w:rsidRPr="00923E85" w:rsidRDefault="008F5790" w:rsidP="00297F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790" w:rsidRPr="00923E85" w:rsidRDefault="008F5790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 xml:space="preserve">17 </w:t>
            </w:r>
            <w:proofErr w:type="spellStart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Taui</w:t>
            </w:r>
            <w:proofErr w:type="spellEnd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 xml:space="preserve"> Street</w:t>
            </w:r>
          </w:p>
          <w:p w:rsidR="008F5790" w:rsidRDefault="008F5790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Ngongotaha</w:t>
            </w:r>
            <w:proofErr w:type="spellEnd"/>
            <w:r w:rsidR="00C9262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E5A1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Rotorua</w:t>
            </w:r>
            <w:r w:rsidR="007E5A19">
              <w:rPr>
                <w:rFonts w:asciiTheme="minorHAnsi" w:hAnsiTheme="minorHAnsi" w:cstheme="minorHAnsi"/>
                <w:sz w:val="22"/>
                <w:szCs w:val="22"/>
              </w:rPr>
              <w:t xml:space="preserve"> 3010</w:t>
            </w:r>
          </w:p>
          <w:p w:rsidR="008F5790" w:rsidRPr="00923E85" w:rsidRDefault="008F5790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F5790" w:rsidRPr="00923E85" w:rsidRDefault="008F5790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Ph</w:t>
            </w:r>
            <w:proofErr w:type="spellEnd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 xml:space="preserve"> 357-1030</w:t>
            </w:r>
          </w:p>
        </w:tc>
      </w:tr>
      <w:tr w:rsidR="008F5790" w:rsidRPr="00923E85" w:rsidTr="003465EC">
        <w:tc>
          <w:tcPr>
            <w:tcW w:w="29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790" w:rsidRPr="00C83DDA" w:rsidRDefault="008F5790" w:rsidP="0079760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C83DDA">
              <w:rPr>
                <w:rFonts w:asciiTheme="minorHAnsi" w:hAnsiTheme="minorHAnsi" w:cstheme="minorHAnsi"/>
                <w:b/>
                <w:sz w:val="22"/>
                <w:szCs w:val="22"/>
              </w:rPr>
              <w:t>Owhata</w:t>
            </w:r>
            <w:proofErr w:type="spellEnd"/>
            <w:r w:rsidRPr="00C83DD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Surgery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790" w:rsidRPr="00923E85" w:rsidRDefault="008F5790" w:rsidP="008F579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John Armstrong</w:t>
            </w:r>
          </w:p>
          <w:p w:rsidR="008F5790" w:rsidRDefault="008F5790" w:rsidP="008F579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 xml:space="preserve">Ileana </w:t>
            </w:r>
            <w:proofErr w:type="spellStart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Onitui</w:t>
            </w:r>
            <w:proofErr w:type="spellEnd"/>
          </w:p>
          <w:p w:rsidR="00DD567F" w:rsidRDefault="00DD567F" w:rsidP="008F579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Locum</w:t>
            </w:r>
          </w:p>
          <w:p w:rsidR="00DD567F" w:rsidRPr="00DD567F" w:rsidRDefault="00DD567F" w:rsidP="008F579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A19" w:rsidRDefault="007E5A19" w:rsidP="0086645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A19">
              <w:rPr>
                <w:rFonts w:asciiTheme="minorHAnsi" w:hAnsiTheme="minorHAnsi" w:cstheme="minorHAnsi"/>
                <w:sz w:val="22"/>
                <w:szCs w:val="22"/>
              </w:rPr>
              <w:t xml:space="preserve">556A Te </w:t>
            </w:r>
            <w:proofErr w:type="spellStart"/>
            <w:r w:rsidRPr="007E5A19">
              <w:rPr>
                <w:rFonts w:asciiTheme="minorHAnsi" w:hAnsiTheme="minorHAnsi" w:cstheme="minorHAnsi"/>
                <w:sz w:val="22"/>
                <w:szCs w:val="22"/>
              </w:rPr>
              <w:t>Ngae</w:t>
            </w:r>
            <w:proofErr w:type="spellEnd"/>
            <w:r w:rsidRPr="007E5A19">
              <w:rPr>
                <w:rFonts w:asciiTheme="minorHAnsi" w:hAnsiTheme="minorHAnsi" w:cstheme="minorHAnsi"/>
                <w:sz w:val="22"/>
                <w:szCs w:val="22"/>
              </w:rPr>
              <w:t xml:space="preserve"> Road</w:t>
            </w:r>
          </w:p>
          <w:p w:rsidR="00866455" w:rsidRPr="00923E85" w:rsidRDefault="00866455" w:rsidP="0086645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Rotorua</w:t>
            </w:r>
            <w:r w:rsidR="007E5A19">
              <w:rPr>
                <w:rFonts w:asciiTheme="minorHAnsi" w:hAnsiTheme="minorHAnsi" w:cstheme="minorHAnsi"/>
                <w:sz w:val="22"/>
                <w:szCs w:val="22"/>
              </w:rPr>
              <w:t xml:space="preserve"> 3010</w:t>
            </w:r>
          </w:p>
          <w:p w:rsidR="008F5790" w:rsidRPr="00923E85" w:rsidRDefault="00866455" w:rsidP="0086645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Ph</w:t>
            </w:r>
            <w:proofErr w:type="spellEnd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 xml:space="preserve"> 345-9699</w:t>
            </w:r>
          </w:p>
        </w:tc>
      </w:tr>
      <w:tr w:rsidR="008F5790" w:rsidRPr="00923E85" w:rsidTr="003465EC">
        <w:tc>
          <w:tcPr>
            <w:tcW w:w="29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790" w:rsidRDefault="008F5790" w:rsidP="0079760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C83DDA">
              <w:rPr>
                <w:rFonts w:asciiTheme="minorHAnsi" w:hAnsiTheme="minorHAnsi" w:cstheme="minorHAnsi"/>
                <w:b/>
                <w:sz w:val="22"/>
                <w:szCs w:val="22"/>
              </w:rPr>
              <w:t>Ranolf</w:t>
            </w:r>
            <w:proofErr w:type="spellEnd"/>
            <w:r w:rsidRPr="00C83DD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Medical Centre</w:t>
            </w:r>
          </w:p>
          <w:p w:rsidR="008F5790" w:rsidRDefault="008F5790" w:rsidP="0079760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8F5790" w:rsidRDefault="008F5790" w:rsidP="0079760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8F5790" w:rsidRDefault="008F5790" w:rsidP="0079760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8F5790" w:rsidRDefault="008F5790" w:rsidP="0079760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8F5790" w:rsidRPr="00C83DDA" w:rsidRDefault="008F5790" w:rsidP="0079760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790" w:rsidRPr="00923E85" w:rsidRDefault="008F5790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Mike Newman</w:t>
            </w:r>
          </w:p>
          <w:p w:rsidR="008F5790" w:rsidRPr="00923E85" w:rsidRDefault="008F5790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Harry Pert</w:t>
            </w:r>
          </w:p>
          <w:p w:rsidR="008F5790" w:rsidRPr="00923E85" w:rsidRDefault="008F5790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Sharon Lovegrove</w:t>
            </w:r>
          </w:p>
          <w:p w:rsidR="008F5790" w:rsidRDefault="008F5790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Joanna O’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eefe</w:t>
            </w:r>
          </w:p>
          <w:p w:rsidR="008F5790" w:rsidRDefault="008F5790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Rosemary Bond</w:t>
            </w:r>
          </w:p>
          <w:p w:rsidR="008F5790" w:rsidRPr="00923E85" w:rsidRDefault="008F5790" w:rsidP="005243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 xml:space="preserve">Tricia Briscoe </w:t>
            </w:r>
          </w:p>
          <w:p w:rsidR="008F5790" w:rsidRDefault="008F5790" w:rsidP="008F579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 xml:space="preserve">Susanna </w:t>
            </w:r>
            <w:proofErr w:type="spellStart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Papenfus</w:t>
            </w:r>
            <w:proofErr w:type="spellEnd"/>
          </w:p>
          <w:p w:rsidR="003F3A79" w:rsidRDefault="003F3A79" w:rsidP="008F579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Michael Grant</w:t>
            </w:r>
          </w:p>
          <w:p w:rsidR="001D6E31" w:rsidRPr="008F319E" w:rsidRDefault="001D6E31" w:rsidP="008F579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Rachel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Everitt</w:t>
            </w:r>
            <w:proofErr w:type="spellEnd"/>
          </w:p>
        </w:tc>
        <w:tc>
          <w:tcPr>
            <w:tcW w:w="3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790" w:rsidRDefault="008F5790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PO Box 442</w:t>
            </w:r>
            <w:r w:rsidR="007E5A1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7E5A19" w:rsidRPr="00923E85" w:rsidRDefault="00EE0CF7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Rotorua 304</w:t>
            </w:r>
            <w:r w:rsidR="007E5A19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  <w:p w:rsidR="008F5790" w:rsidRPr="00923E85" w:rsidRDefault="008F5790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 xml:space="preserve">59 </w:t>
            </w:r>
            <w:proofErr w:type="spellStart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Ranolf</w:t>
            </w:r>
            <w:proofErr w:type="spellEnd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 xml:space="preserve"> Street</w:t>
            </w:r>
          </w:p>
          <w:p w:rsidR="008F5790" w:rsidRPr="00923E85" w:rsidRDefault="008F5790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Rotorua</w:t>
            </w:r>
            <w:r w:rsidR="007E5A19">
              <w:rPr>
                <w:rFonts w:asciiTheme="minorHAnsi" w:hAnsiTheme="minorHAnsi" w:cstheme="minorHAnsi"/>
                <w:sz w:val="22"/>
                <w:szCs w:val="22"/>
              </w:rPr>
              <w:t xml:space="preserve"> 3010</w:t>
            </w:r>
          </w:p>
          <w:p w:rsidR="008F5790" w:rsidRPr="00923E85" w:rsidRDefault="008F5790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F5790" w:rsidRPr="00923E85" w:rsidRDefault="008F5790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Ph</w:t>
            </w:r>
            <w:proofErr w:type="spellEnd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 xml:space="preserve"> 347-7537 </w:t>
            </w:r>
          </w:p>
        </w:tc>
      </w:tr>
      <w:tr w:rsidR="008F5790" w:rsidRPr="00923E85" w:rsidTr="003465EC">
        <w:tc>
          <w:tcPr>
            <w:tcW w:w="29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790" w:rsidRDefault="008F5790" w:rsidP="006C4B6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Ruatahi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medical centre</w:t>
            </w:r>
          </w:p>
          <w:p w:rsidR="008F5790" w:rsidRDefault="008F5790" w:rsidP="006C4B6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8F5790" w:rsidRPr="00C83DDA" w:rsidRDefault="008F5790" w:rsidP="006C4B6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(merging </w:t>
            </w: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Hinemoa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House and Westbrook surgery)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790" w:rsidRDefault="008F5790" w:rsidP="006C4B6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Mike Williams</w:t>
            </w:r>
          </w:p>
          <w:p w:rsidR="008F5790" w:rsidRDefault="008F5790" w:rsidP="006C4B6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Lise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Griffith</w:t>
            </w:r>
          </w:p>
          <w:p w:rsidR="008F5790" w:rsidRDefault="008F5790" w:rsidP="006C4B6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Anne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Dibley</w:t>
            </w:r>
            <w:proofErr w:type="spellEnd"/>
          </w:p>
          <w:p w:rsidR="008F5790" w:rsidRDefault="008F5790" w:rsidP="006C4B6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Hina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Chandra</w:t>
            </w: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8F5790" w:rsidRPr="00923E85" w:rsidRDefault="008F5790" w:rsidP="006C4B6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Lisa Hughes</w:t>
            </w:r>
          </w:p>
          <w:p w:rsidR="008F5790" w:rsidRDefault="008F5790" w:rsidP="00060B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Liz Powell</w:t>
            </w:r>
          </w:p>
          <w:p w:rsidR="004015C7" w:rsidRPr="004015C7" w:rsidRDefault="004015C7" w:rsidP="00060BB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015C7">
              <w:rPr>
                <w:rFonts w:asciiTheme="minorHAnsi" w:hAnsiTheme="minorHAnsi" w:cstheme="minorHAnsi"/>
                <w:b/>
                <w:sz w:val="22"/>
                <w:szCs w:val="22"/>
              </w:rPr>
              <w:t>locum</w:t>
            </w:r>
          </w:p>
          <w:p w:rsidR="004015C7" w:rsidRPr="00923E85" w:rsidRDefault="004015C7" w:rsidP="00060B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Julie Boulanger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790" w:rsidRDefault="008F5790" w:rsidP="008F579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PO Box 870</w:t>
            </w:r>
            <w:r w:rsidR="00133A91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133A91" w:rsidRPr="00923E85" w:rsidRDefault="00133A91" w:rsidP="008F579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Rotorua 3040</w:t>
            </w:r>
          </w:p>
          <w:p w:rsidR="008F5790" w:rsidRPr="00923E85" w:rsidRDefault="008F5790" w:rsidP="008F579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 xml:space="preserve">1271 </w:t>
            </w:r>
            <w:proofErr w:type="spellStart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Hinemoa</w:t>
            </w:r>
            <w:proofErr w:type="spellEnd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 xml:space="preserve"> Street</w:t>
            </w:r>
          </w:p>
          <w:p w:rsidR="008F5790" w:rsidRPr="00923E85" w:rsidRDefault="008F5790" w:rsidP="008F579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 xml:space="preserve">Rotorua </w:t>
            </w:r>
            <w:r w:rsidR="00133A91">
              <w:rPr>
                <w:rFonts w:asciiTheme="minorHAnsi" w:hAnsiTheme="minorHAnsi" w:cstheme="minorHAnsi"/>
                <w:sz w:val="22"/>
                <w:szCs w:val="22"/>
              </w:rPr>
              <w:t>3010</w:t>
            </w:r>
          </w:p>
          <w:p w:rsidR="008F5790" w:rsidRPr="00923E85" w:rsidRDefault="008F5790" w:rsidP="008F579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F5790" w:rsidRDefault="008F5790" w:rsidP="008F579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proofErr w:type="spellStart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Ph</w:t>
            </w:r>
            <w:proofErr w:type="spellEnd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 xml:space="preserve"> 348-3002</w:t>
            </w:r>
          </w:p>
          <w:p w:rsidR="008F5790" w:rsidRDefault="008F5790" w:rsidP="008F579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Fax 349-0165</w:t>
            </w:r>
          </w:p>
        </w:tc>
      </w:tr>
      <w:tr w:rsidR="008F5790" w:rsidRPr="00923E85" w:rsidTr="003465EC">
        <w:tc>
          <w:tcPr>
            <w:tcW w:w="29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790" w:rsidRDefault="008F5790" w:rsidP="0079760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83DD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Te </w:t>
            </w:r>
            <w:proofErr w:type="spellStart"/>
            <w:r w:rsidRPr="00C83DDA">
              <w:rPr>
                <w:rFonts w:asciiTheme="minorHAnsi" w:hAnsiTheme="minorHAnsi" w:cstheme="minorHAnsi"/>
                <w:b/>
                <w:sz w:val="22"/>
                <w:szCs w:val="22"/>
              </w:rPr>
              <w:t>Ngae</w:t>
            </w:r>
            <w:proofErr w:type="spellEnd"/>
            <w:r w:rsidRPr="00C83DD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Medical Centre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790" w:rsidRPr="00923E85" w:rsidRDefault="008F5790" w:rsidP="008F579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 xml:space="preserve">Sarah </w:t>
            </w:r>
            <w:proofErr w:type="spellStart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Dalziel</w:t>
            </w:r>
            <w:proofErr w:type="spellEnd"/>
          </w:p>
          <w:p w:rsidR="008F5790" w:rsidRPr="00923E85" w:rsidRDefault="008F5790" w:rsidP="008F579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Sally Hoskins</w:t>
            </w:r>
          </w:p>
          <w:p w:rsidR="008F5790" w:rsidRPr="00923E85" w:rsidRDefault="008F5790" w:rsidP="008F579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Andrew McMenamin</w:t>
            </w:r>
          </w:p>
          <w:p w:rsidR="008F5790" w:rsidRPr="00923E85" w:rsidRDefault="008F5790" w:rsidP="008F579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 xml:space="preserve">Neil </w:t>
            </w:r>
            <w:proofErr w:type="spellStart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Poskitt</w:t>
            </w:r>
            <w:proofErr w:type="spellEnd"/>
          </w:p>
          <w:p w:rsidR="008F5790" w:rsidRDefault="008F5790" w:rsidP="008F579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Robyn Parker</w:t>
            </w:r>
          </w:p>
          <w:p w:rsidR="008F5790" w:rsidRPr="00FD64D9" w:rsidRDefault="008F5790" w:rsidP="008F579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Ron Vail</w:t>
            </w:r>
          </w:p>
          <w:p w:rsidR="008F5790" w:rsidRDefault="008F5790" w:rsidP="008F579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Locum </w:t>
            </w:r>
          </w:p>
          <w:p w:rsidR="00814270" w:rsidRDefault="008F5790" w:rsidP="008F579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Rachel Lynskey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790" w:rsidRPr="00923E85" w:rsidRDefault="008F5790" w:rsidP="008F579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 xml:space="preserve">Redwood Centre, </w:t>
            </w:r>
            <w:proofErr w:type="spellStart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Lynmore</w:t>
            </w:r>
            <w:proofErr w:type="spellEnd"/>
          </w:p>
          <w:p w:rsidR="008F5790" w:rsidRPr="00923E85" w:rsidRDefault="008F5790" w:rsidP="008F579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PO Box 7004</w:t>
            </w:r>
            <w:r w:rsidR="007E6EE1">
              <w:rPr>
                <w:rFonts w:asciiTheme="minorHAnsi" w:hAnsiTheme="minorHAnsi" w:cstheme="minorHAnsi"/>
                <w:sz w:val="22"/>
                <w:szCs w:val="22"/>
              </w:rPr>
              <w:t xml:space="preserve">, Te </w:t>
            </w:r>
            <w:proofErr w:type="spellStart"/>
            <w:r w:rsidR="007E6EE1">
              <w:rPr>
                <w:rFonts w:asciiTheme="minorHAnsi" w:hAnsiTheme="minorHAnsi" w:cstheme="minorHAnsi"/>
                <w:sz w:val="22"/>
                <w:szCs w:val="22"/>
              </w:rPr>
              <w:t>Ngae</w:t>
            </w:r>
            <w:proofErr w:type="spellEnd"/>
          </w:p>
          <w:p w:rsidR="008F5790" w:rsidRPr="00923E85" w:rsidRDefault="008F5790" w:rsidP="008F579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Rotorua</w:t>
            </w:r>
            <w:r w:rsidR="007E6EE1">
              <w:rPr>
                <w:rFonts w:asciiTheme="minorHAnsi" w:hAnsiTheme="minorHAnsi" w:cstheme="minorHAnsi"/>
                <w:sz w:val="22"/>
                <w:szCs w:val="22"/>
              </w:rPr>
              <w:t xml:space="preserve"> 3042</w:t>
            </w:r>
          </w:p>
          <w:p w:rsidR="008F5790" w:rsidRDefault="008F5790" w:rsidP="008F579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Ph</w:t>
            </w:r>
            <w:proofErr w:type="spellEnd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 xml:space="preserve"> 345-6627</w:t>
            </w:r>
          </w:p>
        </w:tc>
      </w:tr>
      <w:tr w:rsidR="008F5790" w:rsidRPr="00923E85" w:rsidTr="003465EC">
        <w:tc>
          <w:tcPr>
            <w:tcW w:w="29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790" w:rsidRPr="00C83DDA" w:rsidRDefault="008F5790" w:rsidP="0079760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Three Lakes Clinic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790" w:rsidRDefault="008F5790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Cate Mills</w:t>
            </w:r>
          </w:p>
          <w:p w:rsidR="008F5790" w:rsidRDefault="008F5790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Katie Snyman</w:t>
            </w:r>
          </w:p>
          <w:p w:rsidR="008F5790" w:rsidRPr="00923E85" w:rsidRDefault="008F5790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Annie Walden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790" w:rsidRDefault="008F5790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1131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Pukaki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St</w:t>
            </w:r>
          </w:p>
          <w:p w:rsidR="008F5790" w:rsidRDefault="00060BBC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Rotorua</w:t>
            </w:r>
            <w:r w:rsidR="007E6EE1">
              <w:rPr>
                <w:rFonts w:asciiTheme="minorHAnsi" w:hAnsiTheme="minorHAnsi" w:cstheme="minorHAnsi"/>
                <w:sz w:val="22"/>
                <w:szCs w:val="22"/>
              </w:rPr>
              <w:t xml:space="preserve"> 3010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8F5790">
              <w:rPr>
                <w:rFonts w:asciiTheme="minorHAnsi" w:hAnsiTheme="minorHAnsi" w:cstheme="minorHAnsi"/>
                <w:sz w:val="22"/>
                <w:szCs w:val="22"/>
              </w:rPr>
              <w:t>Ph</w:t>
            </w:r>
            <w:proofErr w:type="spellEnd"/>
            <w:r w:rsidR="008F5790">
              <w:rPr>
                <w:rFonts w:asciiTheme="minorHAnsi" w:hAnsiTheme="minorHAnsi" w:cstheme="minorHAnsi"/>
                <w:sz w:val="22"/>
                <w:szCs w:val="22"/>
              </w:rPr>
              <w:t xml:space="preserve"> 346-1333</w:t>
            </w:r>
          </w:p>
          <w:p w:rsidR="008F5790" w:rsidRPr="00923E85" w:rsidRDefault="008F5790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5790" w:rsidRPr="00923E85" w:rsidTr="003465EC">
        <w:tc>
          <w:tcPr>
            <w:tcW w:w="29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790" w:rsidRPr="00C83DDA" w:rsidRDefault="003465EC" w:rsidP="0086645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Tiaho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Medical centre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790" w:rsidRPr="00923E85" w:rsidRDefault="003465EC" w:rsidP="0086645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Grace Malcolm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5EC" w:rsidRDefault="003465EC" w:rsidP="003465EC">
            <w:r>
              <w:t xml:space="preserve">553 Te </w:t>
            </w:r>
            <w:proofErr w:type="spellStart"/>
            <w:r>
              <w:t>Ngae</w:t>
            </w:r>
            <w:proofErr w:type="spellEnd"/>
            <w:r>
              <w:t xml:space="preserve"> Road, </w:t>
            </w:r>
            <w:proofErr w:type="spellStart"/>
            <w:r>
              <w:t>Owhata</w:t>
            </w:r>
            <w:proofErr w:type="spellEnd"/>
            <w:r>
              <w:t>, Rotorua.</w:t>
            </w:r>
          </w:p>
          <w:p w:rsidR="003465EC" w:rsidRDefault="003465EC" w:rsidP="003465EC">
            <w:r>
              <w:t>Phone 282 2909</w:t>
            </w:r>
          </w:p>
          <w:p w:rsidR="003465EC" w:rsidRDefault="003465EC" w:rsidP="003465EC">
            <w:r>
              <w:t xml:space="preserve">Fax 282 2908 </w:t>
            </w:r>
          </w:p>
          <w:p w:rsidR="008F5790" w:rsidRPr="00923E85" w:rsidRDefault="008F5790" w:rsidP="007E6EE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65EC" w:rsidRPr="00923E85" w:rsidTr="003465EC">
        <w:tc>
          <w:tcPr>
            <w:tcW w:w="29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5EC" w:rsidRPr="00C83DDA" w:rsidRDefault="003465EC" w:rsidP="003465E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Westbrook- see </w:t>
            </w: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Ruatahi</w:t>
            </w:r>
            <w:proofErr w:type="spellEnd"/>
          </w:p>
        </w:tc>
        <w:tc>
          <w:tcPr>
            <w:tcW w:w="2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5EC" w:rsidRPr="00923E85" w:rsidRDefault="003465EC" w:rsidP="008271A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5EC" w:rsidRPr="00923E85" w:rsidRDefault="003465EC" w:rsidP="008271A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65EC" w:rsidRPr="00923E85" w:rsidTr="003465EC">
        <w:tc>
          <w:tcPr>
            <w:tcW w:w="29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5EC" w:rsidRPr="00C83DDA" w:rsidRDefault="003465EC" w:rsidP="003465E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C83DDA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Westend</w:t>
            </w:r>
            <w:proofErr w:type="spellEnd"/>
            <w:r w:rsidRPr="00C83DD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Medical Centre</w:t>
            </w:r>
          </w:p>
          <w:p w:rsidR="003465EC" w:rsidRPr="00C83DDA" w:rsidRDefault="003465EC" w:rsidP="003465E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C83DDA">
              <w:rPr>
                <w:rFonts w:asciiTheme="minorHAnsi" w:hAnsiTheme="minorHAnsi" w:cstheme="minorHAnsi"/>
                <w:b/>
                <w:sz w:val="22"/>
                <w:szCs w:val="22"/>
              </w:rPr>
              <w:t>Willcare</w:t>
            </w:r>
            <w:proofErr w:type="spellEnd"/>
            <w:r w:rsidRPr="00C83DD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Health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5EC" w:rsidRDefault="003465EC" w:rsidP="008271A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Stuart Williams</w:t>
            </w:r>
          </w:p>
          <w:p w:rsidR="003465EC" w:rsidRPr="00923E85" w:rsidRDefault="003465EC" w:rsidP="008271A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Lisa Cameron</w:t>
            </w:r>
          </w:p>
          <w:p w:rsidR="003465EC" w:rsidRPr="00923E85" w:rsidRDefault="003465EC" w:rsidP="008271A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Christine Ware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5EC" w:rsidRDefault="003465EC" w:rsidP="008271A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227 Old Taupo Road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Hillcrest, </w:t>
            </w:r>
          </w:p>
          <w:p w:rsidR="003465EC" w:rsidRPr="00923E85" w:rsidRDefault="003465EC" w:rsidP="008271A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Rotorua 3015</w:t>
            </w:r>
          </w:p>
          <w:p w:rsidR="003465EC" w:rsidRDefault="003465EC" w:rsidP="008271A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</w:t>
            </w: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 xml:space="preserve"> Box 5007Rotorua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West 3044 </w:t>
            </w:r>
          </w:p>
          <w:p w:rsidR="003465EC" w:rsidRDefault="003465EC" w:rsidP="008271A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Ph</w:t>
            </w:r>
            <w:proofErr w:type="spellEnd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 xml:space="preserve"> 350 1193</w:t>
            </w:r>
          </w:p>
          <w:p w:rsidR="003465EC" w:rsidRPr="00923E85" w:rsidRDefault="003465EC" w:rsidP="008271A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65EC" w:rsidRPr="00923E85" w:rsidTr="003465EC">
        <w:tc>
          <w:tcPr>
            <w:tcW w:w="29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5EC" w:rsidRPr="00C83DDA" w:rsidRDefault="003465EC" w:rsidP="0079760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83DDA">
              <w:rPr>
                <w:rFonts w:asciiTheme="minorHAnsi" w:hAnsiTheme="minorHAnsi" w:cstheme="minorHAnsi"/>
                <w:b/>
                <w:sz w:val="22"/>
                <w:szCs w:val="22"/>
              </w:rPr>
              <w:t>Western Heights Health Centre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5EC" w:rsidRPr="00923E85" w:rsidRDefault="003465EC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Alastair Mclean</w:t>
            </w:r>
          </w:p>
          <w:p w:rsidR="003465EC" w:rsidRPr="004015C7" w:rsidRDefault="003465EC" w:rsidP="00CD426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 xml:space="preserve">Julie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Iversen</w:t>
            </w:r>
            <w:proofErr w:type="spellEnd"/>
            <w:r w:rsidRPr="00923E85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Jo Meyers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5EC" w:rsidRPr="00923E85" w:rsidRDefault="003465EC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 xml:space="preserve">1 </w:t>
            </w:r>
            <w:proofErr w:type="spellStart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Brookland</w:t>
            </w:r>
            <w:proofErr w:type="spellEnd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 xml:space="preserve"> Road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Western Heights, 3015 </w:t>
            </w: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Rotorua</w:t>
            </w:r>
          </w:p>
          <w:p w:rsidR="003465EC" w:rsidRDefault="003465EC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Ph</w:t>
            </w:r>
            <w:proofErr w:type="spellEnd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 xml:space="preserve"> 347 0565</w:t>
            </w:r>
          </w:p>
          <w:p w:rsidR="003465EC" w:rsidRPr="00923E85" w:rsidRDefault="003465EC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65EC" w:rsidRPr="00923E85" w:rsidTr="003465EC">
        <w:tc>
          <w:tcPr>
            <w:tcW w:w="29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5EC" w:rsidRPr="00C83DDA" w:rsidRDefault="003465EC" w:rsidP="0079760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83DD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Youth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H</w:t>
            </w:r>
            <w:r w:rsidRPr="00C83DD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ealth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</w:t>
            </w:r>
            <w:r w:rsidRPr="00C83DDA">
              <w:rPr>
                <w:rFonts w:asciiTheme="minorHAnsi" w:hAnsiTheme="minorHAnsi" w:cstheme="minorHAnsi"/>
                <w:b/>
                <w:sz w:val="22"/>
                <w:szCs w:val="22"/>
              </w:rPr>
              <w:t>linics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5EC" w:rsidRDefault="003465EC" w:rsidP="0086645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Tania Pinfold</w:t>
            </w:r>
          </w:p>
          <w:p w:rsidR="003465EC" w:rsidRDefault="003465EC" w:rsidP="0086645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Nancy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Broomer</w:t>
            </w:r>
            <w:proofErr w:type="spellEnd"/>
          </w:p>
          <w:p w:rsidR="003465EC" w:rsidRDefault="003465EC" w:rsidP="0086645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Emma Yates</w:t>
            </w:r>
          </w:p>
          <w:p w:rsidR="003465EC" w:rsidRPr="00923E85" w:rsidRDefault="003465EC" w:rsidP="0086645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5EC" w:rsidRPr="00923E85" w:rsidRDefault="003465EC" w:rsidP="0086645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 xml:space="preserve">6 Te </w:t>
            </w:r>
            <w:proofErr w:type="spellStart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Ngae</w:t>
            </w:r>
            <w:proofErr w:type="spellEnd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 xml:space="preserve"> Road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Rotorua 3010</w:t>
            </w:r>
          </w:p>
          <w:p w:rsidR="003465EC" w:rsidRPr="00923E85" w:rsidRDefault="003465EC" w:rsidP="00866455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proofErr w:type="spellStart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Ph</w:t>
            </w:r>
            <w:proofErr w:type="spellEnd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 xml:space="preserve"> 343-1013</w:t>
            </w:r>
          </w:p>
        </w:tc>
      </w:tr>
      <w:tr w:rsidR="003465EC" w:rsidRPr="00923E85" w:rsidTr="003465EC">
        <w:tc>
          <w:tcPr>
            <w:tcW w:w="29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5EC" w:rsidRPr="00C83DDA" w:rsidRDefault="003465EC" w:rsidP="0079760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C83DDA">
              <w:rPr>
                <w:rFonts w:asciiTheme="minorHAnsi" w:hAnsiTheme="minorHAnsi" w:cstheme="minorHAnsi"/>
                <w:b/>
                <w:sz w:val="22"/>
                <w:szCs w:val="22"/>
              </w:rPr>
              <w:t>Murupara</w:t>
            </w:r>
            <w:proofErr w:type="spellEnd"/>
          </w:p>
        </w:tc>
        <w:tc>
          <w:tcPr>
            <w:tcW w:w="2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5EC" w:rsidRPr="00923E85" w:rsidRDefault="003465EC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Bernard Conlon</w:t>
            </w:r>
          </w:p>
          <w:p w:rsidR="003465EC" w:rsidRPr="00923E85" w:rsidRDefault="003465EC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 xml:space="preserve">Britta </w:t>
            </w:r>
            <w:proofErr w:type="spellStart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Noske</w:t>
            </w:r>
            <w:proofErr w:type="spellEnd"/>
          </w:p>
          <w:p w:rsidR="003465EC" w:rsidRDefault="003465EC" w:rsidP="00FD64D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Gunnawan</w:t>
            </w:r>
            <w:proofErr w:type="spellEnd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Setiadarma</w:t>
            </w:r>
            <w:proofErr w:type="spellEnd"/>
          </w:p>
          <w:p w:rsidR="003465EC" w:rsidRPr="00923E85" w:rsidRDefault="003465EC" w:rsidP="00FD64D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Erin Turner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5EC" w:rsidRPr="00923E85" w:rsidRDefault="003465EC" w:rsidP="0079760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27 </w:t>
            </w:r>
            <w:proofErr w:type="spellStart"/>
            <w:r w:rsidRPr="00923E8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Kowhai</w:t>
            </w:r>
            <w:proofErr w:type="spellEnd"/>
            <w:r w:rsidRPr="00923E8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Avenue</w:t>
            </w:r>
            <w:r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Murupara</w:t>
            </w:r>
            <w:proofErr w:type="spellEnd"/>
          </w:p>
          <w:p w:rsidR="003465EC" w:rsidRPr="00923E85" w:rsidRDefault="003465EC" w:rsidP="0079760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PO</w:t>
            </w:r>
            <w:r w:rsidRPr="00923E8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B</w:t>
            </w:r>
            <w:r w:rsidRPr="00923E8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ox 35</w:t>
            </w:r>
          </w:p>
          <w:p w:rsidR="003465EC" w:rsidRPr="00923E85" w:rsidRDefault="003465EC" w:rsidP="0079760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proofErr w:type="spellStart"/>
            <w:r w:rsidRPr="00923E8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Murupara</w:t>
            </w:r>
            <w:proofErr w:type="spellEnd"/>
            <w:r w:rsidRPr="00923E8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3025</w:t>
            </w:r>
          </w:p>
          <w:p w:rsidR="003465EC" w:rsidRDefault="003465EC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Ph</w:t>
            </w:r>
            <w:proofErr w:type="spellEnd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 xml:space="preserve"> 366-5555</w:t>
            </w:r>
          </w:p>
          <w:p w:rsidR="003465EC" w:rsidRPr="00923E85" w:rsidRDefault="003465EC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65EC" w:rsidRPr="00A46C5C" w:rsidTr="003465EC">
        <w:tc>
          <w:tcPr>
            <w:tcW w:w="90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5EC" w:rsidRPr="00A46C5C" w:rsidRDefault="003465EC" w:rsidP="00A46C5C">
            <w:pPr>
              <w:spacing w:line="480" w:lineRule="auto"/>
              <w:jc w:val="center"/>
              <w:rPr>
                <w:rFonts w:asciiTheme="minorHAnsi" w:hAnsiTheme="minorHAnsi" w:cstheme="minorHAnsi"/>
                <w:color w:val="FFFFFF" w:themeColor="background1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Pr="00A46C5C">
              <w:rPr>
                <w:rStyle w:val="Strong"/>
                <w:rFonts w:asciiTheme="minorHAnsi" w:hAnsiTheme="minorHAnsi" w:cstheme="minorHAnsi"/>
                <w:color w:val="FFFFFF" w:themeColor="background1"/>
                <w:szCs w:val="22"/>
              </w:rPr>
              <w:t xml:space="preserve">Taupo, </w:t>
            </w:r>
            <w:proofErr w:type="spellStart"/>
            <w:r w:rsidRPr="00A46C5C">
              <w:rPr>
                <w:rStyle w:val="Strong"/>
                <w:rFonts w:asciiTheme="minorHAnsi" w:hAnsiTheme="minorHAnsi" w:cstheme="minorHAnsi"/>
                <w:color w:val="FFFFFF" w:themeColor="background1"/>
                <w:szCs w:val="22"/>
              </w:rPr>
              <w:t>Turangi</w:t>
            </w:r>
            <w:proofErr w:type="spellEnd"/>
            <w:r w:rsidRPr="00A46C5C">
              <w:rPr>
                <w:rStyle w:val="Strong"/>
                <w:rFonts w:asciiTheme="minorHAnsi" w:hAnsiTheme="minorHAnsi" w:cstheme="minorHAnsi"/>
                <w:color w:val="FFFFFF" w:themeColor="background1"/>
                <w:szCs w:val="22"/>
              </w:rPr>
              <w:t xml:space="preserve"> and </w:t>
            </w:r>
            <w:proofErr w:type="spellStart"/>
            <w:r w:rsidRPr="00A46C5C">
              <w:rPr>
                <w:rStyle w:val="Strong"/>
                <w:rFonts w:asciiTheme="minorHAnsi" w:hAnsiTheme="minorHAnsi" w:cstheme="minorHAnsi"/>
                <w:color w:val="FFFFFF" w:themeColor="background1"/>
                <w:szCs w:val="22"/>
              </w:rPr>
              <w:t>Mangakino</w:t>
            </w:r>
            <w:proofErr w:type="spellEnd"/>
          </w:p>
        </w:tc>
      </w:tr>
      <w:tr w:rsidR="003465EC" w:rsidRPr="00923E85" w:rsidTr="003465EC">
        <w:tc>
          <w:tcPr>
            <w:tcW w:w="29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5EC" w:rsidRPr="00923E85" w:rsidRDefault="003465EC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Pihanga</w:t>
            </w:r>
            <w:proofErr w:type="spellEnd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 xml:space="preserve"> Health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5EC" w:rsidRDefault="003465EC" w:rsidP="004640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Rene Lenoir</w:t>
            </w:r>
          </w:p>
          <w:p w:rsidR="003465EC" w:rsidRDefault="003465EC" w:rsidP="004640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Kitty van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Bekkum</w:t>
            </w:r>
            <w:proofErr w:type="spellEnd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23E85">
              <w:rPr>
                <w:rFonts w:asciiTheme="minorHAnsi" w:hAnsiTheme="minorHAnsi" w:cstheme="minorHAnsi"/>
                <w:b/>
                <w:sz w:val="22"/>
                <w:szCs w:val="22"/>
              </w:rPr>
              <w:t>Locum</w:t>
            </w:r>
          </w:p>
          <w:p w:rsidR="003465EC" w:rsidRPr="00923E85" w:rsidRDefault="003465EC" w:rsidP="004640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Klaas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de Jong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5EC" w:rsidRPr="00923E85" w:rsidRDefault="003465EC" w:rsidP="0079760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28</w:t>
            </w:r>
            <w:r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Te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Rangit</w:t>
            </w:r>
            <w:r w:rsidRPr="00923E8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autahanga</w:t>
            </w:r>
            <w:proofErr w:type="spellEnd"/>
            <w:r w:rsidRPr="00923E8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Rd</w:t>
            </w:r>
            <w:r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Turangi</w:t>
            </w:r>
            <w:proofErr w:type="spellEnd"/>
          </w:p>
          <w:p w:rsidR="003465EC" w:rsidRPr="00923E85" w:rsidRDefault="003465EC" w:rsidP="0079760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PO Box 58</w:t>
            </w:r>
          </w:p>
          <w:p w:rsidR="003465EC" w:rsidRPr="00923E85" w:rsidRDefault="003465EC" w:rsidP="003465EC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proofErr w:type="spellStart"/>
            <w:r w:rsidRPr="00923E8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Turangi</w:t>
            </w:r>
            <w:proofErr w:type="spellEnd"/>
            <w:r w:rsidRPr="00923E8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3353 </w:t>
            </w:r>
            <w:r w:rsidRPr="00923E8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07 384 7576</w:t>
            </w:r>
          </w:p>
        </w:tc>
      </w:tr>
      <w:tr w:rsidR="003465EC" w:rsidRPr="00923E85" w:rsidTr="003465EC">
        <w:tc>
          <w:tcPr>
            <w:tcW w:w="29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5EC" w:rsidRPr="00923E85" w:rsidRDefault="003465EC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Taupo Health Centre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5EC" w:rsidRPr="00923E85" w:rsidRDefault="003465EC" w:rsidP="00DA34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 xml:space="preserve">Peter </w:t>
            </w:r>
            <w:proofErr w:type="spellStart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Fleischl</w:t>
            </w:r>
            <w:proofErr w:type="spellEnd"/>
          </w:p>
          <w:p w:rsidR="003465EC" w:rsidRDefault="003465EC" w:rsidP="00DA34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Andrew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Collings</w:t>
            </w:r>
            <w:proofErr w:type="spellEnd"/>
          </w:p>
          <w:p w:rsidR="003465EC" w:rsidRPr="00923E85" w:rsidRDefault="003465EC" w:rsidP="00DA34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Gillian Tate</w:t>
            </w:r>
          </w:p>
          <w:p w:rsidR="003465EC" w:rsidRPr="00923E85" w:rsidRDefault="003465EC" w:rsidP="00DA34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Tim Coulter</w:t>
            </w:r>
          </w:p>
          <w:p w:rsidR="003465EC" w:rsidRPr="00923E85" w:rsidRDefault="003465EC" w:rsidP="00DA34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Natalie Clarke</w:t>
            </w:r>
          </w:p>
          <w:p w:rsidR="003465EC" w:rsidRDefault="003465EC" w:rsidP="00DA345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Locum</w:t>
            </w:r>
          </w:p>
          <w:p w:rsidR="003465EC" w:rsidRPr="0087149E" w:rsidRDefault="003465EC" w:rsidP="00DA34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149E">
              <w:rPr>
                <w:rFonts w:asciiTheme="minorHAnsi" w:hAnsiTheme="minorHAnsi" w:cstheme="minorHAnsi"/>
                <w:sz w:val="22"/>
                <w:szCs w:val="22"/>
              </w:rPr>
              <w:t>Bronwen Thomas</w:t>
            </w:r>
          </w:p>
          <w:p w:rsidR="003465EC" w:rsidRDefault="003465EC" w:rsidP="00DA34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Katrina Warner</w:t>
            </w:r>
          </w:p>
          <w:p w:rsidR="003465EC" w:rsidRPr="004E1C66" w:rsidRDefault="003465EC" w:rsidP="008714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E1C66">
              <w:rPr>
                <w:rFonts w:asciiTheme="minorHAnsi" w:hAnsiTheme="minorHAnsi" w:cstheme="minorHAnsi"/>
                <w:sz w:val="22"/>
                <w:szCs w:val="22"/>
              </w:rPr>
              <w:t>Tesa</w:t>
            </w:r>
            <w:proofErr w:type="spellEnd"/>
            <w:r w:rsidRPr="004E1C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E1C66">
              <w:rPr>
                <w:rFonts w:asciiTheme="minorHAnsi" w:hAnsiTheme="minorHAnsi" w:cstheme="minorHAnsi"/>
                <w:sz w:val="22"/>
                <w:szCs w:val="22"/>
              </w:rPr>
              <w:t>Meihana</w:t>
            </w:r>
            <w:proofErr w:type="spellEnd"/>
            <w:r w:rsidRPr="004E1C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5EC" w:rsidRPr="00923E85" w:rsidRDefault="003465EC" w:rsidP="00797607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113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Heuheu</w:t>
            </w:r>
            <w:proofErr w:type="spellEnd"/>
            <w:r w:rsidRPr="00923E8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St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, Taupo 3330</w:t>
            </w:r>
          </w:p>
          <w:p w:rsidR="003465EC" w:rsidRPr="00923E85" w:rsidRDefault="003465EC" w:rsidP="00797607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PO Box</w:t>
            </w:r>
            <w:r w:rsidRPr="00923E8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747</w:t>
            </w:r>
          </w:p>
          <w:p w:rsidR="003465EC" w:rsidRPr="00923E85" w:rsidRDefault="003465EC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aupo 3351</w:t>
            </w:r>
          </w:p>
          <w:p w:rsidR="003465EC" w:rsidRPr="00923E85" w:rsidRDefault="003465EC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3465EC" w:rsidRPr="00923E85" w:rsidRDefault="003465EC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3465EC" w:rsidRPr="00923E85" w:rsidRDefault="003465EC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378 7060</w:t>
            </w:r>
          </w:p>
        </w:tc>
      </w:tr>
      <w:tr w:rsidR="003465EC" w:rsidRPr="00923E85" w:rsidTr="003465EC">
        <w:tc>
          <w:tcPr>
            <w:tcW w:w="29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5EC" w:rsidRPr="00923E85" w:rsidRDefault="003465EC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Taupo Medical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5EC" w:rsidRPr="00923E85" w:rsidRDefault="003465EC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 xml:space="preserve">Peter </w:t>
            </w:r>
            <w:proofErr w:type="spellStart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Battersby</w:t>
            </w:r>
            <w:proofErr w:type="spellEnd"/>
          </w:p>
          <w:p w:rsidR="003465EC" w:rsidRPr="00923E85" w:rsidRDefault="003465EC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Glen Davies</w:t>
            </w:r>
          </w:p>
          <w:p w:rsidR="003465EC" w:rsidRPr="00923E85" w:rsidRDefault="003465EC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Alistair Fraser</w:t>
            </w:r>
          </w:p>
          <w:p w:rsidR="003465EC" w:rsidRPr="00923E85" w:rsidRDefault="003465EC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 xml:space="preserve">Graham </w:t>
            </w:r>
            <w:proofErr w:type="spellStart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Urie</w:t>
            </w:r>
            <w:proofErr w:type="spellEnd"/>
          </w:p>
          <w:p w:rsidR="003465EC" w:rsidRDefault="003465EC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Giles Turner</w:t>
            </w:r>
          </w:p>
          <w:p w:rsidR="003465EC" w:rsidRDefault="003465EC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Vanda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Nobre</w:t>
            </w:r>
            <w:proofErr w:type="spellEnd"/>
          </w:p>
          <w:p w:rsidR="003465EC" w:rsidRDefault="003465EC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John Lufkin</w:t>
            </w:r>
          </w:p>
          <w:p w:rsidR="003465EC" w:rsidRPr="00FA2B12" w:rsidRDefault="003465EC" w:rsidP="0079760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A2B12">
              <w:rPr>
                <w:rFonts w:asciiTheme="minorHAnsi" w:hAnsiTheme="minorHAnsi" w:cstheme="minorHAnsi"/>
                <w:b/>
                <w:sz w:val="22"/>
                <w:szCs w:val="22"/>
              </w:rPr>
              <w:t>Locum</w:t>
            </w:r>
          </w:p>
          <w:p w:rsidR="003465EC" w:rsidRPr="00EE0CF7" w:rsidRDefault="003465EC" w:rsidP="00776102">
            <w:pPr>
              <w:rPr>
                <w:rFonts w:asciiTheme="minorHAnsi" w:hAnsiTheme="minorHAnsi" w:cstheme="minorHAnsi"/>
              </w:rPr>
            </w:pPr>
            <w:r w:rsidRPr="00EE0CF7">
              <w:rPr>
                <w:rFonts w:asciiTheme="minorHAnsi" w:hAnsiTheme="minorHAnsi" w:cstheme="minorHAnsi"/>
              </w:rPr>
              <w:t>Lisa Hall (April 2018)</w:t>
            </w:r>
          </w:p>
          <w:p w:rsidR="003465EC" w:rsidRPr="00EE0CF7" w:rsidRDefault="003465EC" w:rsidP="00776102">
            <w:pPr>
              <w:rPr>
                <w:rFonts w:asciiTheme="minorHAnsi" w:hAnsiTheme="minorHAnsi" w:cstheme="minorHAnsi"/>
              </w:rPr>
            </w:pPr>
            <w:r w:rsidRPr="00EE0CF7">
              <w:rPr>
                <w:rFonts w:asciiTheme="minorHAnsi" w:hAnsiTheme="minorHAnsi" w:cstheme="minorHAnsi"/>
              </w:rPr>
              <w:t>John Chico (march 2018)</w:t>
            </w:r>
          </w:p>
          <w:p w:rsidR="003465EC" w:rsidRPr="004015C7" w:rsidRDefault="003465EC" w:rsidP="003F3A79">
            <w:r w:rsidRPr="00EE0CF7">
              <w:rPr>
                <w:rFonts w:asciiTheme="minorHAnsi" w:hAnsiTheme="minorHAnsi" w:cstheme="minorHAnsi"/>
              </w:rPr>
              <w:t>Rita Middleton (</w:t>
            </w:r>
            <w:r>
              <w:rPr>
                <w:rFonts w:asciiTheme="minorHAnsi" w:hAnsiTheme="minorHAnsi" w:cstheme="minorHAnsi"/>
              </w:rPr>
              <w:t xml:space="preserve">Dec </w:t>
            </w:r>
            <w:r w:rsidRPr="00EE0CF7">
              <w:rPr>
                <w:rFonts w:asciiTheme="minorHAnsi" w:hAnsiTheme="minorHAnsi" w:cstheme="minorHAnsi"/>
              </w:rPr>
              <w:t>2017)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5EC" w:rsidRPr="00923E85" w:rsidRDefault="003465EC" w:rsidP="0079760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117 Heu </w:t>
            </w:r>
            <w:proofErr w:type="spellStart"/>
            <w:r w:rsidRPr="00923E8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Heu</w:t>
            </w:r>
            <w:proofErr w:type="spellEnd"/>
            <w:r w:rsidRPr="00923E8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St</w:t>
            </w:r>
            <w:r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, Taupo 3330</w:t>
            </w:r>
          </w:p>
          <w:p w:rsidR="003465EC" w:rsidRPr="00923E85" w:rsidRDefault="003465EC" w:rsidP="0079760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PO Box 242 </w:t>
            </w:r>
          </w:p>
          <w:p w:rsidR="003465EC" w:rsidRPr="00923E85" w:rsidRDefault="003465EC" w:rsidP="0079760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Taupo</w:t>
            </w:r>
            <w:r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3351</w:t>
            </w:r>
          </w:p>
          <w:p w:rsidR="003465EC" w:rsidRPr="00923E85" w:rsidRDefault="003465EC" w:rsidP="0079760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 </w:t>
            </w:r>
          </w:p>
          <w:p w:rsidR="003465EC" w:rsidRPr="00923E85" w:rsidRDefault="003465EC" w:rsidP="0079760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 </w:t>
            </w:r>
          </w:p>
          <w:p w:rsidR="003465EC" w:rsidRPr="00923E85" w:rsidRDefault="003465EC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07 378 4080</w:t>
            </w:r>
          </w:p>
        </w:tc>
      </w:tr>
      <w:tr w:rsidR="003465EC" w:rsidRPr="00923E85" w:rsidTr="003465EC">
        <w:tc>
          <w:tcPr>
            <w:tcW w:w="29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5EC" w:rsidRPr="00923E85" w:rsidRDefault="003465EC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The Lake Surgery Taupo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5EC" w:rsidRPr="00923E85" w:rsidRDefault="003465EC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 xml:space="preserve">Mike </w:t>
            </w:r>
            <w:proofErr w:type="spellStart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Tombleson</w:t>
            </w:r>
            <w:proofErr w:type="spellEnd"/>
          </w:p>
          <w:p w:rsidR="003465EC" w:rsidRPr="00923E85" w:rsidRDefault="003465EC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Debbie Hughes</w:t>
            </w:r>
          </w:p>
          <w:p w:rsidR="003465EC" w:rsidRDefault="003465EC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Nola Cowan</w:t>
            </w:r>
          </w:p>
          <w:p w:rsidR="003465EC" w:rsidRPr="00923E85" w:rsidRDefault="003465EC" w:rsidP="00AE54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Lorraine Brooking</w:t>
            </w: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5EC" w:rsidRPr="00923E85" w:rsidRDefault="003465EC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 xml:space="preserve">109 </w:t>
            </w:r>
            <w:proofErr w:type="spellStart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Tongariro</w:t>
            </w:r>
            <w:proofErr w:type="spellEnd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 xml:space="preserve"> 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Taupo 3330</w:t>
            </w:r>
          </w:p>
          <w:p w:rsidR="003465EC" w:rsidRPr="00923E85" w:rsidRDefault="003465EC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PO Box 53</w:t>
            </w:r>
          </w:p>
          <w:p w:rsidR="003465EC" w:rsidRPr="00923E85" w:rsidRDefault="003465EC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Taupo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3351</w:t>
            </w:r>
          </w:p>
          <w:p w:rsidR="003465EC" w:rsidRPr="00923E85" w:rsidRDefault="003465EC" w:rsidP="003465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07 378 6294</w:t>
            </w:r>
          </w:p>
        </w:tc>
      </w:tr>
      <w:tr w:rsidR="003465EC" w:rsidRPr="00923E85" w:rsidTr="003465EC">
        <w:tc>
          <w:tcPr>
            <w:tcW w:w="29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5EC" w:rsidRPr="00923E85" w:rsidRDefault="003465EC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Mangakino</w:t>
            </w:r>
            <w:proofErr w:type="spellEnd"/>
            <w:r w:rsidRPr="00923E85">
              <w:rPr>
                <w:rFonts w:asciiTheme="minorHAnsi" w:hAnsiTheme="minorHAnsi" w:cstheme="minorHAnsi"/>
                <w:sz w:val="22"/>
                <w:szCs w:val="22"/>
              </w:rPr>
              <w:t xml:space="preserve"> Health Service LTD</w:t>
            </w:r>
          </w:p>
        </w:tc>
        <w:tc>
          <w:tcPr>
            <w:tcW w:w="29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5EC" w:rsidRDefault="003465EC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</w:rPr>
              <w:t>Mark Lockwood</w:t>
            </w:r>
          </w:p>
          <w:p w:rsidR="003465EC" w:rsidRDefault="003465EC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465EC" w:rsidRDefault="003465EC" w:rsidP="0079760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Locum</w:t>
            </w:r>
          </w:p>
          <w:p w:rsidR="003465EC" w:rsidRPr="00AE5472" w:rsidRDefault="003465EC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Hiliary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Wilson</w:t>
            </w:r>
          </w:p>
        </w:tc>
        <w:tc>
          <w:tcPr>
            <w:tcW w:w="31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5EC" w:rsidRPr="00923E85" w:rsidRDefault="003465EC" w:rsidP="0079760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proofErr w:type="spellStart"/>
            <w:r w:rsidRPr="00923E8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Rangatira</w:t>
            </w:r>
            <w:proofErr w:type="spellEnd"/>
            <w:r w:rsidRPr="00923E8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Dr</w:t>
            </w:r>
            <w:r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Mangakino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</w:p>
          <w:p w:rsidR="003465EC" w:rsidRPr="00923E85" w:rsidRDefault="003465EC" w:rsidP="0079760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PO Box 11</w:t>
            </w:r>
          </w:p>
          <w:p w:rsidR="003465EC" w:rsidRPr="00923E85" w:rsidRDefault="003465EC" w:rsidP="0079760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proofErr w:type="spellStart"/>
            <w:r w:rsidRPr="00923E8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Mangakino</w:t>
            </w:r>
            <w:proofErr w:type="spellEnd"/>
            <w:r w:rsidRPr="00923E8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3445</w:t>
            </w:r>
          </w:p>
          <w:p w:rsidR="003465EC" w:rsidRPr="00923E85" w:rsidRDefault="003465EC" w:rsidP="00AE5472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923E8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07 882 8299</w:t>
            </w:r>
          </w:p>
        </w:tc>
      </w:tr>
      <w:tr w:rsidR="003465EC" w:rsidRPr="00923E85" w:rsidTr="003465EC">
        <w:tc>
          <w:tcPr>
            <w:tcW w:w="29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5EC" w:rsidRPr="00923E85" w:rsidRDefault="003465EC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5EC" w:rsidRPr="00923E85" w:rsidRDefault="003465EC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5EC" w:rsidRPr="00923E85" w:rsidRDefault="003465EC" w:rsidP="0079760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Fax 07 8828804</w:t>
            </w:r>
          </w:p>
        </w:tc>
      </w:tr>
      <w:tr w:rsidR="003465EC" w:rsidRPr="00923E85" w:rsidTr="003465EC">
        <w:tblPrEx>
          <w:tblLook w:val="0400" w:firstRow="0" w:lastRow="0" w:firstColumn="0" w:lastColumn="0" w:noHBand="0" w:noVBand="1"/>
        </w:tblPrEx>
        <w:trPr>
          <w:tblHeader/>
        </w:trPr>
        <w:tc>
          <w:tcPr>
            <w:tcW w:w="2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5EC" w:rsidRPr="003E5F72" w:rsidRDefault="003465EC" w:rsidP="003E5F7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5EC" w:rsidRPr="003E5F72" w:rsidRDefault="003465EC" w:rsidP="003E5F72">
            <w:pPr>
              <w:jc w:val="center"/>
              <w:rPr>
                <w:rStyle w:val="Strong"/>
                <w:rFonts w:asciiTheme="minorHAnsi" w:hAnsiTheme="minorHAnsi" w:cstheme="minorHAnsi"/>
              </w:rPr>
            </w:pPr>
            <w:proofErr w:type="spellStart"/>
            <w:r w:rsidRPr="003E5F72">
              <w:rPr>
                <w:rStyle w:val="Strong"/>
                <w:rFonts w:asciiTheme="minorHAnsi" w:hAnsiTheme="minorHAnsi" w:cstheme="minorHAnsi"/>
                <w:highlight w:val="black"/>
              </w:rPr>
              <w:t>Tokoroa</w:t>
            </w:r>
            <w:proofErr w:type="spellEnd"/>
            <w:r>
              <w:rPr>
                <w:rStyle w:val="Strong"/>
                <w:rFonts w:asciiTheme="minorHAnsi" w:hAnsiTheme="minorHAnsi" w:cstheme="minorHAnsi"/>
              </w:rPr>
              <w:t xml:space="preserve"> &amp; </w:t>
            </w:r>
            <w:proofErr w:type="spellStart"/>
            <w:r>
              <w:rPr>
                <w:rStyle w:val="Strong"/>
                <w:rFonts w:asciiTheme="minorHAnsi" w:hAnsiTheme="minorHAnsi" w:cstheme="minorHAnsi"/>
              </w:rPr>
              <w:t>Putaruru</w:t>
            </w:r>
            <w:proofErr w:type="spellEnd"/>
          </w:p>
        </w:tc>
        <w:tc>
          <w:tcPr>
            <w:tcW w:w="31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5EC" w:rsidRPr="003E5F72" w:rsidRDefault="003465EC" w:rsidP="00C11901">
            <w:pPr>
              <w:rPr>
                <w:rFonts w:asciiTheme="minorHAnsi" w:hAnsiTheme="minorHAnsi" w:cstheme="minorHAnsi"/>
              </w:rPr>
            </w:pPr>
          </w:p>
        </w:tc>
      </w:tr>
      <w:tr w:rsidR="003465EC" w:rsidRPr="00923E85" w:rsidTr="003465EC">
        <w:tblPrEx>
          <w:tblLook w:val="0400" w:firstRow="0" w:lastRow="0" w:firstColumn="0" w:lastColumn="0" w:noHBand="0" w:noVBand="1"/>
        </w:tblPrEx>
        <w:trPr>
          <w:tblHeader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5EC" w:rsidRPr="003E5F72" w:rsidRDefault="003465EC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E5F72">
              <w:rPr>
                <w:rFonts w:asciiTheme="minorHAnsi" w:hAnsiTheme="minorHAnsi" w:cstheme="minorHAnsi"/>
              </w:rPr>
              <w:br w:type="page"/>
            </w:r>
            <w:proofErr w:type="spellStart"/>
            <w:r w:rsidRPr="003E5F72">
              <w:rPr>
                <w:rFonts w:asciiTheme="minorHAnsi" w:hAnsiTheme="minorHAnsi" w:cstheme="minorHAnsi"/>
              </w:rPr>
              <w:t>Tokoroa</w:t>
            </w:r>
            <w:proofErr w:type="spellEnd"/>
            <w:r w:rsidRPr="003E5F72">
              <w:rPr>
                <w:rFonts w:asciiTheme="minorHAnsi" w:hAnsiTheme="minorHAnsi" w:cstheme="minorHAnsi"/>
              </w:rPr>
              <w:t xml:space="preserve"> Medical Centre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5EC" w:rsidRPr="003E5F72" w:rsidRDefault="003465EC" w:rsidP="00C11901">
            <w:pPr>
              <w:rPr>
                <w:rFonts w:asciiTheme="minorHAnsi" w:hAnsiTheme="minorHAnsi" w:cstheme="minorHAnsi"/>
              </w:rPr>
            </w:pPr>
            <w:r w:rsidRPr="003E5F72">
              <w:rPr>
                <w:rFonts w:asciiTheme="minorHAnsi" w:hAnsiTheme="minorHAnsi" w:cstheme="minorHAnsi"/>
              </w:rPr>
              <w:t>Dr Gordon Caldwell</w:t>
            </w:r>
          </w:p>
          <w:p w:rsidR="003465EC" w:rsidRPr="003E5F72" w:rsidRDefault="003465EC" w:rsidP="00C11901">
            <w:pPr>
              <w:rPr>
                <w:rFonts w:asciiTheme="minorHAnsi" w:hAnsiTheme="minorHAnsi" w:cstheme="minorHAnsi"/>
              </w:rPr>
            </w:pPr>
            <w:r w:rsidRPr="003E5F72">
              <w:rPr>
                <w:rFonts w:asciiTheme="minorHAnsi" w:hAnsiTheme="minorHAnsi" w:cstheme="minorHAnsi"/>
              </w:rPr>
              <w:t>Dr Erica Hill</w:t>
            </w:r>
          </w:p>
          <w:p w:rsidR="003465EC" w:rsidRPr="003E5F72" w:rsidRDefault="003465EC" w:rsidP="00C11901">
            <w:pPr>
              <w:rPr>
                <w:rFonts w:asciiTheme="minorHAnsi" w:hAnsiTheme="minorHAnsi" w:cstheme="minorHAnsi"/>
              </w:rPr>
            </w:pPr>
            <w:r w:rsidRPr="003E5F72">
              <w:rPr>
                <w:rFonts w:asciiTheme="minorHAnsi" w:hAnsiTheme="minorHAnsi" w:cstheme="minorHAnsi"/>
              </w:rPr>
              <w:t xml:space="preserve">Dr Bart </w:t>
            </w:r>
            <w:proofErr w:type="spellStart"/>
            <w:r w:rsidRPr="003E5F72">
              <w:rPr>
                <w:rFonts w:asciiTheme="minorHAnsi" w:hAnsiTheme="minorHAnsi" w:cstheme="minorHAnsi"/>
              </w:rPr>
              <w:t>Froyen</w:t>
            </w:r>
            <w:proofErr w:type="spellEnd"/>
          </w:p>
          <w:p w:rsidR="003465EC" w:rsidRPr="003E5F72" w:rsidRDefault="003465EC" w:rsidP="00C11901">
            <w:pPr>
              <w:rPr>
                <w:rFonts w:asciiTheme="minorHAnsi" w:hAnsiTheme="minorHAnsi" w:cstheme="minorHAnsi"/>
              </w:rPr>
            </w:pPr>
            <w:r w:rsidRPr="003E5F72">
              <w:rPr>
                <w:rFonts w:asciiTheme="minorHAnsi" w:hAnsiTheme="minorHAnsi" w:cstheme="minorHAnsi"/>
              </w:rPr>
              <w:t xml:space="preserve">Dr </w:t>
            </w:r>
            <w:proofErr w:type="spellStart"/>
            <w:r w:rsidRPr="003E5F72">
              <w:rPr>
                <w:rFonts w:asciiTheme="minorHAnsi" w:hAnsiTheme="minorHAnsi" w:cstheme="minorHAnsi"/>
              </w:rPr>
              <w:t>Runa</w:t>
            </w:r>
            <w:proofErr w:type="spellEnd"/>
            <w:r w:rsidRPr="003E5F7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E5F72">
              <w:rPr>
                <w:rFonts w:asciiTheme="minorHAnsi" w:hAnsiTheme="minorHAnsi" w:cstheme="minorHAnsi"/>
              </w:rPr>
              <w:t>Mistry</w:t>
            </w:r>
            <w:proofErr w:type="spellEnd"/>
          </w:p>
          <w:p w:rsidR="003465EC" w:rsidRPr="003E5F72" w:rsidRDefault="003465EC" w:rsidP="00C11901">
            <w:pPr>
              <w:rPr>
                <w:rFonts w:asciiTheme="minorHAnsi" w:hAnsiTheme="minorHAnsi" w:cstheme="minorHAnsi"/>
              </w:rPr>
            </w:pPr>
            <w:r w:rsidRPr="003E5F72">
              <w:rPr>
                <w:rFonts w:asciiTheme="minorHAnsi" w:hAnsiTheme="minorHAnsi" w:cstheme="minorHAnsi"/>
              </w:rPr>
              <w:t xml:space="preserve">Dr Dwain </w:t>
            </w:r>
            <w:proofErr w:type="spellStart"/>
            <w:r w:rsidRPr="003E5F72">
              <w:rPr>
                <w:rFonts w:asciiTheme="minorHAnsi" w:hAnsiTheme="minorHAnsi" w:cstheme="minorHAnsi"/>
              </w:rPr>
              <w:t>Rickertson</w:t>
            </w:r>
            <w:proofErr w:type="spellEnd"/>
          </w:p>
          <w:p w:rsidR="003465EC" w:rsidRPr="003E5F72" w:rsidRDefault="003465EC" w:rsidP="00C11901">
            <w:pPr>
              <w:rPr>
                <w:rFonts w:asciiTheme="minorHAnsi" w:hAnsiTheme="minorHAnsi" w:cstheme="minorHAnsi"/>
              </w:rPr>
            </w:pPr>
            <w:r w:rsidRPr="003E5F72">
              <w:rPr>
                <w:rFonts w:asciiTheme="minorHAnsi" w:hAnsiTheme="minorHAnsi" w:cstheme="minorHAnsi"/>
              </w:rPr>
              <w:t xml:space="preserve">Dr </w:t>
            </w:r>
            <w:proofErr w:type="spellStart"/>
            <w:r w:rsidRPr="003E5F72">
              <w:rPr>
                <w:rFonts w:asciiTheme="minorHAnsi" w:hAnsiTheme="minorHAnsi" w:cstheme="minorHAnsi"/>
              </w:rPr>
              <w:t>Vinod</w:t>
            </w:r>
            <w:proofErr w:type="spellEnd"/>
            <w:r w:rsidRPr="003E5F72">
              <w:rPr>
                <w:rFonts w:asciiTheme="minorHAnsi" w:hAnsiTheme="minorHAnsi" w:cstheme="minorHAnsi"/>
              </w:rPr>
              <w:t xml:space="preserve"> Patel</w:t>
            </w:r>
          </w:p>
          <w:p w:rsidR="003465EC" w:rsidRPr="003E5F72" w:rsidRDefault="003465EC" w:rsidP="00C11901">
            <w:pPr>
              <w:rPr>
                <w:rFonts w:asciiTheme="minorHAnsi" w:hAnsiTheme="minorHAnsi" w:cstheme="minorHAnsi"/>
              </w:rPr>
            </w:pPr>
          </w:p>
          <w:p w:rsidR="003465EC" w:rsidRPr="003E5F72" w:rsidRDefault="003465EC" w:rsidP="00F14F43">
            <w:pPr>
              <w:rPr>
                <w:rFonts w:asciiTheme="minorHAnsi" w:hAnsiTheme="minorHAnsi" w:cstheme="minorHAnsi"/>
              </w:rPr>
            </w:pPr>
          </w:p>
          <w:p w:rsidR="003465EC" w:rsidRPr="003E5F72" w:rsidRDefault="003465EC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5EC" w:rsidRDefault="003465EC" w:rsidP="00C11901">
            <w:pPr>
              <w:rPr>
                <w:rFonts w:asciiTheme="minorHAnsi" w:hAnsiTheme="minorHAnsi" w:cstheme="minorHAnsi"/>
              </w:rPr>
            </w:pPr>
            <w:proofErr w:type="spellStart"/>
            <w:r w:rsidRPr="003E5F72">
              <w:rPr>
                <w:rFonts w:asciiTheme="minorHAnsi" w:hAnsiTheme="minorHAnsi" w:cstheme="minorHAnsi"/>
              </w:rPr>
              <w:t>Tokoroa</w:t>
            </w:r>
            <w:proofErr w:type="spellEnd"/>
            <w:r w:rsidRPr="003E5F72">
              <w:rPr>
                <w:rFonts w:asciiTheme="minorHAnsi" w:hAnsiTheme="minorHAnsi" w:cstheme="minorHAnsi"/>
              </w:rPr>
              <w:t xml:space="preserve"> Medical Centre, Gate 3, </w:t>
            </w:r>
            <w:proofErr w:type="spellStart"/>
            <w:r w:rsidRPr="003E5F72">
              <w:rPr>
                <w:rFonts w:asciiTheme="minorHAnsi" w:hAnsiTheme="minorHAnsi" w:cstheme="minorHAnsi"/>
              </w:rPr>
              <w:t>Tokoroa</w:t>
            </w:r>
            <w:proofErr w:type="spellEnd"/>
            <w:r w:rsidRPr="003E5F72">
              <w:rPr>
                <w:rFonts w:asciiTheme="minorHAnsi" w:hAnsiTheme="minorHAnsi" w:cstheme="minorHAnsi"/>
              </w:rPr>
              <w:t xml:space="preserve"> Hospital, 35 – 75 </w:t>
            </w:r>
            <w:proofErr w:type="spellStart"/>
            <w:r>
              <w:rPr>
                <w:rFonts w:asciiTheme="minorHAnsi" w:hAnsiTheme="minorHAnsi" w:cstheme="minorHAnsi"/>
              </w:rPr>
              <w:t>Maretai</w:t>
            </w:r>
            <w:proofErr w:type="spellEnd"/>
            <w:r>
              <w:rPr>
                <w:rFonts w:asciiTheme="minorHAnsi" w:hAnsiTheme="minorHAnsi" w:cstheme="minorHAnsi"/>
              </w:rPr>
              <w:t xml:space="preserve"> Rd, </w:t>
            </w:r>
          </w:p>
          <w:p w:rsidR="003465EC" w:rsidRDefault="003465EC" w:rsidP="00C1190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 Box 48, </w:t>
            </w:r>
            <w:proofErr w:type="spellStart"/>
            <w:r>
              <w:rPr>
                <w:rFonts w:asciiTheme="minorHAnsi" w:hAnsiTheme="minorHAnsi" w:cstheme="minorHAnsi"/>
              </w:rPr>
              <w:t>Tokoroa</w:t>
            </w:r>
            <w:proofErr w:type="spellEnd"/>
            <w:r>
              <w:rPr>
                <w:rFonts w:asciiTheme="minorHAnsi" w:hAnsiTheme="minorHAnsi" w:cstheme="minorHAnsi"/>
              </w:rPr>
              <w:t xml:space="preserve"> 3444</w:t>
            </w:r>
            <w:r w:rsidRPr="003E5F72">
              <w:rPr>
                <w:rFonts w:asciiTheme="minorHAnsi" w:hAnsiTheme="minorHAnsi" w:cstheme="minorHAnsi"/>
              </w:rPr>
              <w:t xml:space="preserve">  </w:t>
            </w:r>
          </w:p>
          <w:p w:rsidR="003465EC" w:rsidRPr="003E5F72" w:rsidRDefault="003465EC" w:rsidP="00C11901">
            <w:pPr>
              <w:rPr>
                <w:rFonts w:asciiTheme="minorHAnsi" w:hAnsiTheme="minorHAnsi" w:cstheme="minorHAnsi"/>
                <w:b/>
              </w:rPr>
            </w:pPr>
            <w:proofErr w:type="spellStart"/>
            <w:r w:rsidRPr="003E5F72">
              <w:rPr>
                <w:rFonts w:asciiTheme="minorHAnsi" w:hAnsiTheme="minorHAnsi" w:cstheme="minorHAnsi"/>
              </w:rPr>
              <w:t>ph</w:t>
            </w:r>
            <w:proofErr w:type="spellEnd"/>
            <w:r w:rsidRPr="003E5F72">
              <w:rPr>
                <w:rFonts w:asciiTheme="minorHAnsi" w:hAnsiTheme="minorHAnsi" w:cstheme="minorHAnsi"/>
              </w:rPr>
              <w:t xml:space="preserve"> 07 886 8777</w:t>
            </w:r>
            <w:r w:rsidRPr="003E5F72">
              <w:rPr>
                <w:rFonts w:asciiTheme="minorHAnsi" w:hAnsiTheme="minorHAnsi" w:cstheme="minorHAnsi"/>
                <w:b/>
              </w:rPr>
              <w:t xml:space="preserve"> </w:t>
            </w:r>
            <w:hyperlink r:id="rId11" w:history="1">
              <w:r w:rsidRPr="003E5F72">
                <w:rPr>
                  <w:rStyle w:val="Hyperlink"/>
                  <w:rFonts w:asciiTheme="minorHAnsi" w:hAnsiTheme="minorHAnsi" w:cstheme="minorHAnsi"/>
                  <w:b/>
                </w:rPr>
                <w:t>tokoroa@phcl.health.nz</w:t>
              </w:r>
            </w:hyperlink>
            <w:r w:rsidRPr="003E5F72">
              <w:rPr>
                <w:rFonts w:asciiTheme="minorHAnsi" w:hAnsiTheme="minorHAnsi" w:cstheme="minorHAnsi"/>
                <w:b/>
              </w:rPr>
              <w:t xml:space="preserve"> </w:t>
            </w:r>
          </w:p>
          <w:p w:rsidR="003465EC" w:rsidRPr="003E5F72" w:rsidRDefault="003465EC" w:rsidP="0079760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3465EC" w:rsidRPr="00923E85" w:rsidTr="003465EC">
        <w:tblPrEx>
          <w:tblLook w:val="0400" w:firstRow="0" w:lastRow="0" w:firstColumn="0" w:lastColumn="0" w:noHBand="0" w:noVBand="1"/>
        </w:tblPrEx>
        <w:tc>
          <w:tcPr>
            <w:tcW w:w="29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5EC" w:rsidRPr="003E5F72" w:rsidRDefault="003465EC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E5F72">
              <w:rPr>
                <w:rFonts w:asciiTheme="minorHAnsi" w:hAnsiTheme="minorHAnsi" w:cstheme="minorHAnsi"/>
              </w:rPr>
              <w:t>Tokoroa</w:t>
            </w:r>
            <w:proofErr w:type="spellEnd"/>
            <w:r w:rsidRPr="003E5F72">
              <w:rPr>
                <w:rFonts w:asciiTheme="minorHAnsi" w:hAnsiTheme="minorHAnsi" w:cstheme="minorHAnsi"/>
              </w:rPr>
              <w:t xml:space="preserve"> Family Health Centre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5EC" w:rsidRPr="003E5F72" w:rsidRDefault="003465EC" w:rsidP="00F14F43">
            <w:pPr>
              <w:rPr>
                <w:rFonts w:asciiTheme="minorHAnsi" w:hAnsiTheme="minorHAnsi" w:cstheme="minorHAnsi"/>
              </w:rPr>
            </w:pPr>
            <w:r w:rsidRPr="003E5F72">
              <w:rPr>
                <w:rFonts w:asciiTheme="minorHAnsi" w:hAnsiTheme="minorHAnsi" w:cstheme="minorHAnsi"/>
              </w:rPr>
              <w:t>Dr Iain MacDonald</w:t>
            </w:r>
          </w:p>
          <w:p w:rsidR="003465EC" w:rsidRPr="003E5F72" w:rsidRDefault="003465EC" w:rsidP="00C11901">
            <w:pPr>
              <w:rPr>
                <w:rFonts w:asciiTheme="minorHAnsi" w:hAnsiTheme="minorHAnsi" w:cstheme="minorHAnsi"/>
              </w:rPr>
            </w:pPr>
            <w:r w:rsidRPr="003E5F72">
              <w:rPr>
                <w:rFonts w:asciiTheme="minorHAnsi" w:hAnsiTheme="minorHAnsi" w:cstheme="minorHAnsi"/>
              </w:rPr>
              <w:t>Dr Alan Kenny</w:t>
            </w:r>
          </w:p>
          <w:p w:rsidR="003465EC" w:rsidRPr="003E5F72" w:rsidRDefault="003465EC" w:rsidP="00C11901">
            <w:pPr>
              <w:rPr>
                <w:rFonts w:asciiTheme="minorHAnsi" w:hAnsiTheme="minorHAnsi" w:cstheme="minorHAnsi"/>
              </w:rPr>
            </w:pPr>
            <w:r w:rsidRPr="003E5F72">
              <w:rPr>
                <w:rFonts w:asciiTheme="minorHAnsi" w:hAnsiTheme="minorHAnsi" w:cstheme="minorHAnsi"/>
              </w:rPr>
              <w:t xml:space="preserve">Dr Jason </w:t>
            </w:r>
            <w:proofErr w:type="spellStart"/>
            <w:r w:rsidRPr="003E5F72">
              <w:rPr>
                <w:rFonts w:asciiTheme="minorHAnsi" w:hAnsiTheme="minorHAnsi" w:cstheme="minorHAnsi"/>
              </w:rPr>
              <w:t>Tuhoe</w:t>
            </w:r>
            <w:proofErr w:type="spellEnd"/>
          </w:p>
          <w:p w:rsidR="003465EC" w:rsidRPr="003E5F72" w:rsidRDefault="003465EC" w:rsidP="00C11901">
            <w:pPr>
              <w:rPr>
                <w:rFonts w:asciiTheme="minorHAnsi" w:hAnsiTheme="minorHAnsi" w:cstheme="minorHAnsi"/>
              </w:rPr>
            </w:pPr>
            <w:r w:rsidRPr="003E5F72">
              <w:rPr>
                <w:rFonts w:asciiTheme="minorHAnsi" w:hAnsiTheme="minorHAnsi" w:cstheme="minorHAnsi"/>
              </w:rPr>
              <w:t xml:space="preserve">Dr Kirsten </w:t>
            </w:r>
            <w:proofErr w:type="spellStart"/>
            <w:r w:rsidRPr="003E5F72">
              <w:rPr>
                <w:rFonts w:asciiTheme="minorHAnsi" w:hAnsiTheme="minorHAnsi" w:cstheme="minorHAnsi"/>
              </w:rPr>
              <w:t>Sauermann</w:t>
            </w:r>
            <w:proofErr w:type="spellEnd"/>
          </w:p>
          <w:p w:rsidR="003465EC" w:rsidRPr="003E5F72" w:rsidRDefault="003465EC" w:rsidP="00C11901">
            <w:pPr>
              <w:rPr>
                <w:rFonts w:asciiTheme="minorHAnsi" w:hAnsiTheme="minorHAnsi" w:cstheme="minorHAnsi"/>
              </w:rPr>
            </w:pPr>
            <w:r w:rsidRPr="003E5F72">
              <w:rPr>
                <w:rFonts w:asciiTheme="minorHAnsi" w:hAnsiTheme="minorHAnsi" w:cstheme="minorHAnsi"/>
              </w:rPr>
              <w:t xml:space="preserve">Dr </w:t>
            </w:r>
            <w:proofErr w:type="spellStart"/>
            <w:r w:rsidRPr="003E5F72">
              <w:rPr>
                <w:rFonts w:asciiTheme="minorHAnsi" w:hAnsiTheme="minorHAnsi" w:cstheme="minorHAnsi"/>
              </w:rPr>
              <w:t>Kirstie</w:t>
            </w:r>
            <w:proofErr w:type="spellEnd"/>
            <w:r w:rsidRPr="003E5F72">
              <w:rPr>
                <w:rFonts w:asciiTheme="minorHAnsi" w:hAnsiTheme="minorHAnsi" w:cstheme="minorHAnsi"/>
              </w:rPr>
              <w:t xml:space="preserve"> Chen</w:t>
            </w:r>
          </w:p>
          <w:p w:rsidR="003465EC" w:rsidRPr="003E5F72" w:rsidRDefault="003465EC" w:rsidP="00C11901">
            <w:pPr>
              <w:rPr>
                <w:rFonts w:asciiTheme="minorHAnsi" w:hAnsiTheme="minorHAnsi" w:cstheme="minorHAnsi"/>
              </w:rPr>
            </w:pPr>
            <w:r w:rsidRPr="003E5F72">
              <w:rPr>
                <w:rFonts w:asciiTheme="minorHAnsi" w:hAnsiTheme="minorHAnsi" w:cstheme="minorHAnsi"/>
              </w:rPr>
              <w:t>Dr Timothy Chen</w:t>
            </w:r>
          </w:p>
          <w:p w:rsidR="003465EC" w:rsidRPr="003E5F72" w:rsidRDefault="003465EC" w:rsidP="00C11901">
            <w:pPr>
              <w:rPr>
                <w:rFonts w:asciiTheme="minorHAnsi" w:hAnsiTheme="minorHAnsi" w:cstheme="minorHAnsi"/>
              </w:rPr>
            </w:pPr>
          </w:p>
          <w:p w:rsidR="003465EC" w:rsidRPr="003E5F72" w:rsidRDefault="003465EC" w:rsidP="00C11901">
            <w:pPr>
              <w:rPr>
                <w:rFonts w:asciiTheme="minorHAnsi" w:hAnsiTheme="minorHAnsi" w:cstheme="minorHAnsi"/>
              </w:rPr>
            </w:pPr>
            <w:r w:rsidRPr="003E5F72">
              <w:rPr>
                <w:rFonts w:asciiTheme="minorHAnsi" w:hAnsiTheme="minorHAnsi" w:cstheme="minorHAnsi"/>
              </w:rPr>
              <w:t xml:space="preserve">Dr Dean </w:t>
            </w:r>
            <w:proofErr w:type="spellStart"/>
            <w:r w:rsidRPr="003E5F72">
              <w:rPr>
                <w:rFonts w:asciiTheme="minorHAnsi" w:hAnsiTheme="minorHAnsi" w:cstheme="minorHAnsi"/>
              </w:rPr>
              <w:t>Tasker</w:t>
            </w:r>
            <w:proofErr w:type="spellEnd"/>
            <w:r w:rsidRPr="003E5F72">
              <w:rPr>
                <w:rFonts w:asciiTheme="minorHAnsi" w:hAnsiTheme="minorHAnsi" w:cstheme="minorHAnsi"/>
              </w:rPr>
              <w:t xml:space="preserve"> - locum</w:t>
            </w:r>
          </w:p>
          <w:p w:rsidR="003465EC" w:rsidRPr="003E5F72" w:rsidRDefault="003465EC" w:rsidP="00533C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5EC" w:rsidRDefault="003465EC" w:rsidP="00C11901">
            <w:pPr>
              <w:rPr>
                <w:rFonts w:asciiTheme="minorHAnsi" w:hAnsiTheme="minorHAnsi" w:cstheme="minorHAnsi"/>
              </w:rPr>
            </w:pPr>
            <w:proofErr w:type="spellStart"/>
            <w:r w:rsidRPr="003E5F72">
              <w:rPr>
                <w:rFonts w:asciiTheme="minorHAnsi" w:hAnsiTheme="minorHAnsi" w:cstheme="minorHAnsi"/>
              </w:rPr>
              <w:t>Tokoroa</w:t>
            </w:r>
            <w:proofErr w:type="spellEnd"/>
            <w:r w:rsidRPr="003E5F72">
              <w:rPr>
                <w:rFonts w:asciiTheme="minorHAnsi" w:hAnsiTheme="minorHAnsi" w:cstheme="minorHAnsi"/>
              </w:rPr>
              <w:t xml:space="preserve"> Family Health Centre, Gate 3, </w:t>
            </w:r>
            <w:proofErr w:type="spellStart"/>
            <w:r w:rsidRPr="003E5F72">
              <w:rPr>
                <w:rFonts w:asciiTheme="minorHAnsi" w:hAnsiTheme="minorHAnsi" w:cstheme="minorHAnsi"/>
              </w:rPr>
              <w:t>Tokoroa</w:t>
            </w:r>
            <w:proofErr w:type="spellEnd"/>
            <w:r w:rsidRPr="003E5F72">
              <w:rPr>
                <w:rFonts w:asciiTheme="minorHAnsi" w:hAnsiTheme="minorHAnsi" w:cstheme="minorHAnsi"/>
              </w:rPr>
              <w:t xml:space="preserve"> Hospital, </w:t>
            </w:r>
            <w:proofErr w:type="spellStart"/>
            <w:r w:rsidRPr="003E5F72">
              <w:rPr>
                <w:rFonts w:asciiTheme="minorHAnsi" w:hAnsiTheme="minorHAnsi" w:cstheme="minorHAnsi"/>
              </w:rPr>
              <w:t>M</w:t>
            </w:r>
            <w:r>
              <w:rPr>
                <w:rFonts w:asciiTheme="minorHAnsi" w:hAnsiTheme="minorHAnsi" w:cstheme="minorHAnsi"/>
              </w:rPr>
              <w:t>aretai</w:t>
            </w:r>
            <w:proofErr w:type="spellEnd"/>
            <w:r>
              <w:rPr>
                <w:rFonts w:asciiTheme="minorHAnsi" w:hAnsiTheme="minorHAnsi" w:cstheme="minorHAnsi"/>
              </w:rPr>
              <w:t xml:space="preserve"> Rd, </w:t>
            </w:r>
          </w:p>
          <w:p w:rsidR="003465EC" w:rsidRDefault="003465EC" w:rsidP="00C1190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 Box 51, </w:t>
            </w:r>
            <w:proofErr w:type="spellStart"/>
            <w:r>
              <w:rPr>
                <w:rFonts w:asciiTheme="minorHAnsi" w:hAnsiTheme="minorHAnsi" w:cstheme="minorHAnsi"/>
              </w:rPr>
              <w:t>Tokoroa</w:t>
            </w:r>
            <w:proofErr w:type="spellEnd"/>
            <w:r>
              <w:rPr>
                <w:rFonts w:asciiTheme="minorHAnsi" w:hAnsiTheme="minorHAnsi" w:cstheme="minorHAnsi"/>
              </w:rPr>
              <w:t xml:space="preserve">  3444</w:t>
            </w:r>
          </w:p>
          <w:p w:rsidR="003465EC" w:rsidRPr="003E5F72" w:rsidRDefault="003465EC" w:rsidP="00C11901">
            <w:pPr>
              <w:rPr>
                <w:rFonts w:asciiTheme="minorHAnsi" w:hAnsiTheme="minorHAnsi" w:cstheme="minorHAnsi"/>
              </w:rPr>
            </w:pPr>
            <w:proofErr w:type="spellStart"/>
            <w:r w:rsidRPr="003E5F72">
              <w:rPr>
                <w:rFonts w:asciiTheme="minorHAnsi" w:hAnsiTheme="minorHAnsi" w:cstheme="minorHAnsi"/>
              </w:rPr>
              <w:t>ph</w:t>
            </w:r>
            <w:proofErr w:type="spellEnd"/>
            <w:r w:rsidRPr="003E5F72">
              <w:rPr>
                <w:rFonts w:asciiTheme="minorHAnsi" w:hAnsiTheme="minorHAnsi" w:cstheme="minorHAnsi"/>
              </w:rPr>
              <w:t xml:space="preserve"> 07 886 5431  </w:t>
            </w:r>
            <w:hyperlink r:id="rId12" w:history="1">
              <w:r w:rsidRPr="003E5F72">
                <w:rPr>
                  <w:rStyle w:val="Hyperlink"/>
                  <w:rFonts w:asciiTheme="minorHAnsi" w:hAnsiTheme="minorHAnsi" w:cstheme="minorHAnsi"/>
                </w:rPr>
                <w:t>admin@tokhealth.co.nz</w:t>
              </w:r>
            </w:hyperlink>
            <w:r w:rsidRPr="003E5F72">
              <w:rPr>
                <w:rFonts w:asciiTheme="minorHAnsi" w:hAnsiTheme="minorHAnsi" w:cstheme="minorHAnsi"/>
              </w:rPr>
              <w:t xml:space="preserve"> </w:t>
            </w:r>
          </w:p>
          <w:p w:rsidR="003465EC" w:rsidRPr="003E5F72" w:rsidRDefault="003465EC" w:rsidP="0079760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3465EC" w:rsidRPr="00923E85" w:rsidTr="003465EC">
        <w:tblPrEx>
          <w:tblLook w:val="0400" w:firstRow="0" w:lastRow="0" w:firstColumn="0" w:lastColumn="0" w:noHBand="0" w:noVBand="1"/>
        </w:tblPrEx>
        <w:tc>
          <w:tcPr>
            <w:tcW w:w="29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5EC" w:rsidRPr="003E5F72" w:rsidRDefault="003465EC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E5F72">
              <w:rPr>
                <w:rFonts w:asciiTheme="minorHAnsi" w:hAnsiTheme="minorHAnsi" w:cstheme="minorHAnsi"/>
              </w:rPr>
              <w:t>Putaruru</w:t>
            </w:r>
            <w:proofErr w:type="spellEnd"/>
            <w:r w:rsidRPr="003E5F72">
              <w:rPr>
                <w:rFonts w:asciiTheme="minorHAnsi" w:hAnsiTheme="minorHAnsi" w:cstheme="minorHAnsi"/>
              </w:rPr>
              <w:t>/</w:t>
            </w:r>
            <w:proofErr w:type="spellStart"/>
            <w:r w:rsidRPr="003E5F72">
              <w:rPr>
                <w:rFonts w:asciiTheme="minorHAnsi" w:hAnsiTheme="minorHAnsi" w:cstheme="minorHAnsi"/>
              </w:rPr>
              <w:t>Tirau</w:t>
            </w:r>
            <w:proofErr w:type="spellEnd"/>
            <w:r w:rsidRPr="003E5F72">
              <w:rPr>
                <w:rFonts w:asciiTheme="minorHAnsi" w:hAnsiTheme="minorHAnsi" w:cstheme="minorHAnsi"/>
              </w:rPr>
              <w:t xml:space="preserve"> Family Doctors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5EC" w:rsidRPr="003E5F72" w:rsidRDefault="003465EC" w:rsidP="00C11901">
            <w:pPr>
              <w:rPr>
                <w:rFonts w:asciiTheme="minorHAnsi" w:hAnsiTheme="minorHAnsi" w:cstheme="minorHAnsi"/>
              </w:rPr>
            </w:pPr>
            <w:r w:rsidRPr="003E5F72">
              <w:rPr>
                <w:rFonts w:asciiTheme="minorHAnsi" w:hAnsiTheme="minorHAnsi" w:cstheme="minorHAnsi"/>
              </w:rPr>
              <w:t xml:space="preserve">Dr David </w:t>
            </w:r>
            <w:proofErr w:type="spellStart"/>
            <w:r w:rsidRPr="003E5F72">
              <w:rPr>
                <w:rFonts w:asciiTheme="minorHAnsi" w:hAnsiTheme="minorHAnsi" w:cstheme="minorHAnsi"/>
              </w:rPr>
              <w:t>Srinivasagam</w:t>
            </w:r>
            <w:proofErr w:type="spellEnd"/>
          </w:p>
          <w:p w:rsidR="003465EC" w:rsidRPr="003E5F72" w:rsidRDefault="003465EC" w:rsidP="00C11901">
            <w:pPr>
              <w:rPr>
                <w:rFonts w:asciiTheme="minorHAnsi" w:hAnsiTheme="minorHAnsi" w:cstheme="minorHAnsi"/>
              </w:rPr>
            </w:pPr>
            <w:r w:rsidRPr="003E5F72">
              <w:rPr>
                <w:rFonts w:asciiTheme="minorHAnsi" w:hAnsiTheme="minorHAnsi" w:cstheme="minorHAnsi"/>
              </w:rPr>
              <w:t>Dr Rosalie Hill</w:t>
            </w:r>
          </w:p>
          <w:p w:rsidR="003465EC" w:rsidRPr="003E5F72" w:rsidRDefault="003465EC" w:rsidP="00C11901">
            <w:pPr>
              <w:rPr>
                <w:rFonts w:asciiTheme="minorHAnsi" w:hAnsiTheme="minorHAnsi" w:cstheme="minorHAnsi"/>
              </w:rPr>
            </w:pPr>
            <w:r w:rsidRPr="003E5F72">
              <w:rPr>
                <w:rFonts w:asciiTheme="minorHAnsi" w:hAnsiTheme="minorHAnsi" w:cstheme="minorHAnsi"/>
              </w:rPr>
              <w:t xml:space="preserve">Dr </w:t>
            </w:r>
            <w:proofErr w:type="spellStart"/>
            <w:r w:rsidRPr="003E5F72">
              <w:rPr>
                <w:rFonts w:asciiTheme="minorHAnsi" w:hAnsiTheme="minorHAnsi" w:cstheme="minorHAnsi"/>
              </w:rPr>
              <w:t>Ilias</w:t>
            </w:r>
            <w:proofErr w:type="spellEnd"/>
            <w:r w:rsidRPr="003E5F72">
              <w:rPr>
                <w:rFonts w:asciiTheme="minorHAnsi" w:hAnsiTheme="minorHAnsi" w:cstheme="minorHAnsi"/>
              </w:rPr>
              <w:t xml:space="preserve"> de </w:t>
            </w:r>
            <w:proofErr w:type="spellStart"/>
            <w:r w:rsidRPr="003E5F72">
              <w:rPr>
                <w:rFonts w:asciiTheme="minorHAnsi" w:hAnsiTheme="minorHAnsi" w:cstheme="minorHAnsi"/>
              </w:rPr>
              <w:t>Graaf</w:t>
            </w:r>
            <w:proofErr w:type="spellEnd"/>
          </w:p>
          <w:p w:rsidR="003465EC" w:rsidRPr="003E5F72" w:rsidRDefault="003465EC" w:rsidP="00C11901">
            <w:pPr>
              <w:rPr>
                <w:rFonts w:asciiTheme="minorHAnsi" w:hAnsiTheme="minorHAnsi" w:cstheme="minorHAnsi"/>
              </w:rPr>
            </w:pPr>
          </w:p>
          <w:p w:rsidR="003465EC" w:rsidRPr="003E5F72" w:rsidRDefault="003465EC" w:rsidP="00C11901">
            <w:pPr>
              <w:rPr>
                <w:rFonts w:asciiTheme="minorHAnsi" w:hAnsiTheme="minorHAnsi" w:cstheme="minorHAnsi"/>
              </w:rPr>
            </w:pPr>
            <w:r w:rsidRPr="003E5F72">
              <w:rPr>
                <w:rFonts w:asciiTheme="minorHAnsi" w:hAnsiTheme="minorHAnsi" w:cstheme="minorHAnsi"/>
              </w:rPr>
              <w:t xml:space="preserve">Dr Ivo </w:t>
            </w:r>
            <w:proofErr w:type="spellStart"/>
            <w:r w:rsidRPr="003E5F72">
              <w:rPr>
                <w:rFonts w:asciiTheme="minorHAnsi" w:hAnsiTheme="minorHAnsi" w:cstheme="minorHAnsi"/>
              </w:rPr>
              <w:t>Gramwinkel</w:t>
            </w:r>
            <w:proofErr w:type="spellEnd"/>
            <w:r w:rsidRPr="003E5F72">
              <w:rPr>
                <w:rFonts w:asciiTheme="minorHAnsi" w:hAnsiTheme="minorHAnsi" w:cstheme="minorHAnsi"/>
              </w:rPr>
              <w:t xml:space="preserve"> – until May</w:t>
            </w:r>
          </w:p>
          <w:p w:rsidR="003465EC" w:rsidRPr="003E5F72" w:rsidRDefault="003465EC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5EC" w:rsidRDefault="003465EC" w:rsidP="00C11901">
            <w:pPr>
              <w:rPr>
                <w:rFonts w:asciiTheme="minorHAnsi" w:hAnsiTheme="minorHAnsi" w:cstheme="minorHAnsi"/>
              </w:rPr>
            </w:pPr>
            <w:proofErr w:type="spellStart"/>
            <w:r w:rsidRPr="003E5F72">
              <w:rPr>
                <w:rFonts w:asciiTheme="minorHAnsi" w:hAnsiTheme="minorHAnsi" w:cstheme="minorHAnsi"/>
              </w:rPr>
              <w:t>Putaruru</w:t>
            </w:r>
            <w:proofErr w:type="spellEnd"/>
            <w:r w:rsidRPr="003E5F72">
              <w:rPr>
                <w:rFonts w:asciiTheme="minorHAnsi" w:hAnsiTheme="minorHAnsi" w:cstheme="minorHAnsi"/>
              </w:rPr>
              <w:t>/</w:t>
            </w:r>
            <w:proofErr w:type="spellStart"/>
            <w:r w:rsidRPr="003E5F72">
              <w:rPr>
                <w:rFonts w:asciiTheme="minorHAnsi" w:hAnsiTheme="minorHAnsi" w:cstheme="minorHAnsi"/>
              </w:rPr>
              <w:t>Tirau</w:t>
            </w:r>
            <w:proofErr w:type="spellEnd"/>
            <w:r w:rsidRPr="003E5F72">
              <w:rPr>
                <w:rFonts w:asciiTheme="minorHAnsi" w:hAnsiTheme="minorHAnsi" w:cstheme="minorHAnsi"/>
              </w:rPr>
              <w:t xml:space="preserve"> Family Doctors, 8 Duke St, </w:t>
            </w:r>
            <w:proofErr w:type="spellStart"/>
            <w:r>
              <w:rPr>
                <w:rFonts w:asciiTheme="minorHAnsi" w:hAnsiTheme="minorHAnsi" w:cstheme="minorHAnsi"/>
              </w:rPr>
              <w:t>Putaruru</w:t>
            </w:r>
            <w:proofErr w:type="spellEnd"/>
          </w:p>
          <w:p w:rsidR="003465EC" w:rsidRPr="003E5F72" w:rsidRDefault="003465EC" w:rsidP="00C11901">
            <w:pPr>
              <w:rPr>
                <w:rFonts w:asciiTheme="minorHAnsi" w:hAnsiTheme="minorHAnsi" w:cstheme="minorHAnsi"/>
              </w:rPr>
            </w:pPr>
            <w:r w:rsidRPr="003E5F72">
              <w:rPr>
                <w:rFonts w:asciiTheme="minorHAnsi" w:hAnsiTheme="minorHAnsi" w:cstheme="minorHAnsi"/>
              </w:rPr>
              <w:t xml:space="preserve"> PO Box 189, </w:t>
            </w:r>
            <w:proofErr w:type="spellStart"/>
            <w:r w:rsidRPr="003E5F72">
              <w:rPr>
                <w:rFonts w:asciiTheme="minorHAnsi" w:hAnsiTheme="minorHAnsi" w:cstheme="minorHAnsi"/>
              </w:rPr>
              <w:t>Putaruru</w:t>
            </w:r>
            <w:proofErr w:type="spellEnd"/>
            <w:r>
              <w:rPr>
                <w:rFonts w:asciiTheme="minorHAnsi" w:hAnsiTheme="minorHAnsi" w:cstheme="minorHAnsi"/>
              </w:rPr>
              <w:t xml:space="preserve"> 3443</w:t>
            </w:r>
          </w:p>
          <w:p w:rsidR="003465EC" w:rsidRPr="003E5F72" w:rsidRDefault="003465EC" w:rsidP="00C11901">
            <w:pPr>
              <w:rPr>
                <w:rFonts w:asciiTheme="minorHAnsi" w:hAnsiTheme="minorHAnsi" w:cstheme="minorHAnsi"/>
              </w:rPr>
            </w:pPr>
            <w:proofErr w:type="spellStart"/>
            <w:r w:rsidRPr="003E5F72">
              <w:rPr>
                <w:rFonts w:asciiTheme="minorHAnsi" w:hAnsiTheme="minorHAnsi" w:cstheme="minorHAnsi"/>
              </w:rPr>
              <w:t>Ph</w:t>
            </w:r>
            <w:proofErr w:type="spellEnd"/>
            <w:r w:rsidRPr="003E5F72">
              <w:rPr>
                <w:rFonts w:asciiTheme="minorHAnsi" w:hAnsiTheme="minorHAnsi" w:cstheme="minorHAnsi"/>
              </w:rPr>
              <w:t xml:space="preserve"> 07 883 3965 </w:t>
            </w:r>
          </w:p>
          <w:p w:rsidR="003465EC" w:rsidRPr="003E5F72" w:rsidRDefault="003465EC" w:rsidP="0079760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3465EC" w:rsidRPr="00923E85" w:rsidTr="003465EC">
        <w:tblPrEx>
          <w:tblLook w:val="0400" w:firstRow="0" w:lastRow="0" w:firstColumn="0" w:lastColumn="0" w:noHBand="0" w:noVBand="1"/>
        </w:tblPrEx>
        <w:tc>
          <w:tcPr>
            <w:tcW w:w="29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5EC" w:rsidRPr="00923E85" w:rsidRDefault="003465EC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5EC" w:rsidRPr="00923E85" w:rsidRDefault="003465EC" w:rsidP="0079760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5EC" w:rsidRPr="00923E85" w:rsidRDefault="003465EC" w:rsidP="0079760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:rsidR="00E26A4A" w:rsidRPr="00923E85" w:rsidRDefault="00E26A4A" w:rsidP="00AE5472">
      <w:pPr>
        <w:rPr>
          <w:rFonts w:asciiTheme="minorHAnsi" w:hAnsiTheme="minorHAnsi" w:cstheme="minorHAnsi"/>
          <w:sz w:val="22"/>
          <w:szCs w:val="22"/>
          <w:lang w:val="fr-FR"/>
        </w:rPr>
      </w:pPr>
    </w:p>
    <w:sectPr w:rsidR="00E26A4A" w:rsidRPr="00923E85" w:rsidSect="00970F29">
      <w:headerReference w:type="default" r:id="rId13"/>
      <w:footerReference w:type="default" r:id="rId14"/>
      <w:pgSz w:w="12240" w:h="15840"/>
      <w:pgMar w:top="1440" w:right="162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E67" w:rsidRDefault="00C07E67">
      <w:r>
        <w:separator/>
      </w:r>
    </w:p>
  </w:endnote>
  <w:endnote w:type="continuationSeparator" w:id="0">
    <w:p w:rsidR="00C07E67" w:rsidRDefault="00C07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B7A" w:rsidRPr="00A46C5C" w:rsidRDefault="00453BB8">
    <w:pPr>
      <w:pStyle w:val="Footer"/>
      <w:rPr>
        <w:rFonts w:asciiTheme="minorHAnsi" w:hAnsiTheme="minorHAnsi" w:cstheme="minorHAnsi"/>
        <w:sz w:val="16"/>
        <w:szCs w:val="16"/>
      </w:rPr>
    </w:pPr>
    <w:r w:rsidRPr="00A46C5C">
      <w:rPr>
        <w:rFonts w:asciiTheme="minorHAnsi" w:hAnsiTheme="minorHAnsi" w:cstheme="minorHAnsi"/>
        <w:sz w:val="16"/>
        <w:szCs w:val="16"/>
      </w:rPr>
      <w:fldChar w:fldCharType="begin"/>
    </w:r>
    <w:r w:rsidRPr="00A46C5C">
      <w:rPr>
        <w:rFonts w:asciiTheme="minorHAnsi" w:hAnsiTheme="minorHAnsi" w:cstheme="minorHAnsi"/>
        <w:sz w:val="16"/>
        <w:szCs w:val="16"/>
      </w:rPr>
      <w:instrText xml:space="preserve"> DATE  \@ "dddd, d MMMM yyyy"  \* MERGEFORMAT </w:instrText>
    </w:r>
    <w:r w:rsidRPr="00A46C5C">
      <w:rPr>
        <w:rFonts w:asciiTheme="minorHAnsi" w:hAnsiTheme="minorHAnsi" w:cstheme="minorHAnsi"/>
        <w:sz w:val="16"/>
        <w:szCs w:val="16"/>
      </w:rPr>
      <w:fldChar w:fldCharType="separate"/>
    </w:r>
    <w:r w:rsidR="00E44006">
      <w:rPr>
        <w:rFonts w:asciiTheme="minorHAnsi" w:hAnsiTheme="minorHAnsi" w:cstheme="minorHAnsi"/>
        <w:noProof/>
        <w:sz w:val="16"/>
        <w:szCs w:val="16"/>
      </w:rPr>
      <w:t>Thursday, 7 December 2017</w:t>
    </w:r>
    <w:r w:rsidRPr="00A46C5C">
      <w:rPr>
        <w:rFonts w:asciiTheme="minorHAnsi" w:hAnsiTheme="minorHAnsi" w:cstheme="minorHAnsi"/>
        <w:sz w:val="16"/>
        <w:szCs w:val="16"/>
      </w:rPr>
      <w:fldChar w:fldCharType="end"/>
    </w:r>
    <w:r w:rsidR="00F91B7A" w:rsidRPr="00A46C5C">
      <w:rPr>
        <w:rFonts w:asciiTheme="minorHAnsi" w:hAnsiTheme="minorHAnsi" w:cstheme="minorHAnsi"/>
        <w:sz w:val="16"/>
        <w:szCs w:val="16"/>
      </w:rPr>
      <w:tab/>
    </w:r>
    <w:r w:rsidR="00F91B7A" w:rsidRPr="00A46C5C">
      <w:rPr>
        <w:rFonts w:asciiTheme="minorHAnsi" w:hAnsiTheme="minorHAnsi" w:cstheme="minorHAnsi"/>
        <w:sz w:val="16"/>
        <w:szCs w:val="16"/>
      </w:rPr>
      <w:tab/>
      <w:t xml:space="preserve">Page </w:t>
    </w:r>
    <w:r w:rsidR="00F91B7A" w:rsidRPr="00A46C5C">
      <w:rPr>
        <w:rFonts w:asciiTheme="minorHAnsi" w:hAnsiTheme="minorHAnsi" w:cstheme="minorHAnsi"/>
        <w:sz w:val="16"/>
        <w:szCs w:val="16"/>
      </w:rPr>
      <w:fldChar w:fldCharType="begin"/>
    </w:r>
    <w:r w:rsidR="00F91B7A" w:rsidRPr="00A46C5C">
      <w:rPr>
        <w:rFonts w:asciiTheme="minorHAnsi" w:hAnsiTheme="minorHAnsi" w:cstheme="minorHAnsi"/>
        <w:sz w:val="16"/>
        <w:szCs w:val="16"/>
      </w:rPr>
      <w:instrText xml:space="preserve"> PAGE </w:instrText>
    </w:r>
    <w:r w:rsidR="00F91B7A" w:rsidRPr="00A46C5C">
      <w:rPr>
        <w:rFonts w:asciiTheme="minorHAnsi" w:hAnsiTheme="minorHAnsi" w:cstheme="minorHAnsi"/>
        <w:sz w:val="16"/>
        <w:szCs w:val="16"/>
      </w:rPr>
      <w:fldChar w:fldCharType="separate"/>
    </w:r>
    <w:r w:rsidR="00E44006">
      <w:rPr>
        <w:rFonts w:asciiTheme="minorHAnsi" w:hAnsiTheme="minorHAnsi" w:cstheme="minorHAnsi"/>
        <w:noProof/>
        <w:sz w:val="16"/>
        <w:szCs w:val="16"/>
      </w:rPr>
      <w:t>3</w:t>
    </w:r>
    <w:r w:rsidR="00F91B7A" w:rsidRPr="00A46C5C">
      <w:rPr>
        <w:rFonts w:asciiTheme="minorHAnsi" w:hAnsiTheme="minorHAnsi" w:cstheme="minorHAnsi"/>
        <w:sz w:val="16"/>
        <w:szCs w:val="16"/>
      </w:rPr>
      <w:fldChar w:fldCharType="end"/>
    </w:r>
    <w:r w:rsidR="00F91B7A" w:rsidRPr="00A46C5C">
      <w:rPr>
        <w:rFonts w:asciiTheme="minorHAnsi" w:hAnsiTheme="minorHAnsi" w:cstheme="minorHAnsi"/>
        <w:sz w:val="16"/>
        <w:szCs w:val="16"/>
      </w:rPr>
      <w:t xml:space="preserve"> of </w:t>
    </w:r>
    <w:r w:rsidR="00F91B7A" w:rsidRPr="00A46C5C">
      <w:rPr>
        <w:rFonts w:asciiTheme="minorHAnsi" w:hAnsiTheme="minorHAnsi" w:cstheme="minorHAnsi"/>
        <w:sz w:val="16"/>
        <w:szCs w:val="16"/>
      </w:rPr>
      <w:fldChar w:fldCharType="begin"/>
    </w:r>
    <w:r w:rsidR="00F91B7A" w:rsidRPr="00A46C5C">
      <w:rPr>
        <w:rFonts w:asciiTheme="minorHAnsi" w:hAnsiTheme="minorHAnsi" w:cstheme="minorHAnsi"/>
        <w:sz w:val="16"/>
        <w:szCs w:val="16"/>
      </w:rPr>
      <w:instrText xml:space="preserve"> NUMPAGES </w:instrText>
    </w:r>
    <w:r w:rsidR="00F91B7A" w:rsidRPr="00A46C5C">
      <w:rPr>
        <w:rFonts w:asciiTheme="minorHAnsi" w:hAnsiTheme="minorHAnsi" w:cstheme="minorHAnsi"/>
        <w:sz w:val="16"/>
        <w:szCs w:val="16"/>
      </w:rPr>
      <w:fldChar w:fldCharType="separate"/>
    </w:r>
    <w:r w:rsidR="00E44006">
      <w:rPr>
        <w:rFonts w:asciiTheme="minorHAnsi" w:hAnsiTheme="minorHAnsi" w:cstheme="minorHAnsi"/>
        <w:noProof/>
        <w:sz w:val="16"/>
        <w:szCs w:val="16"/>
      </w:rPr>
      <w:t>4</w:t>
    </w:r>
    <w:r w:rsidR="00F91B7A" w:rsidRPr="00A46C5C">
      <w:rPr>
        <w:rFonts w:asciiTheme="minorHAnsi" w:hAnsiTheme="minorHAnsi" w:cstheme="minorHAnsi"/>
        <w:sz w:val="16"/>
        <w:szCs w:val="16"/>
      </w:rPr>
      <w:fldChar w:fldCharType="end"/>
    </w:r>
    <w:r w:rsidR="00F91B7A" w:rsidRPr="00A46C5C">
      <w:rPr>
        <w:rFonts w:asciiTheme="minorHAnsi" w:hAnsiTheme="minorHAnsi" w:cstheme="minorHAnsi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E67" w:rsidRDefault="00C07E67">
      <w:r>
        <w:separator/>
      </w:r>
    </w:p>
  </w:footnote>
  <w:footnote w:type="continuationSeparator" w:id="0">
    <w:p w:rsidR="00C07E67" w:rsidRDefault="00C07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F43" w:rsidRDefault="00F14F4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364B90"/>
    <w:multiLevelType w:val="multilevel"/>
    <w:tmpl w:val="CC38FA70"/>
    <w:lvl w:ilvl="0">
      <w:start w:val="1"/>
      <w:numFmt w:val="decimal"/>
      <w:pStyle w:val="WDHBMainHeading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pStyle w:val="WDHB11Subheading"/>
      <w:lvlText w:val="%1.%2."/>
      <w:lvlJc w:val="left"/>
      <w:pPr>
        <w:tabs>
          <w:tab w:val="num" w:pos="0"/>
        </w:tabs>
        <w:ind w:left="792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607"/>
    <w:rsid w:val="00007FA3"/>
    <w:rsid w:val="000153E8"/>
    <w:rsid w:val="00015612"/>
    <w:rsid w:val="00026663"/>
    <w:rsid w:val="00033FA0"/>
    <w:rsid w:val="0003761D"/>
    <w:rsid w:val="00060BBC"/>
    <w:rsid w:val="000619F1"/>
    <w:rsid w:val="00061AC7"/>
    <w:rsid w:val="00076085"/>
    <w:rsid w:val="00091C01"/>
    <w:rsid w:val="000D3C02"/>
    <w:rsid w:val="000D5361"/>
    <w:rsid w:val="000E3CE4"/>
    <w:rsid w:val="000E4DB8"/>
    <w:rsid w:val="000F3939"/>
    <w:rsid w:val="0013048D"/>
    <w:rsid w:val="00133A91"/>
    <w:rsid w:val="001432D8"/>
    <w:rsid w:val="001528A8"/>
    <w:rsid w:val="00175F31"/>
    <w:rsid w:val="001858FC"/>
    <w:rsid w:val="001C5162"/>
    <w:rsid w:val="001D6E31"/>
    <w:rsid w:val="001F587A"/>
    <w:rsid w:val="00215CB3"/>
    <w:rsid w:val="00297022"/>
    <w:rsid w:val="00297FEE"/>
    <w:rsid w:val="002A14D9"/>
    <w:rsid w:val="002B4889"/>
    <w:rsid w:val="002D71B4"/>
    <w:rsid w:val="002E3455"/>
    <w:rsid w:val="00325DE9"/>
    <w:rsid w:val="00333D66"/>
    <w:rsid w:val="003348DA"/>
    <w:rsid w:val="0034281E"/>
    <w:rsid w:val="003465EC"/>
    <w:rsid w:val="003751BD"/>
    <w:rsid w:val="00382B57"/>
    <w:rsid w:val="003A4D51"/>
    <w:rsid w:val="003C3D9C"/>
    <w:rsid w:val="003E5F72"/>
    <w:rsid w:val="003F3A79"/>
    <w:rsid w:val="004015C7"/>
    <w:rsid w:val="0041177B"/>
    <w:rsid w:val="00453BB8"/>
    <w:rsid w:val="004640DC"/>
    <w:rsid w:val="00475A4E"/>
    <w:rsid w:val="00477588"/>
    <w:rsid w:val="004A16CA"/>
    <w:rsid w:val="004A6D8A"/>
    <w:rsid w:val="004C0459"/>
    <w:rsid w:val="004E1010"/>
    <w:rsid w:val="004E1C66"/>
    <w:rsid w:val="00501E5D"/>
    <w:rsid w:val="00516ABC"/>
    <w:rsid w:val="00516CB4"/>
    <w:rsid w:val="00524347"/>
    <w:rsid w:val="00526B7A"/>
    <w:rsid w:val="00533C45"/>
    <w:rsid w:val="00542BA7"/>
    <w:rsid w:val="00553730"/>
    <w:rsid w:val="00572D90"/>
    <w:rsid w:val="005842FB"/>
    <w:rsid w:val="005A1F5D"/>
    <w:rsid w:val="005A42F1"/>
    <w:rsid w:val="005B1028"/>
    <w:rsid w:val="00600C74"/>
    <w:rsid w:val="00665D51"/>
    <w:rsid w:val="0069050F"/>
    <w:rsid w:val="006F2EBF"/>
    <w:rsid w:val="007736DF"/>
    <w:rsid w:val="00776102"/>
    <w:rsid w:val="00797607"/>
    <w:rsid w:val="00797D75"/>
    <w:rsid w:val="007A7051"/>
    <w:rsid w:val="007D49E3"/>
    <w:rsid w:val="007E5A19"/>
    <w:rsid w:val="007E6EE1"/>
    <w:rsid w:val="007F4B19"/>
    <w:rsid w:val="007F7785"/>
    <w:rsid w:val="00814270"/>
    <w:rsid w:val="00823272"/>
    <w:rsid w:val="00841CC6"/>
    <w:rsid w:val="00845AFD"/>
    <w:rsid w:val="00866455"/>
    <w:rsid w:val="008703D4"/>
    <w:rsid w:val="0087149E"/>
    <w:rsid w:val="00882A6F"/>
    <w:rsid w:val="008926F1"/>
    <w:rsid w:val="008A15D2"/>
    <w:rsid w:val="008D693F"/>
    <w:rsid w:val="008F319E"/>
    <w:rsid w:val="008F5790"/>
    <w:rsid w:val="008F5E9D"/>
    <w:rsid w:val="00910375"/>
    <w:rsid w:val="00916D09"/>
    <w:rsid w:val="00923E85"/>
    <w:rsid w:val="00970F29"/>
    <w:rsid w:val="009A7868"/>
    <w:rsid w:val="009D29F9"/>
    <w:rsid w:val="009E1D7F"/>
    <w:rsid w:val="00A00026"/>
    <w:rsid w:val="00A1344E"/>
    <w:rsid w:val="00A41268"/>
    <w:rsid w:val="00A422DD"/>
    <w:rsid w:val="00A46C5C"/>
    <w:rsid w:val="00A738AD"/>
    <w:rsid w:val="00A86397"/>
    <w:rsid w:val="00A87D3C"/>
    <w:rsid w:val="00AB4671"/>
    <w:rsid w:val="00AE5472"/>
    <w:rsid w:val="00B228C2"/>
    <w:rsid w:val="00B4027A"/>
    <w:rsid w:val="00B4718C"/>
    <w:rsid w:val="00B52142"/>
    <w:rsid w:val="00B5712C"/>
    <w:rsid w:val="00B96BB9"/>
    <w:rsid w:val="00BD5177"/>
    <w:rsid w:val="00BD5748"/>
    <w:rsid w:val="00C07E67"/>
    <w:rsid w:val="00C11901"/>
    <w:rsid w:val="00C17A99"/>
    <w:rsid w:val="00C316DE"/>
    <w:rsid w:val="00C83DDA"/>
    <w:rsid w:val="00C91387"/>
    <w:rsid w:val="00C92623"/>
    <w:rsid w:val="00C92C05"/>
    <w:rsid w:val="00CA293A"/>
    <w:rsid w:val="00CA3378"/>
    <w:rsid w:val="00CD4265"/>
    <w:rsid w:val="00D00E09"/>
    <w:rsid w:val="00D10913"/>
    <w:rsid w:val="00D44AE3"/>
    <w:rsid w:val="00D47A7B"/>
    <w:rsid w:val="00DA23DA"/>
    <w:rsid w:val="00DA3456"/>
    <w:rsid w:val="00DA39F1"/>
    <w:rsid w:val="00DA576C"/>
    <w:rsid w:val="00DD567F"/>
    <w:rsid w:val="00DD6D03"/>
    <w:rsid w:val="00DE2FFF"/>
    <w:rsid w:val="00DF4D89"/>
    <w:rsid w:val="00E07793"/>
    <w:rsid w:val="00E20AF8"/>
    <w:rsid w:val="00E26A4A"/>
    <w:rsid w:val="00E33A65"/>
    <w:rsid w:val="00E44006"/>
    <w:rsid w:val="00E47633"/>
    <w:rsid w:val="00E5414F"/>
    <w:rsid w:val="00E93CD5"/>
    <w:rsid w:val="00E9795A"/>
    <w:rsid w:val="00EA2656"/>
    <w:rsid w:val="00ED3993"/>
    <w:rsid w:val="00ED52C6"/>
    <w:rsid w:val="00EE0CF7"/>
    <w:rsid w:val="00F00AD0"/>
    <w:rsid w:val="00F07CA8"/>
    <w:rsid w:val="00F14F43"/>
    <w:rsid w:val="00F60635"/>
    <w:rsid w:val="00F91B7A"/>
    <w:rsid w:val="00FA2B12"/>
    <w:rsid w:val="00FD64D9"/>
    <w:rsid w:val="00FF0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0153E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75F3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DHBTableofContents">
    <w:name w:val="WDHB: Table of Contents"/>
    <w:basedOn w:val="Normal"/>
    <w:next w:val="Normal"/>
    <w:autoRedefine/>
    <w:qFormat/>
    <w:rsid w:val="000153E8"/>
    <w:pPr>
      <w:keepNext/>
      <w:pageBreakBefore/>
      <w:pBdr>
        <w:bottom w:val="single" w:sz="8" w:space="1" w:color="FF0000"/>
      </w:pBdr>
      <w:spacing w:before="480" w:after="240"/>
    </w:pPr>
    <w:rPr>
      <w:rFonts w:ascii="Arial" w:hAnsi="Arial" w:cs="Arial"/>
      <w:color w:val="FF0000"/>
      <w:sz w:val="32"/>
      <w:szCs w:val="28"/>
    </w:rPr>
  </w:style>
  <w:style w:type="paragraph" w:customStyle="1" w:styleId="WDHBMainHeading">
    <w:name w:val="WDHB: Main Heading"/>
    <w:basedOn w:val="Heading1"/>
    <w:autoRedefine/>
    <w:qFormat/>
    <w:rsid w:val="00175F31"/>
    <w:pPr>
      <w:keepLines/>
      <w:numPr>
        <w:numId w:val="4"/>
      </w:numPr>
      <w:pBdr>
        <w:bottom w:val="single" w:sz="8" w:space="1" w:color="FF0000"/>
      </w:pBdr>
      <w:tabs>
        <w:tab w:val="left" w:pos="567"/>
      </w:tabs>
      <w:spacing w:before="480" w:after="120"/>
      <w:jc w:val="both"/>
    </w:pPr>
    <w:rPr>
      <w:color w:val="FF0000"/>
      <w:kern w:val="0"/>
      <w:sz w:val="28"/>
      <w:szCs w:val="28"/>
    </w:rPr>
  </w:style>
  <w:style w:type="paragraph" w:customStyle="1" w:styleId="WDHB2ndpage-Headings">
    <w:name w:val="WDHB: 2nd page - Headings"/>
    <w:basedOn w:val="Normal"/>
    <w:next w:val="Normal"/>
    <w:autoRedefine/>
    <w:rsid w:val="00175F31"/>
    <w:pPr>
      <w:pBdr>
        <w:bottom w:val="single" w:sz="8" w:space="1" w:color="FF0000"/>
      </w:pBdr>
      <w:spacing w:before="480" w:after="120"/>
    </w:pPr>
    <w:rPr>
      <w:rFonts w:ascii="Arial" w:eastAsia="Calibri" w:hAnsi="Arial"/>
      <w:color w:val="FF0000"/>
      <w:sz w:val="32"/>
      <w:szCs w:val="20"/>
    </w:rPr>
  </w:style>
  <w:style w:type="paragraph" w:customStyle="1" w:styleId="StyleWDHB2ndpage-HeadingsAuto">
    <w:name w:val="Style WDHB: 2nd page - Headings + Auto"/>
    <w:basedOn w:val="WDHB2ndpage-Headings"/>
    <w:autoRedefine/>
    <w:rsid w:val="00175F31"/>
  </w:style>
  <w:style w:type="paragraph" w:customStyle="1" w:styleId="WDHB11Subheading">
    <w:name w:val="WDHB: 1.1 Sub heading"/>
    <w:basedOn w:val="Heading2"/>
    <w:autoRedefine/>
    <w:qFormat/>
    <w:rsid w:val="00175F31"/>
    <w:pPr>
      <w:keepLines/>
      <w:numPr>
        <w:ilvl w:val="1"/>
        <w:numId w:val="4"/>
      </w:numPr>
      <w:pBdr>
        <w:bottom w:val="single" w:sz="2" w:space="1" w:color="FF0000"/>
      </w:pBdr>
      <w:tabs>
        <w:tab w:val="left" w:pos="1134"/>
      </w:tabs>
      <w:spacing w:before="120" w:after="120"/>
      <w:ind w:right="3561"/>
      <w:jc w:val="both"/>
    </w:pPr>
    <w:rPr>
      <w:b w:val="0"/>
      <w:i w:val="0"/>
      <w:iCs w:val="0"/>
      <w:color w:val="FF0000"/>
      <w:sz w:val="24"/>
      <w:szCs w:val="24"/>
    </w:rPr>
  </w:style>
  <w:style w:type="character" w:styleId="Strong">
    <w:name w:val="Strong"/>
    <w:qFormat/>
    <w:rsid w:val="00797607"/>
    <w:rPr>
      <w:b/>
      <w:bCs/>
    </w:rPr>
  </w:style>
  <w:style w:type="paragraph" w:styleId="Header">
    <w:name w:val="header"/>
    <w:basedOn w:val="Normal"/>
    <w:rsid w:val="00970F2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70F2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453B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53BB8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unhideWhenUsed/>
    <w:rsid w:val="00C1190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0153E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75F3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DHBTableofContents">
    <w:name w:val="WDHB: Table of Contents"/>
    <w:basedOn w:val="Normal"/>
    <w:next w:val="Normal"/>
    <w:autoRedefine/>
    <w:qFormat/>
    <w:rsid w:val="000153E8"/>
    <w:pPr>
      <w:keepNext/>
      <w:pageBreakBefore/>
      <w:pBdr>
        <w:bottom w:val="single" w:sz="8" w:space="1" w:color="FF0000"/>
      </w:pBdr>
      <w:spacing w:before="480" w:after="240"/>
    </w:pPr>
    <w:rPr>
      <w:rFonts w:ascii="Arial" w:hAnsi="Arial" w:cs="Arial"/>
      <w:color w:val="FF0000"/>
      <w:sz w:val="32"/>
      <w:szCs w:val="28"/>
    </w:rPr>
  </w:style>
  <w:style w:type="paragraph" w:customStyle="1" w:styleId="WDHBMainHeading">
    <w:name w:val="WDHB: Main Heading"/>
    <w:basedOn w:val="Heading1"/>
    <w:autoRedefine/>
    <w:qFormat/>
    <w:rsid w:val="00175F31"/>
    <w:pPr>
      <w:keepLines/>
      <w:numPr>
        <w:numId w:val="4"/>
      </w:numPr>
      <w:pBdr>
        <w:bottom w:val="single" w:sz="8" w:space="1" w:color="FF0000"/>
      </w:pBdr>
      <w:tabs>
        <w:tab w:val="left" w:pos="567"/>
      </w:tabs>
      <w:spacing w:before="480" w:after="120"/>
      <w:jc w:val="both"/>
    </w:pPr>
    <w:rPr>
      <w:color w:val="FF0000"/>
      <w:kern w:val="0"/>
      <w:sz w:val="28"/>
      <w:szCs w:val="28"/>
    </w:rPr>
  </w:style>
  <w:style w:type="paragraph" w:customStyle="1" w:styleId="WDHB2ndpage-Headings">
    <w:name w:val="WDHB: 2nd page - Headings"/>
    <w:basedOn w:val="Normal"/>
    <w:next w:val="Normal"/>
    <w:autoRedefine/>
    <w:rsid w:val="00175F31"/>
    <w:pPr>
      <w:pBdr>
        <w:bottom w:val="single" w:sz="8" w:space="1" w:color="FF0000"/>
      </w:pBdr>
      <w:spacing w:before="480" w:after="120"/>
    </w:pPr>
    <w:rPr>
      <w:rFonts w:ascii="Arial" w:eastAsia="Calibri" w:hAnsi="Arial"/>
      <w:color w:val="FF0000"/>
      <w:sz w:val="32"/>
      <w:szCs w:val="20"/>
    </w:rPr>
  </w:style>
  <w:style w:type="paragraph" w:customStyle="1" w:styleId="StyleWDHB2ndpage-HeadingsAuto">
    <w:name w:val="Style WDHB: 2nd page - Headings + Auto"/>
    <w:basedOn w:val="WDHB2ndpage-Headings"/>
    <w:autoRedefine/>
    <w:rsid w:val="00175F31"/>
  </w:style>
  <w:style w:type="paragraph" w:customStyle="1" w:styleId="WDHB11Subheading">
    <w:name w:val="WDHB: 1.1 Sub heading"/>
    <w:basedOn w:val="Heading2"/>
    <w:autoRedefine/>
    <w:qFormat/>
    <w:rsid w:val="00175F31"/>
    <w:pPr>
      <w:keepLines/>
      <w:numPr>
        <w:ilvl w:val="1"/>
        <w:numId w:val="4"/>
      </w:numPr>
      <w:pBdr>
        <w:bottom w:val="single" w:sz="2" w:space="1" w:color="FF0000"/>
      </w:pBdr>
      <w:tabs>
        <w:tab w:val="left" w:pos="1134"/>
      </w:tabs>
      <w:spacing w:before="120" w:after="120"/>
      <w:ind w:right="3561"/>
      <w:jc w:val="both"/>
    </w:pPr>
    <w:rPr>
      <w:b w:val="0"/>
      <w:i w:val="0"/>
      <w:iCs w:val="0"/>
      <w:color w:val="FF0000"/>
      <w:sz w:val="24"/>
      <w:szCs w:val="24"/>
    </w:rPr>
  </w:style>
  <w:style w:type="character" w:styleId="Strong">
    <w:name w:val="Strong"/>
    <w:qFormat/>
    <w:rsid w:val="00797607"/>
    <w:rPr>
      <w:b/>
      <w:bCs/>
    </w:rPr>
  </w:style>
  <w:style w:type="paragraph" w:styleId="Header">
    <w:name w:val="header"/>
    <w:basedOn w:val="Normal"/>
    <w:rsid w:val="00970F2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70F2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453B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53BB8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unhideWhenUsed/>
    <w:rsid w:val="00C119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8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0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7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5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4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9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5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0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8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2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3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3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6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7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3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1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4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6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4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03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2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7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57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1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5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6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9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4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7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4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0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4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9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0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4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7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0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9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3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2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8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2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0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1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9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6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3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7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8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4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7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6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6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9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9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5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0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1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9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7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9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7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4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9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84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1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3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4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9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0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6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7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1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54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8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1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1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0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0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0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5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4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4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4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3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11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8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1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0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7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4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5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6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8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0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5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8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4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3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95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6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0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4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7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5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43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34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2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8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3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46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5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0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5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1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2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5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5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0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2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4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0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1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3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9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06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5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3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1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2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1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admin@tokhealth.co.nz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okoroa@phcl.health.nz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admin@pikiaorunanga.org.n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dmin.rmg@raphs.org.nz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DC99C-DDA4-4DCB-AD3C-2D8780CF9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D5FBCB2E</Template>
  <TotalTime>1</TotalTime>
  <Pages>4</Pages>
  <Words>690</Words>
  <Characters>3969</Characters>
  <Application>Microsoft Office Word</Application>
  <DocSecurity>4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Surgery</vt:lpstr>
    </vt:vector>
  </TitlesOfParts>
  <Company>Lakes District Health Board</Company>
  <LinksUpToDate>false</LinksUpToDate>
  <CharactersWithSpaces>4650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Surgery</dc:title>
  <dc:creator>Heather Lang</dc:creator>
  <cp:lastModifiedBy>Janet Arnet</cp:lastModifiedBy>
  <cp:revision>2</cp:revision>
  <cp:lastPrinted>2015-07-29T21:12:00Z</cp:lastPrinted>
  <dcterms:created xsi:type="dcterms:W3CDTF">2017-12-07T02:48:00Z</dcterms:created>
  <dcterms:modified xsi:type="dcterms:W3CDTF">2017-12-07T02:48:00Z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