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D3C" w:rsidRDefault="005D3D3C" w:rsidP="00B065FB">
      <w:pPr>
        <w:tabs>
          <w:tab w:val="left" w:pos="9923"/>
        </w:tabs>
        <w:ind w:left="284" w:right="544"/>
        <w:rPr>
          <w:rFonts w:cs="Arial"/>
          <w:b/>
          <w:szCs w:val="20"/>
        </w:rPr>
      </w:pPr>
    </w:p>
    <w:p w:rsidR="005D3D3C" w:rsidRDefault="005D3D3C" w:rsidP="00B065FB">
      <w:pPr>
        <w:tabs>
          <w:tab w:val="left" w:pos="9923"/>
        </w:tabs>
        <w:ind w:left="284" w:right="544"/>
        <w:rPr>
          <w:rFonts w:cs="Arial"/>
          <w:b/>
          <w:szCs w:val="20"/>
        </w:rPr>
      </w:pPr>
    </w:p>
    <w:p w:rsidR="005D3D3C" w:rsidRPr="005D3D3C" w:rsidRDefault="00ED0872" w:rsidP="00D468F9">
      <w:pPr>
        <w:pBdr>
          <w:top w:val="single" w:sz="18" w:space="1" w:color="E36C0A" w:themeColor="accent6" w:themeShade="BF"/>
          <w:left w:val="single" w:sz="18" w:space="4" w:color="E36C0A" w:themeColor="accent6" w:themeShade="BF"/>
          <w:bottom w:val="single" w:sz="18" w:space="0" w:color="E36C0A" w:themeColor="accent6" w:themeShade="BF"/>
          <w:right w:val="single" w:sz="18" w:space="4" w:color="E36C0A" w:themeColor="accent6" w:themeShade="BF"/>
        </w:pBdr>
        <w:shd w:val="clear" w:color="auto" w:fill="E36C0A" w:themeFill="accent6" w:themeFillShade="BF"/>
        <w:tabs>
          <w:tab w:val="left" w:pos="9923"/>
        </w:tabs>
        <w:ind w:left="284" w:right="544"/>
        <w:jc w:val="center"/>
        <w:rPr>
          <w:rFonts w:cs="Arial"/>
          <w:b/>
          <w:color w:val="FFFFFF" w:themeColor="background1"/>
          <w:sz w:val="32"/>
          <w:szCs w:val="32"/>
        </w:rPr>
      </w:pPr>
      <w:r>
        <w:rPr>
          <w:rFonts w:cs="Arial"/>
          <w:b/>
          <w:color w:val="FFFFFF" w:themeColor="background1"/>
          <w:sz w:val="32"/>
          <w:szCs w:val="32"/>
        </w:rPr>
        <w:t>SELF REFERRAL</w:t>
      </w:r>
    </w:p>
    <w:p w:rsidR="005D3D3C" w:rsidRPr="000635ED" w:rsidRDefault="005D3D3C" w:rsidP="00B065FB">
      <w:pPr>
        <w:tabs>
          <w:tab w:val="left" w:pos="9923"/>
        </w:tabs>
        <w:ind w:left="284" w:right="544"/>
        <w:rPr>
          <w:rFonts w:cs="Arial"/>
          <w:b/>
          <w:sz w:val="4"/>
          <w:szCs w:val="4"/>
        </w:rPr>
      </w:pPr>
    </w:p>
    <w:p w:rsidR="000635ED" w:rsidRPr="00D468F9" w:rsidRDefault="000635ED" w:rsidP="00ED0872">
      <w:pPr>
        <w:tabs>
          <w:tab w:val="left" w:pos="5670"/>
          <w:tab w:val="left" w:pos="7371"/>
          <w:tab w:val="left" w:pos="9923"/>
        </w:tabs>
        <w:spacing w:before="80" w:after="80"/>
        <w:ind w:left="284" w:right="544"/>
        <w:rPr>
          <w:rFonts w:cs="Arial"/>
          <w:sz w:val="4"/>
          <w:szCs w:val="4"/>
        </w:rPr>
      </w:pPr>
      <w:r w:rsidRPr="0009050B">
        <w:rPr>
          <w:rFonts w:cs="Arial"/>
          <w:b/>
          <w:szCs w:val="20"/>
        </w:rPr>
        <w:t>Date: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 xml:space="preserve">              </w:t>
      </w:r>
      <w:r w:rsidR="00A1104F">
        <w:rPr>
          <w:rFonts w:cs="Arial"/>
          <w:szCs w:val="20"/>
        </w:rPr>
        <w:fldChar w:fldCharType="begin"/>
      </w:r>
      <w:r w:rsidR="00A1104F">
        <w:rPr>
          <w:rFonts w:cs="Arial"/>
          <w:szCs w:val="20"/>
        </w:rPr>
        <w:instrText xml:space="preserve"> DATE \@ "d/MM/yyyy h:mm:ss am/pm" </w:instrText>
      </w:r>
      <w:r w:rsidR="00A1104F">
        <w:rPr>
          <w:rFonts w:cs="Arial"/>
          <w:szCs w:val="20"/>
        </w:rPr>
        <w:fldChar w:fldCharType="separate"/>
      </w:r>
      <w:r w:rsidR="00853D0B">
        <w:rPr>
          <w:rFonts w:cs="Arial"/>
          <w:noProof/>
          <w:szCs w:val="20"/>
        </w:rPr>
        <w:t>26/02/2016 8:40:02 a.m.</w:t>
      </w:r>
      <w:r w:rsidR="00A1104F">
        <w:rPr>
          <w:rFonts w:cs="Arial"/>
          <w:szCs w:val="20"/>
        </w:rPr>
        <w:fldChar w:fldCharType="end"/>
      </w:r>
      <w:r w:rsidR="00ED0872">
        <w:rPr>
          <w:rFonts w:cs="Arial"/>
          <w:szCs w:val="20"/>
        </w:rPr>
        <w:tab/>
      </w:r>
      <w:r w:rsidR="00ED0872">
        <w:rPr>
          <w:rFonts w:cs="Arial"/>
          <w:b/>
          <w:szCs w:val="20"/>
        </w:rPr>
        <w:t xml:space="preserve">Urgency: </w:t>
      </w:r>
      <w:r w:rsidR="00ED0872">
        <w:rPr>
          <w:rFonts w:cs="Arial"/>
          <w:b/>
          <w:szCs w:val="20"/>
        </w:rPr>
        <w:tab/>
      </w:r>
      <w:sdt>
        <w:sdtPr>
          <w:rPr>
            <w:rFonts w:cs="Arial"/>
            <w:szCs w:val="20"/>
          </w:rPr>
          <w:id w:val="864102006"/>
          <w:placeholder>
            <w:docPart w:val="4791836018BB4783900DC4852D5BC93A"/>
          </w:placeholder>
          <w:showingPlcHdr/>
          <w:dropDownList>
            <w:listItem w:value="Choose an item."/>
            <w:listItem w:displayText="Crisis" w:value="Crisis"/>
            <w:listItem w:displayText="Urgent" w:value="Urgent"/>
            <w:listItem w:displayText="Non-Urgent" w:value="Non-Urgent"/>
          </w:dropDownList>
        </w:sdtPr>
        <w:sdtEndPr/>
        <w:sdtContent>
          <w:r w:rsidR="00ED0872" w:rsidRPr="00473BFD">
            <w:rPr>
              <w:rStyle w:val="PlaceholderText"/>
              <w:rFonts w:cs="Arial"/>
              <w:szCs w:val="20"/>
            </w:rPr>
            <w:t>Choose an item.</w:t>
          </w:r>
        </w:sdtContent>
      </w:sdt>
    </w:p>
    <w:tbl>
      <w:tblPr>
        <w:tblStyle w:val="TableGrid"/>
        <w:tblpPr w:leftFromText="180" w:rightFromText="180" w:vertAnchor="text" w:tblpY="1"/>
        <w:tblOverlap w:val="never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ED0872" w:rsidRPr="00AC6F6A" w:rsidTr="00AA40C9">
        <w:tc>
          <w:tcPr>
            <w:tcW w:w="9889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shd w:val="clear" w:color="auto" w:fill="002060"/>
          </w:tcPr>
          <w:p w:rsidR="00ED0872" w:rsidRPr="00AC6F6A" w:rsidRDefault="00ED0872" w:rsidP="00AA40C9">
            <w:pPr>
              <w:ind w:right="-108"/>
              <w:rPr>
                <w:rFonts w:cs="Arial"/>
                <w:b/>
                <w:szCs w:val="20"/>
              </w:rPr>
            </w:pPr>
            <w:r w:rsidRPr="00AC6F6A">
              <w:rPr>
                <w:rFonts w:cs="Arial"/>
                <w:b/>
                <w:szCs w:val="20"/>
              </w:rPr>
              <w:t>DEMOGRAPHIC INFORMATION</w:t>
            </w:r>
          </w:p>
        </w:tc>
      </w:tr>
      <w:tr w:rsidR="00ED0872" w:rsidTr="00AA40C9">
        <w:tc>
          <w:tcPr>
            <w:tcW w:w="9889" w:type="dxa"/>
            <w:tcBorders>
              <w:top w:val="single" w:sz="18" w:space="0" w:color="002060"/>
              <w:left w:val="single" w:sz="18" w:space="0" w:color="002060"/>
              <w:bottom w:val="single" w:sz="24" w:space="0" w:color="002060"/>
              <w:right w:val="single" w:sz="18" w:space="0" w:color="002060"/>
            </w:tcBorders>
          </w:tcPr>
          <w:p w:rsidR="00ED0872" w:rsidRDefault="00ED0872" w:rsidP="00AA40C9">
            <w:pPr>
              <w:tabs>
                <w:tab w:val="left" w:pos="1417"/>
                <w:tab w:val="left" w:pos="5101"/>
                <w:tab w:val="left" w:pos="5953"/>
              </w:tabs>
              <w:spacing w:before="80"/>
              <w:ind w:right="-108"/>
              <w:rPr>
                <w:rFonts w:cs="Arial"/>
                <w:szCs w:val="20"/>
              </w:rPr>
            </w:pPr>
            <w:r w:rsidRPr="0027034B">
              <w:rPr>
                <w:rFonts w:cs="Arial"/>
                <w:b/>
                <w:szCs w:val="20"/>
              </w:rPr>
              <w:t>NHI:</w:t>
            </w:r>
            <w:r>
              <w:rPr>
                <w:rFonts w:cs="Arial"/>
                <w:szCs w:val="20"/>
              </w:rPr>
              <w:tab/>
            </w:r>
            <w:r w:rsidRPr="00270CB2">
              <w:rPr>
                <w:rFonts w:cs="Arial"/>
                <w:szCs w:val="20"/>
                <w:lang w:val="en-US" w:eastAsia="en-U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5" type="#_x0000_t75" style="width:117.75pt;height:18.75pt" o:ole="">
                  <v:imagedata r:id="rId9" o:title=""/>
                </v:shape>
                <w:control r:id="rId10" w:name="TextBox2212" w:shapeid="_x0000_i1055"/>
              </w:object>
            </w:r>
            <w:r>
              <w:rPr>
                <w:rFonts w:cs="Arial"/>
                <w:szCs w:val="20"/>
              </w:rPr>
              <w:t xml:space="preserve"> </w:t>
            </w:r>
            <w:r w:rsidRPr="00E7256F">
              <w:rPr>
                <w:rFonts w:cs="Arial"/>
                <w:b/>
                <w:vertAlign w:val="superscript"/>
              </w:rPr>
              <w:t>(if known)?</w:t>
            </w:r>
            <w:r>
              <w:rPr>
                <w:rFonts w:cs="Arial"/>
                <w:szCs w:val="20"/>
              </w:rPr>
              <w:tab/>
            </w:r>
            <w:r w:rsidRPr="00E3781F">
              <w:rPr>
                <w:rFonts w:cs="Arial"/>
                <w:b/>
                <w:szCs w:val="20"/>
              </w:rPr>
              <w:t>DOB:</w:t>
            </w:r>
            <w:r>
              <w:rPr>
                <w:rFonts w:cs="Arial"/>
                <w:b/>
                <w:szCs w:val="20"/>
              </w:rPr>
              <w:t xml:space="preserve">  </w:t>
            </w:r>
            <w:r>
              <w:rPr>
                <w:rFonts w:cs="Arial"/>
                <w:b/>
                <w:szCs w:val="20"/>
              </w:rPr>
              <w:tab/>
            </w:r>
            <w:r w:rsidRPr="00270CB2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57" type="#_x0000_t75" style="width:186.75pt;height:18.75pt" o:ole="">
                  <v:imagedata r:id="rId11" o:title=""/>
                </v:shape>
                <w:control r:id="rId12" w:name="TextBox22111" w:shapeid="_x0000_i1057"/>
              </w:object>
            </w:r>
          </w:p>
          <w:p w:rsidR="00ED0872" w:rsidRPr="00FE48A3" w:rsidRDefault="00ED0872" w:rsidP="00AA40C9">
            <w:pPr>
              <w:tabs>
                <w:tab w:val="left" w:pos="1417"/>
                <w:tab w:val="left" w:pos="4678"/>
                <w:tab w:val="left" w:pos="5954"/>
                <w:tab w:val="left" w:pos="9923"/>
              </w:tabs>
              <w:ind w:right="-72"/>
              <w:rPr>
                <w:rFonts w:cs="Arial"/>
                <w:b/>
                <w:szCs w:val="20"/>
              </w:rPr>
            </w:pPr>
            <w:r w:rsidRPr="0027034B">
              <w:rPr>
                <w:rFonts w:cs="Arial"/>
                <w:b/>
                <w:szCs w:val="20"/>
              </w:rPr>
              <w:t>Surname: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59" type="#_x0000_t75" style="width:142.5pt;height:18.75pt" o:ole="">
                  <v:imagedata r:id="rId13" o:title=""/>
                </v:shape>
                <w:control r:id="rId14" w:name="TextBox513112123" w:shapeid="_x0000_i1059"/>
              </w:object>
            </w:r>
            <w:r>
              <w:rPr>
                <w:rFonts w:cs="Arial"/>
                <w:szCs w:val="20"/>
              </w:rPr>
              <w:t xml:space="preserve">  </w:t>
            </w:r>
            <w:r w:rsidRPr="0027034B">
              <w:rPr>
                <w:rFonts w:cs="Arial"/>
                <w:b/>
                <w:szCs w:val="20"/>
              </w:rPr>
              <w:t>Forename(s)</w:t>
            </w:r>
            <w:r>
              <w:rPr>
                <w:rFonts w:cs="Arial"/>
                <w:b/>
                <w:szCs w:val="20"/>
              </w:rPr>
              <w:t>:</w:t>
            </w:r>
            <w:r>
              <w:rPr>
                <w:rFonts w:cs="Arial"/>
                <w:b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61" type="#_x0000_t75" style="width:186.75pt;height:18.75pt" o:ole="">
                  <v:imagedata r:id="rId11" o:title=""/>
                </v:shape>
                <w:control r:id="rId15" w:name="TextBox5131121231" w:shapeid="_x0000_i1061"/>
              </w:object>
            </w:r>
          </w:p>
          <w:p w:rsidR="00ED0872" w:rsidRDefault="00ED0872" w:rsidP="00AA40C9">
            <w:pPr>
              <w:tabs>
                <w:tab w:val="left" w:pos="1417"/>
                <w:tab w:val="left" w:pos="9923"/>
              </w:tabs>
              <w:ind w:right="-72"/>
              <w:rPr>
                <w:rFonts w:cs="Arial"/>
                <w:szCs w:val="20"/>
              </w:rPr>
            </w:pPr>
            <w:r w:rsidRPr="001161DF">
              <w:rPr>
                <w:rFonts w:cs="Arial"/>
                <w:b/>
                <w:szCs w:val="20"/>
              </w:rPr>
              <w:t>Address:</w:t>
            </w:r>
            <w:r>
              <w:rPr>
                <w:rFonts w:cs="Arial"/>
                <w:b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63" type="#_x0000_t75" style="width:414pt;height:18.75pt" o:ole="">
                  <v:imagedata r:id="rId16" o:title=""/>
                </v:shape>
                <w:control r:id="rId17" w:name="TextBox5131121224" w:shapeid="_x0000_i1063"/>
              </w:object>
            </w:r>
          </w:p>
          <w:p w:rsidR="00ED0872" w:rsidRDefault="00ED0872" w:rsidP="00AA40C9">
            <w:pPr>
              <w:tabs>
                <w:tab w:val="left" w:pos="1417"/>
                <w:tab w:val="left" w:pos="5101"/>
                <w:tab w:val="left" w:pos="9923"/>
              </w:tabs>
              <w:ind w:right="-108"/>
              <w:rPr>
                <w:rFonts w:cs="Arial"/>
                <w:szCs w:val="20"/>
              </w:rPr>
            </w:pPr>
            <w:r w:rsidRPr="001161DF">
              <w:rPr>
                <w:rFonts w:cs="Arial"/>
                <w:b/>
                <w:szCs w:val="20"/>
              </w:rPr>
              <w:t>Phone: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65" type="#_x0000_t75" style="width:156pt;height:18.75pt" o:ole="">
                  <v:imagedata r:id="rId18" o:title=""/>
                </v:shape>
                <w:control r:id="rId19" w:name="TextBox131111211321" w:shapeid="_x0000_i1065"/>
              </w:object>
            </w:r>
            <w:r>
              <w:rPr>
                <w:rFonts w:cs="Arial"/>
                <w:szCs w:val="20"/>
              </w:rPr>
              <w:t xml:space="preserve"> </w:t>
            </w:r>
            <w:r w:rsidRPr="001161DF">
              <w:rPr>
                <w:rFonts w:cs="Arial"/>
                <w:b/>
                <w:szCs w:val="20"/>
              </w:rPr>
              <w:t>Mobile: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67" type="#_x0000_t75" style="width:217.5pt;height:18.75pt" o:ole="">
                  <v:imagedata r:id="rId20" o:title=""/>
                </v:shape>
                <w:control r:id="rId21" w:name="TextBox1311112111221" w:shapeid="_x0000_i1067"/>
              </w:object>
            </w:r>
          </w:p>
          <w:p w:rsidR="00ED0872" w:rsidRDefault="00ED0872" w:rsidP="00AA40C9">
            <w:pPr>
              <w:tabs>
                <w:tab w:val="left" w:pos="1417"/>
              </w:tabs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Email:</w:t>
            </w:r>
            <w:r>
              <w:rPr>
                <w:rFonts w:cs="Arial"/>
                <w:b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69" type="#_x0000_t75" style="width:414pt;height:18.75pt" o:ole="">
                  <v:imagedata r:id="rId16" o:title=""/>
                </v:shape>
                <w:control r:id="rId22" w:name="TextBox13111111111311" w:shapeid="_x0000_i1069"/>
              </w:object>
            </w:r>
          </w:p>
          <w:p w:rsidR="00ED0872" w:rsidRDefault="00ED0872" w:rsidP="00B96045">
            <w:pPr>
              <w:tabs>
                <w:tab w:val="left" w:pos="1417"/>
              </w:tabs>
              <w:spacing w:before="120"/>
              <w:ind w:right="-108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Preferred method of contact: </w:t>
            </w:r>
          </w:p>
          <w:p w:rsidR="00ED0872" w:rsidRDefault="00B96045" w:rsidP="00AA40C9">
            <w:pPr>
              <w:tabs>
                <w:tab w:val="left" w:pos="1417"/>
                <w:tab w:val="left" w:pos="2835"/>
                <w:tab w:val="left" w:pos="3969"/>
                <w:tab w:val="left" w:pos="6520"/>
              </w:tabs>
              <w:spacing w:before="80" w:after="80"/>
              <w:ind w:right="544"/>
              <w:rPr>
                <w:rFonts w:cs="Arial"/>
                <w:b/>
                <w:szCs w:val="20"/>
              </w:rPr>
            </w:pP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71" type="#_x0000_t75" style="width:484.5pt;height:18.75pt" o:ole="">
                  <v:imagedata r:id="rId23" o:title=""/>
                </v:shape>
                <w:control r:id="rId24" w:name="TextBox131111111113111" w:shapeid="_x0000_i1071"/>
              </w:object>
            </w:r>
            <w:r w:rsidR="00ED0872" w:rsidRPr="00605FFB">
              <w:rPr>
                <w:rFonts w:cs="Arial"/>
                <w:b/>
                <w:szCs w:val="20"/>
              </w:rPr>
              <w:t>Gender:</w:t>
            </w:r>
            <w:r w:rsidR="00ED0872">
              <w:rPr>
                <w:rFonts w:cs="Arial"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-5892268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D0872" w:rsidRPr="0055129E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ED0872">
              <w:rPr>
                <w:rFonts w:cs="Arial"/>
                <w:b/>
                <w:szCs w:val="20"/>
              </w:rPr>
              <w:t xml:space="preserve">Female  </w:t>
            </w:r>
            <w:r w:rsidR="00ED0872"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-11169045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D087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ED0872">
              <w:rPr>
                <w:rFonts w:cs="Arial"/>
                <w:b/>
                <w:szCs w:val="20"/>
              </w:rPr>
              <w:t>Male</w:t>
            </w:r>
            <w:r w:rsidR="00ED0872"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97495162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D087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ED0872">
              <w:rPr>
                <w:rFonts w:cs="Arial"/>
                <w:b/>
                <w:szCs w:val="20"/>
              </w:rPr>
              <w:t>Prefer not to disclose</w:t>
            </w:r>
          </w:p>
          <w:p w:rsidR="00ED0872" w:rsidRPr="00270CB2" w:rsidRDefault="00ED0872" w:rsidP="00AA40C9">
            <w:pPr>
              <w:tabs>
                <w:tab w:val="left" w:pos="1417"/>
                <w:tab w:val="left" w:pos="2835"/>
                <w:tab w:val="left" w:pos="3969"/>
                <w:tab w:val="left" w:pos="6520"/>
              </w:tabs>
              <w:ind w:right="-108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Ethnicity:</w:t>
            </w:r>
            <w:r>
              <w:rPr>
                <w:rFonts w:cs="Arial"/>
                <w:b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73" type="#_x0000_t75" style="width:414pt;height:18.75pt" o:ole="">
                  <v:imagedata r:id="rId16" o:title=""/>
                </v:shape>
                <w:control r:id="rId25" w:name="TextBox1311111111131" w:shapeid="_x0000_i1073"/>
              </w:object>
            </w:r>
          </w:p>
          <w:p w:rsidR="00ED0872" w:rsidRDefault="00ED0872" w:rsidP="00AA40C9">
            <w:pPr>
              <w:tabs>
                <w:tab w:val="left" w:pos="1426"/>
                <w:tab w:val="left" w:pos="2835"/>
              </w:tabs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Interpreter: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-119175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>No</w:t>
            </w:r>
            <w:r w:rsidRPr="00FB34F8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ab/>
            </w:r>
            <w:r w:rsidRPr="0027034B">
              <w:rPr>
                <w:rFonts w:cs="Arial"/>
                <w:b/>
                <w:szCs w:val="20"/>
              </w:rPr>
              <w:t>If yes, specify</w:t>
            </w:r>
            <w:r w:rsidR="002A35DD">
              <w:rPr>
                <w:rFonts w:cs="Arial"/>
                <w:b/>
                <w:szCs w:val="20"/>
              </w:rPr>
              <w:t xml:space="preserve"> language</w:t>
            </w:r>
            <w:r w:rsidRPr="0027034B">
              <w:rPr>
                <w:rFonts w:cs="Arial"/>
                <w:b/>
                <w:szCs w:val="20"/>
              </w:rPr>
              <w:t>:</w:t>
            </w:r>
            <w:r w:rsidR="002A35DD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Pr="00270CB2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75" type="#_x0000_t75" style="width:222pt;height:18.75pt" o:ole="">
                  <v:imagedata r:id="rId26" o:title=""/>
                </v:shape>
                <w:control r:id="rId27" w:name="TextBox2143" w:shapeid="_x0000_i1075"/>
              </w:object>
            </w:r>
          </w:p>
        </w:tc>
      </w:tr>
    </w:tbl>
    <w:p w:rsidR="000635ED" w:rsidRPr="000635ED" w:rsidRDefault="000635ED">
      <w:pPr>
        <w:rPr>
          <w:sz w:val="4"/>
          <w:szCs w:val="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ED0872" w:rsidTr="00AA40C9">
        <w:tc>
          <w:tcPr>
            <w:tcW w:w="9889" w:type="dxa"/>
            <w:tcBorders>
              <w:top w:val="single" w:sz="24" w:space="0" w:color="002060"/>
              <w:left w:val="single" w:sz="18" w:space="0" w:color="002060"/>
              <w:bottom w:val="single" w:sz="24" w:space="0" w:color="002060"/>
              <w:right w:val="single" w:sz="18" w:space="0" w:color="002060"/>
            </w:tcBorders>
            <w:shd w:val="clear" w:color="auto" w:fill="002060"/>
          </w:tcPr>
          <w:p w:rsidR="00ED0872" w:rsidRPr="00AC6F6A" w:rsidRDefault="00ED0872" w:rsidP="00AA40C9">
            <w:pPr>
              <w:ind w:right="-108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GENERAL PRACTITIONER AND PHARMACY</w:t>
            </w:r>
          </w:p>
        </w:tc>
      </w:tr>
      <w:tr w:rsidR="00ED0872" w:rsidTr="00AA40C9">
        <w:tc>
          <w:tcPr>
            <w:tcW w:w="9889" w:type="dxa"/>
            <w:tcBorders>
              <w:top w:val="single" w:sz="24" w:space="0" w:color="002060"/>
              <w:left w:val="single" w:sz="18" w:space="0" w:color="002060"/>
              <w:bottom w:val="single" w:sz="24" w:space="0" w:color="002060"/>
              <w:right w:val="single" w:sz="18" w:space="0" w:color="002060"/>
            </w:tcBorders>
          </w:tcPr>
          <w:p w:rsidR="00ED0872" w:rsidRDefault="00ED0872" w:rsidP="00AA40C9">
            <w:pPr>
              <w:tabs>
                <w:tab w:val="left" w:pos="1441"/>
              </w:tabs>
              <w:spacing w:before="80"/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GP:</w:t>
            </w:r>
            <w:r>
              <w:rPr>
                <w:rFonts w:cs="Arial"/>
                <w:b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77" type="#_x0000_t75" style="width:171.75pt;height:18.75pt" o:ole="">
                  <v:imagedata r:id="rId28" o:title=""/>
                </v:shape>
                <w:control r:id="rId29" w:name="TextBox5131121222" w:shapeid="_x0000_i1077"/>
              </w:object>
            </w:r>
            <w:r>
              <w:rPr>
                <w:rFonts w:cs="Arial"/>
                <w:b/>
                <w:szCs w:val="20"/>
              </w:rPr>
              <w:t>Surgery:</w:t>
            </w:r>
            <w:r w:rsidRPr="00204963">
              <w:rPr>
                <w:rFonts w:cs="Arial"/>
                <w:szCs w:val="20"/>
              </w:rPr>
              <w:t xml:space="preserve"> </w:t>
            </w:r>
            <w:r w:rsidRPr="001C6745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79" type="#_x0000_t75" style="width:196.5pt;height:18.75pt" o:ole="">
                  <v:imagedata r:id="rId30" o:title=""/>
                </v:shape>
                <w:control r:id="rId31" w:name="TextBox51311211111112" w:shapeid="_x0000_i1079"/>
              </w:object>
            </w:r>
          </w:p>
          <w:p w:rsidR="00ED0872" w:rsidRDefault="00ED0872" w:rsidP="00AA40C9">
            <w:pPr>
              <w:tabs>
                <w:tab w:val="left" w:pos="1426"/>
              </w:tabs>
              <w:spacing w:before="80"/>
              <w:ind w:right="-108"/>
              <w:rPr>
                <w:rFonts w:cs="Arial"/>
                <w:szCs w:val="20"/>
              </w:rPr>
            </w:pPr>
            <w:r w:rsidRPr="00AC6F6A">
              <w:rPr>
                <w:rFonts w:cs="Arial"/>
                <w:b/>
                <w:szCs w:val="20"/>
              </w:rPr>
              <w:t>Pharmacy:</w:t>
            </w:r>
            <w:r>
              <w:rPr>
                <w:rFonts w:cs="Arial"/>
                <w:szCs w:val="20"/>
              </w:rPr>
              <w:tab/>
            </w:r>
            <w:r w:rsidRPr="00270CB2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81" type="#_x0000_t75" style="width:413.25pt;height:18.75pt" o:ole="">
                  <v:imagedata r:id="rId32" o:title=""/>
                </v:shape>
                <w:control r:id="rId33" w:name="TextBox11112" w:shapeid="_x0000_i1081"/>
              </w:object>
            </w:r>
          </w:p>
        </w:tc>
      </w:tr>
    </w:tbl>
    <w:p w:rsidR="00D468F9" w:rsidRPr="00D468F9" w:rsidRDefault="00D468F9">
      <w:pPr>
        <w:rPr>
          <w:sz w:val="4"/>
          <w:szCs w:val="4"/>
        </w:rPr>
      </w:pPr>
    </w:p>
    <w:tbl>
      <w:tblPr>
        <w:tblStyle w:val="TableGrid"/>
        <w:tblW w:w="0" w:type="auto"/>
        <w:tblInd w:w="284" w:type="dxa"/>
        <w:tblBorders>
          <w:top w:val="single" w:sz="18" w:space="0" w:color="E36C0A" w:themeColor="accent6" w:themeShade="BF"/>
          <w:left w:val="single" w:sz="18" w:space="0" w:color="E36C0A" w:themeColor="accent6" w:themeShade="BF"/>
          <w:bottom w:val="single" w:sz="18" w:space="0" w:color="E36C0A" w:themeColor="accent6" w:themeShade="BF"/>
          <w:right w:val="single" w:sz="18" w:space="0" w:color="E36C0A" w:themeColor="accent6" w:themeShade="BF"/>
          <w:insideH w:val="single" w:sz="18" w:space="0" w:color="E36C0A" w:themeColor="accent6" w:themeShade="BF"/>
          <w:insideV w:val="single" w:sz="18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F25A8D" w:rsidTr="000635ED">
        <w:tc>
          <w:tcPr>
            <w:tcW w:w="9889" w:type="dxa"/>
            <w:vAlign w:val="center"/>
          </w:tcPr>
          <w:p w:rsidR="001E0F5F" w:rsidRPr="001E0F5F" w:rsidRDefault="007F22B9" w:rsidP="001E0F5F">
            <w:pPr>
              <w:tabs>
                <w:tab w:val="left" w:pos="2268"/>
                <w:tab w:val="left" w:pos="5670"/>
              </w:tabs>
              <w:spacing w:before="80" w:after="80"/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Reason for referral:</w:t>
            </w:r>
            <w:r w:rsidRPr="00270CB2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ab/>
            </w:r>
            <w:r w:rsidRPr="00270CB2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83" type="#_x0000_t75" style="width:369pt;height:18.75pt" o:ole="">
                  <v:imagedata r:id="rId34" o:title=""/>
                </v:shape>
                <w:control r:id="rId35" w:name="TextBox1111111" w:shapeid="_x0000_i1083"/>
              </w:object>
            </w:r>
          </w:p>
        </w:tc>
      </w:tr>
    </w:tbl>
    <w:p w:rsidR="00272460" w:rsidRPr="00272460" w:rsidRDefault="00272460">
      <w:pPr>
        <w:rPr>
          <w:sz w:val="4"/>
          <w:szCs w:val="4"/>
        </w:rPr>
      </w:pPr>
    </w:p>
    <w:tbl>
      <w:tblPr>
        <w:tblStyle w:val="TableGrid"/>
        <w:tblW w:w="0" w:type="auto"/>
        <w:tblInd w:w="284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D468F9" w:rsidRPr="001E0F5F" w:rsidTr="00ED0872">
        <w:trPr>
          <w:trHeight w:val="312"/>
        </w:trPr>
        <w:tc>
          <w:tcPr>
            <w:tcW w:w="9889" w:type="dxa"/>
            <w:shd w:val="clear" w:color="auto" w:fill="002060"/>
            <w:vAlign w:val="center"/>
          </w:tcPr>
          <w:p w:rsidR="00D468F9" w:rsidRPr="001E0F5F" w:rsidRDefault="00ED0872" w:rsidP="00D468F9">
            <w:pPr>
              <w:tabs>
                <w:tab w:val="left" w:pos="2126"/>
              </w:tabs>
              <w:spacing w:before="80"/>
              <w:ind w:right="-108"/>
              <w:rPr>
                <w:rFonts w:cs="Arial"/>
                <w:b/>
                <w:color w:val="E36C0A" w:themeColor="accent6" w:themeShade="BF"/>
                <w:sz w:val="72"/>
                <w:szCs w:val="72"/>
              </w:rPr>
            </w:pPr>
            <w:r>
              <w:rPr>
                <w:rFonts w:cs="Arial"/>
                <w:b/>
                <w:szCs w:val="20"/>
              </w:rPr>
              <w:t>ANY OTHER INFORMATION YOU THINK MAY BE IMPORTANT?</w:t>
            </w:r>
          </w:p>
        </w:tc>
      </w:tr>
      <w:tr w:rsidR="00ED0872" w:rsidRPr="001E0F5F" w:rsidTr="001751CF">
        <w:trPr>
          <w:trHeight w:val="35"/>
        </w:trPr>
        <w:tc>
          <w:tcPr>
            <w:tcW w:w="9889" w:type="dxa"/>
            <w:shd w:val="clear" w:color="auto" w:fill="auto"/>
          </w:tcPr>
          <w:p w:rsidR="00ED0872" w:rsidRPr="001E0F5F" w:rsidRDefault="00ED0872" w:rsidP="00ED0872">
            <w:pPr>
              <w:spacing w:before="80"/>
              <w:ind w:right="-108"/>
              <w:rPr>
                <w:rFonts w:cs="Arial"/>
                <w:b/>
                <w:color w:val="E36C0A" w:themeColor="accent6" w:themeShade="BF"/>
              </w:rPr>
            </w:pPr>
            <w:r>
              <w:rPr>
                <w:rFonts w:cs="Arial"/>
                <w:b/>
                <w:color w:val="E36C0A" w:themeColor="accent6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cs="Arial"/>
                <w:b/>
                <w:color w:val="E36C0A" w:themeColor="accent6" w:themeShade="BF"/>
              </w:rPr>
              <w:instrText xml:space="preserve"> FORMTEXT </w:instrText>
            </w:r>
            <w:r>
              <w:rPr>
                <w:rFonts w:cs="Arial"/>
                <w:b/>
                <w:color w:val="E36C0A" w:themeColor="accent6" w:themeShade="BF"/>
              </w:rPr>
            </w:r>
            <w:r>
              <w:rPr>
                <w:rFonts w:cs="Arial"/>
                <w:b/>
                <w:color w:val="E36C0A" w:themeColor="accent6" w:themeShade="BF"/>
              </w:rPr>
              <w:fldChar w:fldCharType="separate"/>
            </w:r>
            <w:r>
              <w:rPr>
                <w:rFonts w:cs="Arial"/>
                <w:b/>
                <w:noProof/>
                <w:color w:val="E36C0A" w:themeColor="accent6" w:themeShade="BF"/>
              </w:rPr>
              <w:t> </w:t>
            </w:r>
            <w:r>
              <w:rPr>
                <w:rFonts w:cs="Arial"/>
                <w:b/>
                <w:noProof/>
                <w:color w:val="E36C0A" w:themeColor="accent6" w:themeShade="BF"/>
              </w:rPr>
              <w:t> </w:t>
            </w:r>
            <w:r>
              <w:rPr>
                <w:rFonts w:cs="Arial"/>
                <w:b/>
                <w:noProof/>
                <w:color w:val="E36C0A" w:themeColor="accent6" w:themeShade="BF"/>
              </w:rPr>
              <w:t> </w:t>
            </w:r>
            <w:r>
              <w:rPr>
                <w:rFonts w:cs="Arial"/>
                <w:b/>
                <w:noProof/>
                <w:color w:val="E36C0A" w:themeColor="accent6" w:themeShade="BF"/>
              </w:rPr>
              <w:t> </w:t>
            </w:r>
            <w:r>
              <w:rPr>
                <w:rFonts w:cs="Arial"/>
                <w:b/>
                <w:noProof/>
                <w:color w:val="E36C0A" w:themeColor="accent6" w:themeShade="BF"/>
              </w:rPr>
              <w:t> </w:t>
            </w:r>
            <w:r>
              <w:rPr>
                <w:rFonts w:cs="Arial"/>
                <w:b/>
                <w:color w:val="E36C0A" w:themeColor="accent6" w:themeShade="BF"/>
              </w:rPr>
              <w:fldChar w:fldCharType="end"/>
            </w:r>
            <w:bookmarkEnd w:id="0"/>
          </w:p>
        </w:tc>
      </w:tr>
    </w:tbl>
    <w:p w:rsidR="00ED0872" w:rsidRPr="00ED0872" w:rsidRDefault="00ED0872">
      <w:pPr>
        <w:rPr>
          <w:sz w:val="4"/>
          <w:szCs w:val="4"/>
        </w:rPr>
      </w:pPr>
    </w:p>
    <w:tbl>
      <w:tblPr>
        <w:tblStyle w:val="TableGrid"/>
        <w:tblW w:w="0" w:type="auto"/>
        <w:tblInd w:w="284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D468F9" w:rsidRPr="001E0F5F" w:rsidTr="00ED0872">
        <w:trPr>
          <w:trHeight w:val="309"/>
        </w:trPr>
        <w:tc>
          <w:tcPr>
            <w:tcW w:w="9889" w:type="dxa"/>
            <w:shd w:val="clear" w:color="auto" w:fill="002060"/>
            <w:vAlign w:val="center"/>
          </w:tcPr>
          <w:p w:rsidR="00D468F9" w:rsidRPr="001E0F5F" w:rsidRDefault="00ED0872" w:rsidP="00D468F9">
            <w:pPr>
              <w:tabs>
                <w:tab w:val="left" w:pos="2146"/>
              </w:tabs>
              <w:spacing w:before="80"/>
              <w:ind w:right="-108"/>
              <w:rPr>
                <w:rFonts w:cs="Arial"/>
                <w:b/>
                <w:color w:val="E36C0A" w:themeColor="accent6" w:themeShade="BF"/>
                <w:sz w:val="72"/>
                <w:szCs w:val="72"/>
              </w:rPr>
            </w:pPr>
            <w:r>
              <w:rPr>
                <w:rFonts w:cs="Arial"/>
                <w:b/>
                <w:szCs w:val="20"/>
              </w:rPr>
              <w:t>CURRENT MEDICATION(S)</w:t>
            </w:r>
          </w:p>
        </w:tc>
      </w:tr>
      <w:tr w:rsidR="00ED0872" w:rsidRPr="001E0F5F" w:rsidTr="00111F3E">
        <w:trPr>
          <w:trHeight w:val="35"/>
        </w:trPr>
        <w:tc>
          <w:tcPr>
            <w:tcW w:w="9889" w:type="dxa"/>
            <w:shd w:val="clear" w:color="auto" w:fill="auto"/>
          </w:tcPr>
          <w:p w:rsidR="00ED0872" w:rsidRPr="00ED0872" w:rsidRDefault="00ED0872" w:rsidP="00ED0872">
            <w:pPr>
              <w:spacing w:before="80"/>
              <w:ind w:right="-108"/>
              <w:rPr>
                <w:rFonts w:cs="Arial"/>
                <w:b/>
                <w:color w:val="E36C0A" w:themeColor="accent6" w:themeShade="BF"/>
                <w:szCs w:val="20"/>
              </w:rPr>
            </w:pPr>
            <w:r>
              <w:rPr>
                <w:rFonts w:cs="Arial"/>
                <w:b/>
                <w:color w:val="E36C0A" w:themeColor="accent6" w:themeShade="BF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cs="Arial"/>
                <w:b/>
                <w:color w:val="E36C0A" w:themeColor="accent6" w:themeShade="BF"/>
                <w:szCs w:val="20"/>
              </w:rPr>
              <w:instrText xml:space="preserve"> FORMTEXT </w:instrText>
            </w:r>
            <w:r>
              <w:rPr>
                <w:rFonts w:cs="Arial"/>
                <w:b/>
                <w:color w:val="E36C0A" w:themeColor="accent6" w:themeShade="BF"/>
                <w:szCs w:val="20"/>
              </w:rPr>
            </w:r>
            <w:r>
              <w:rPr>
                <w:rFonts w:cs="Arial"/>
                <w:b/>
                <w:color w:val="E36C0A" w:themeColor="accent6" w:themeShade="BF"/>
                <w:szCs w:val="20"/>
              </w:rPr>
              <w:fldChar w:fldCharType="separate"/>
            </w:r>
            <w:r>
              <w:rPr>
                <w:rFonts w:cs="Arial"/>
                <w:b/>
                <w:noProof/>
                <w:color w:val="E36C0A" w:themeColor="accent6" w:themeShade="BF"/>
                <w:szCs w:val="20"/>
              </w:rPr>
              <w:t> </w:t>
            </w:r>
            <w:r>
              <w:rPr>
                <w:rFonts w:cs="Arial"/>
                <w:b/>
                <w:noProof/>
                <w:color w:val="E36C0A" w:themeColor="accent6" w:themeShade="BF"/>
                <w:szCs w:val="20"/>
              </w:rPr>
              <w:t> </w:t>
            </w:r>
            <w:r>
              <w:rPr>
                <w:rFonts w:cs="Arial"/>
                <w:b/>
                <w:noProof/>
                <w:color w:val="E36C0A" w:themeColor="accent6" w:themeShade="BF"/>
                <w:szCs w:val="20"/>
              </w:rPr>
              <w:t> </w:t>
            </w:r>
            <w:r>
              <w:rPr>
                <w:rFonts w:cs="Arial"/>
                <w:b/>
                <w:noProof/>
                <w:color w:val="E36C0A" w:themeColor="accent6" w:themeShade="BF"/>
                <w:szCs w:val="20"/>
              </w:rPr>
              <w:t> </w:t>
            </w:r>
            <w:r>
              <w:rPr>
                <w:rFonts w:cs="Arial"/>
                <w:b/>
                <w:noProof/>
                <w:color w:val="E36C0A" w:themeColor="accent6" w:themeShade="BF"/>
                <w:szCs w:val="20"/>
              </w:rPr>
              <w:t> </w:t>
            </w:r>
            <w:r>
              <w:rPr>
                <w:rFonts w:cs="Arial"/>
                <w:b/>
                <w:color w:val="E36C0A" w:themeColor="accent6" w:themeShade="BF"/>
                <w:szCs w:val="20"/>
              </w:rPr>
              <w:fldChar w:fldCharType="end"/>
            </w:r>
            <w:bookmarkEnd w:id="1"/>
          </w:p>
        </w:tc>
      </w:tr>
    </w:tbl>
    <w:p w:rsidR="00ED0872" w:rsidRPr="00721572" w:rsidRDefault="00ED0872" w:rsidP="001275A7">
      <w:pPr>
        <w:pStyle w:val="Footer"/>
        <w:spacing w:before="80"/>
        <w:ind w:left="142"/>
        <w:jc w:val="center"/>
        <w:rPr>
          <w:rFonts w:cs="Arial"/>
          <w:b/>
          <w:szCs w:val="20"/>
        </w:rPr>
      </w:pPr>
      <w:r w:rsidRPr="00721572">
        <w:rPr>
          <w:rFonts w:cs="Arial"/>
          <w:b/>
          <w:szCs w:val="20"/>
        </w:rPr>
        <w:t xml:space="preserve">Once </w:t>
      </w:r>
      <w:r>
        <w:rPr>
          <w:rFonts w:cs="Arial"/>
          <w:b/>
          <w:szCs w:val="20"/>
        </w:rPr>
        <w:t xml:space="preserve">form has been </w:t>
      </w:r>
      <w:r w:rsidRPr="00721572">
        <w:rPr>
          <w:rFonts w:cs="Arial"/>
          <w:b/>
          <w:szCs w:val="20"/>
        </w:rPr>
        <w:t xml:space="preserve">completed please </w:t>
      </w:r>
      <w:r w:rsidR="001275A7">
        <w:rPr>
          <w:rFonts w:cs="Arial"/>
          <w:b/>
          <w:szCs w:val="20"/>
        </w:rPr>
        <w:t xml:space="preserve">email to </w:t>
      </w:r>
      <w:hyperlink r:id="rId36" w:history="1">
        <w:r w:rsidR="001275A7" w:rsidRPr="006301F6">
          <w:rPr>
            <w:rStyle w:val="Hyperlink"/>
            <w:rFonts w:cs="Arial"/>
            <w:b/>
            <w:szCs w:val="20"/>
          </w:rPr>
          <w:t>MH&amp;AS.singlepoint@lakesdhb.govt.nz</w:t>
        </w:r>
      </w:hyperlink>
      <w:r w:rsidR="001275A7">
        <w:rPr>
          <w:rFonts w:cs="Arial"/>
          <w:b/>
          <w:szCs w:val="20"/>
        </w:rPr>
        <w:t xml:space="preserve"> </w:t>
      </w:r>
      <w:r w:rsidRPr="00721572">
        <w:rPr>
          <w:rFonts w:cs="Arial"/>
          <w:b/>
          <w:szCs w:val="20"/>
        </w:rPr>
        <w:t>and someone will make contact with you</w:t>
      </w:r>
      <w:r>
        <w:rPr>
          <w:rFonts w:cs="Arial"/>
          <w:b/>
          <w:szCs w:val="20"/>
        </w:rPr>
        <w:t>.</w:t>
      </w:r>
    </w:p>
    <w:p w:rsidR="00107CD0" w:rsidRPr="00FE48A3" w:rsidRDefault="00107CD0" w:rsidP="00A1104F">
      <w:pPr>
        <w:tabs>
          <w:tab w:val="left" w:pos="9923"/>
        </w:tabs>
        <w:spacing w:before="120"/>
        <w:ind w:left="284" w:right="544"/>
        <w:rPr>
          <w:rFonts w:cs="Arial"/>
          <w:b/>
          <w:szCs w:val="20"/>
        </w:rPr>
      </w:pPr>
    </w:p>
    <w:sectPr w:rsidR="00107CD0" w:rsidRPr="00FE48A3" w:rsidSect="001275A7">
      <w:headerReference w:type="default" r:id="rId37"/>
      <w:footerReference w:type="default" r:id="rId38"/>
      <w:headerReference w:type="first" r:id="rId39"/>
      <w:footerReference w:type="first" r:id="rId40"/>
      <w:pgSz w:w="11907" w:h="16840" w:code="9"/>
      <w:pgMar w:top="720" w:right="1134" w:bottom="720" w:left="720" w:header="709" w:footer="14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8F9" w:rsidRDefault="00D468F9">
      <w:r>
        <w:separator/>
      </w:r>
    </w:p>
  </w:endnote>
  <w:endnote w:type="continuationSeparator" w:id="0">
    <w:p w:rsidR="00D468F9" w:rsidRDefault="00D4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303610"/>
      <w:docPartObj>
        <w:docPartGallery w:val="Page Numbers (Bottom of Page)"/>
        <w:docPartUnique/>
      </w:docPartObj>
    </w:sdtPr>
    <w:sdtEndPr>
      <w:rPr>
        <w:rFonts w:cs="Arial"/>
        <w:noProof/>
        <w:szCs w:val="20"/>
      </w:rPr>
    </w:sdtEndPr>
    <w:sdtContent>
      <w:p w:rsidR="00D468F9" w:rsidRPr="000053AB" w:rsidRDefault="00D468F9" w:rsidP="004C736D">
        <w:pPr>
          <w:pStyle w:val="Footer"/>
          <w:ind w:right="402"/>
          <w:jc w:val="right"/>
          <w:rPr>
            <w:rFonts w:cs="Arial"/>
            <w:szCs w:val="20"/>
          </w:rPr>
        </w:pPr>
        <w:r w:rsidRPr="000053AB">
          <w:rPr>
            <w:rFonts w:cs="Arial"/>
            <w:szCs w:val="20"/>
          </w:rPr>
          <w:fldChar w:fldCharType="begin"/>
        </w:r>
        <w:r w:rsidRPr="000053AB">
          <w:rPr>
            <w:rFonts w:cs="Arial"/>
            <w:szCs w:val="20"/>
          </w:rPr>
          <w:instrText xml:space="preserve"> PAGE   \* MERGEFORMAT </w:instrText>
        </w:r>
        <w:r w:rsidRPr="000053AB">
          <w:rPr>
            <w:rFonts w:cs="Arial"/>
            <w:szCs w:val="20"/>
          </w:rPr>
          <w:fldChar w:fldCharType="separate"/>
        </w:r>
        <w:r w:rsidR="0026213F">
          <w:rPr>
            <w:rFonts w:cs="Arial"/>
            <w:noProof/>
            <w:szCs w:val="20"/>
          </w:rPr>
          <w:t>2</w:t>
        </w:r>
        <w:r w:rsidRPr="000053AB">
          <w:rPr>
            <w:rFonts w:cs="Arial"/>
            <w:noProof/>
            <w:szCs w:val="20"/>
          </w:rPr>
          <w:fldChar w:fldCharType="end"/>
        </w:r>
      </w:p>
    </w:sdtContent>
  </w:sdt>
  <w:p w:rsidR="00D468F9" w:rsidRPr="00D22C54" w:rsidRDefault="00D468F9" w:rsidP="00D22C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3AB" w:rsidRPr="000053AB" w:rsidRDefault="000053AB" w:rsidP="000053AB">
    <w:pPr>
      <w:pStyle w:val="Footer"/>
      <w:rPr>
        <w:rFonts w:eastAsiaTheme="majorEastAsia" w:cs="Arial"/>
      </w:rPr>
    </w:pPr>
    <w:r>
      <w:rPr>
        <w:rFonts w:eastAsiaTheme="majorEastAsia" w:cs="Arial"/>
      </w:rPr>
      <w:t>V</w:t>
    </w:r>
    <w:r w:rsidR="006C0B9C">
      <w:rPr>
        <w:rFonts w:eastAsiaTheme="majorEastAsia" w:cs="Arial"/>
      </w:rPr>
      <w:t>ersion 1</w:t>
    </w:r>
    <w:r w:rsidR="00B96045">
      <w:rPr>
        <w:rFonts w:eastAsiaTheme="majorEastAsia" w:cs="Arial"/>
      </w:rPr>
      <w:t>.1</w:t>
    </w:r>
    <w:r w:rsidR="006C0B9C">
      <w:rPr>
        <w:rFonts w:eastAsiaTheme="majorEastAsia" w:cs="Arial"/>
      </w:rPr>
      <w:t>_21/12</w:t>
    </w:r>
    <w:r>
      <w:rPr>
        <w:rFonts w:eastAsiaTheme="majorEastAsia" w:cs="Arial"/>
      </w:rPr>
      <w:t>/2015</w:t>
    </w:r>
    <w:r w:rsidRPr="000053AB">
      <w:rPr>
        <w:rFonts w:eastAsiaTheme="majorEastAsia" w:cs="Arial"/>
      </w:rPr>
      <w:ptab w:relativeTo="margin" w:alignment="right" w:leader="none"/>
    </w:r>
    <w:r w:rsidRPr="000053AB">
      <w:rPr>
        <w:rFonts w:eastAsiaTheme="majorEastAsia" w:cs="Arial"/>
      </w:rPr>
      <w:t xml:space="preserve"> </w:t>
    </w:r>
    <w:r w:rsidRPr="000053AB">
      <w:rPr>
        <w:rFonts w:eastAsiaTheme="minorEastAsia" w:cs="Arial"/>
      </w:rPr>
      <w:fldChar w:fldCharType="begin"/>
    </w:r>
    <w:r w:rsidRPr="000053AB">
      <w:rPr>
        <w:rFonts w:cs="Arial"/>
      </w:rPr>
      <w:instrText xml:space="preserve"> PAGE   \* MERGEFORMAT </w:instrText>
    </w:r>
    <w:r w:rsidRPr="000053AB">
      <w:rPr>
        <w:rFonts w:eastAsiaTheme="minorEastAsia" w:cs="Arial"/>
      </w:rPr>
      <w:fldChar w:fldCharType="separate"/>
    </w:r>
    <w:r w:rsidR="00853D0B" w:rsidRPr="00853D0B">
      <w:rPr>
        <w:rFonts w:eastAsiaTheme="majorEastAsia" w:cs="Arial"/>
        <w:noProof/>
      </w:rPr>
      <w:t>1</w:t>
    </w:r>
    <w:r w:rsidRPr="000053AB">
      <w:rPr>
        <w:rFonts w:eastAsiaTheme="majorEastAsia" w:cs="Arial"/>
        <w:noProof/>
      </w:rPr>
      <w:fldChar w:fldCharType="end"/>
    </w:r>
  </w:p>
  <w:p w:rsidR="00D468F9" w:rsidRPr="000053AB" w:rsidRDefault="00D468F9">
    <w:pPr>
      <w:pStyle w:val="Footer"/>
      <w:rPr>
        <w:rFonts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8F9" w:rsidRDefault="00D468F9">
      <w:r>
        <w:separator/>
      </w:r>
    </w:p>
  </w:footnote>
  <w:footnote w:type="continuationSeparator" w:id="0">
    <w:p w:rsidR="00D468F9" w:rsidRDefault="00D46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04F" w:rsidRDefault="00A1104F">
    <w:pPr>
      <w:pStyle w:val="Header"/>
    </w:pPr>
    <w:r w:rsidRPr="00A1104F"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027105B8" wp14:editId="44F51BF7">
              <wp:simplePos x="0" y="0"/>
              <wp:positionH relativeFrom="column">
                <wp:posOffset>2552700</wp:posOffset>
              </wp:positionH>
              <wp:positionV relativeFrom="paragraph">
                <wp:posOffset>-231140</wp:posOffset>
              </wp:positionV>
              <wp:extent cx="3763645" cy="847725"/>
              <wp:effectExtent l="0" t="0" r="27305" b="28575"/>
              <wp:wrapNone/>
              <wp:docPr id="1" name="Rounded 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763645" cy="847725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00206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</w:p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  <w:r w:rsidRPr="00E77865"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  <w:t>PLEASE AFFIX PATIENT LABEL HERE</w:t>
                          </w:r>
                          <w:r w:rsidRPr="00E73D8A"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  <w:t>OFFICE USE ONLY</w:t>
                          </w:r>
                        </w:p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</w:p>
                        <w:p w:rsidR="00A1104F" w:rsidRPr="00E77865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Rounded Rectangle 1" o:spid="_x0000_s1026" style="position:absolute;margin-left:201pt;margin-top:-18.2pt;width:296.35pt;height:66.7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" fillcolor="window" strokecolor="#002060" strokeweight="2pt">
              <v:path arrowok="t"/>
              <v:textbox>
                <w:txbxContent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</w:p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  <w:r w:rsidRPr="00E77865"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  <w:t>PLEASE AFFIX PATIENT LABEL HERE</w:t>
                    </w:r>
                    <w:r w:rsidRPr="00E73D8A"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  <w:t xml:space="preserve"> </w:t>
                    </w:r>
                  </w:p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  <w:t>OFFICE USE ONLY</w:t>
                    </w:r>
                  </w:p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</w:p>
                  <w:p w:rsidR="00A1104F" w:rsidRPr="00E77865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A1104F">
      <w:rPr>
        <w:noProof/>
      </w:rPr>
      <w:drawing>
        <wp:anchor distT="0" distB="0" distL="114300" distR="114300" simplePos="0" relativeHeight="251677696" behindDoc="0" locked="0" layoutInCell="1" allowOverlap="1" wp14:anchorId="0A3EAE73" wp14:editId="21B7227C">
          <wp:simplePos x="0" y="0"/>
          <wp:positionH relativeFrom="column">
            <wp:posOffset>295275</wp:posOffset>
          </wp:positionH>
          <wp:positionV relativeFrom="paragraph">
            <wp:posOffset>-88265</wp:posOffset>
          </wp:positionV>
          <wp:extent cx="1562100" cy="609600"/>
          <wp:effectExtent l="0" t="0" r="0" b="0"/>
          <wp:wrapNone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kes DHB Logo Original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1104F" w:rsidRDefault="00A1104F">
    <w:pPr>
      <w:pStyle w:val="Header"/>
    </w:pPr>
  </w:p>
  <w:p w:rsidR="00A1104F" w:rsidRDefault="00A1104F">
    <w:pPr>
      <w:pStyle w:val="Header"/>
    </w:pPr>
  </w:p>
  <w:p w:rsidR="00A1104F" w:rsidRDefault="00A1104F" w:rsidP="00A1104F">
    <w:pPr>
      <w:pStyle w:val="Header"/>
      <w:spacing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8F9" w:rsidRPr="008A4ECD" w:rsidRDefault="00A1104F" w:rsidP="005D3D3C">
    <w:pPr>
      <w:ind w:left="2127"/>
      <w:jc w:val="center"/>
      <w:rPr>
        <w:rFonts w:cs="Arial"/>
        <w:b/>
        <w:sz w:val="32"/>
        <w:szCs w:val="3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09B2A513" wp14:editId="25737BF5">
              <wp:simplePos x="0" y="0"/>
              <wp:positionH relativeFrom="column">
                <wp:posOffset>2533650</wp:posOffset>
              </wp:positionH>
              <wp:positionV relativeFrom="paragraph">
                <wp:posOffset>-183515</wp:posOffset>
              </wp:positionV>
              <wp:extent cx="3763645" cy="847725"/>
              <wp:effectExtent l="0" t="0" r="27305" b="28575"/>
              <wp:wrapNone/>
              <wp:docPr id="17" name="Rounded 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763645" cy="847725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00206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</w:p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  <w:r w:rsidRPr="00E77865"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  <w:t>PLEASE AFFIX PATIENT LABEL HERE</w:t>
                          </w:r>
                          <w:r w:rsidRPr="00E73D8A"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  <w:t>OFFICE USE ONLY</w:t>
                          </w:r>
                        </w:p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</w:p>
                        <w:p w:rsidR="00A1104F" w:rsidRPr="00E77865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Rounded Rectangle 17" o:spid="_x0000_s1027" style="position:absolute;left:0;text-align:left;margin-left:199.5pt;margin-top:-14.45pt;width:296.35pt;height:66.7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" fillcolor="window" strokecolor="#002060" strokeweight="2pt">
              <v:path arrowok="t"/>
              <v:textbox>
                <w:txbxContent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</w:p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  <w:r w:rsidRPr="00E77865"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  <w:t>PLEASE AFFIX PATIENT LABEL HERE</w:t>
                    </w:r>
                    <w:r w:rsidRPr="00E73D8A"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  <w:t xml:space="preserve"> </w:t>
                    </w:r>
                  </w:p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  <w:t>OFFICE USE ONLY</w:t>
                    </w:r>
                  </w:p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</w:p>
                  <w:p w:rsidR="00A1104F" w:rsidRPr="00E77865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</w:p>
                </w:txbxContent>
              </v:textbox>
            </v:roundrect>
          </w:pict>
        </mc:Fallback>
      </mc:AlternateContent>
    </w:r>
    <w:r w:rsidR="00D468F9" w:rsidRPr="008A4ECD">
      <w:rPr>
        <w:rFonts w:cs="Arial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A67265E" wp14:editId="4237BF1D">
              <wp:simplePos x="0" y="0"/>
              <wp:positionH relativeFrom="column">
                <wp:posOffset>6477000</wp:posOffset>
              </wp:positionH>
              <wp:positionV relativeFrom="paragraph">
                <wp:posOffset>35560</wp:posOffset>
              </wp:positionV>
              <wp:extent cx="548640" cy="974407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640" cy="9744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D468F9" w:rsidRPr="0048066C" w:rsidRDefault="00D468F9" w:rsidP="00D20699">
                          <w:pPr>
                            <w:jc w:val="center"/>
                            <w:rPr>
                              <w:rFonts w:cs="Arial"/>
                              <w:b/>
                              <w:color w:val="002060"/>
                              <w:sz w:val="48"/>
                              <w:szCs w:val="44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solidFill>
                                  <w14:srgbClr w14:val="00206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48066C">
                            <w:rPr>
                              <w:rFonts w:cs="Arial"/>
                              <w:b/>
                              <w:color w:val="002060"/>
                              <w:sz w:val="48"/>
                              <w:szCs w:val="44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solidFill>
                                  <w14:srgbClr w14:val="00206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MH &amp; AS </w:t>
                          </w:r>
                          <w:r>
                            <w:rPr>
                              <w:rFonts w:cs="Arial"/>
                              <w:b/>
                              <w:color w:val="002060"/>
                              <w:sz w:val="48"/>
                              <w:szCs w:val="44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solidFill>
                                  <w14:srgbClr w14:val="00206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REFERRAL </w:t>
                          </w:r>
                          <w:r w:rsidR="009F183E">
                            <w:rPr>
                              <w:rFonts w:cs="Arial"/>
                              <w:b/>
                              <w:color w:val="002060"/>
                              <w:sz w:val="48"/>
                              <w:szCs w:val="44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solidFill>
                                  <w14:srgbClr w14:val="00206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FORM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left:0;text-align:left;margin-left:510pt;margin-top:2.8pt;width:43.2pt;height:76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" filled="f" stroked="f">
              <v:textbox style="layout-flow:vertical">
                <w:txbxContent>
                  <w:p w:rsidR="00D468F9" w:rsidRPr="0048066C" w:rsidRDefault="00D468F9" w:rsidP="00D20699">
                    <w:pPr>
                      <w:jc w:val="center"/>
                      <w:rPr>
                        <w:rFonts w:cs="Arial"/>
                        <w:b/>
                        <w:color w:val="002060"/>
                        <w:sz w:val="48"/>
                        <w:szCs w:val="44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12700" w14:cap="flat" w14:cmpd="sng" w14:algn="ctr">
                          <w14:solidFill>
                            <w14:srgbClr w14:val="002060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48066C">
                      <w:rPr>
                        <w:rFonts w:cs="Arial"/>
                        <w:b/>
                        <w:color w:val="002060"/>
                        <w:sz w:val="48"/>
                        <w:szCs w:val="44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12700" w14:cap="flat" w14:cmpd="sng" w14:algn="ctr">
                          <w14:solidFill>
                            <w14:srgbClr w14:val="002060"/>
                          </w14:solidFill>
                          <w14:prstDash w14:val="solid"/>
                          <w14:round/>
                        </w14:textOutline>
                      </w:rPr>
                      <w:t xml:space="preserve">MH &amp; AS </w:t>
                    </w:r>
                    <w:r>
                      <w:rPr>
                        <w:rFonts w:cs="Arial"/>
                        <w:b/>
                        <w:color w:val="002060"/>
                        <w:sz w:val="48"/>
                        <w:szCs w:val="44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12700" w14:cap="flat" w14:cmpd="sng" w14:algn="ctr">
                          <w14:solidFill>
                            <w14:srgbClr w14:val="002060"/>
                          </w14:solidFill>
                          <w14:prstDash w14:val="solid"/>
                          <w14:round/>
                        </w14:textOutline>
                      </w:rPr>
                      <w:t xml:space="preserve">REFERRAL </w:t>
                    </w:r>
                    <w:r w:rsidR="009F183E">
                      <w:rPr>
                        <w:rFonts w:cs="Arial"/>
                        <w:b/>
                        <w:color w:val="002060"/>
                        <w:sz w:val="48"/>
                        <w:szCs w:val="44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12700" w14:cap="flat" w14:cmpd="sng" w14:algn="ctr">
                          <w14:solidFill>
                            <w14:srgbClr w14:val="002060"/>
                          </w14:solidFill>
                          <w14:prstDash w14:val="solid"/>
                          <w14:round/>
                        </w14:textOutline>
                      </w:rPr>
                      <w:t>FORM</w:t>
                    </w:r>
                  </w:p>
                </w:txbxContent>
              </v:textbox>
            </v:shape>
          </w:pict>
        </mc:Fallback>
      </mc:AlternateContent>
    </w:r>
    <w:r w:rsidR="00D468F9" w:rsidRPr="008A4ECD">
      <w:rPr>
        <w:rFonts w:cs="Arial"/>
        <w:noProof/>
        <w:sz w:val="32"/>
        <w:szCs w:val="32"/>
      </w:rPr>
      <w:drawing>
        <wp:anchor distT="0" distB="0" distL="114300" distR="114300" simplePos="0" relativeHeight="251667456" behindDoc="0" locked="0" layoutInCell="1" allowOverlap="1" wp14:anchorId="6FAB82A4" wp14:editId="21BFB5E1">
          <wp:simplePos x="0" y="0"/>
          <wp:positionH relativeFrom="column">
            <wp:posOffset>276225</wp:posOffset>
          </wp:positionH>
          <wp:positionV relativeFrom="paragraph">
            <wp:posOffset>-40640</wp:posOffset>
          </wp:positionV>
          <wp:extent cx="1562100" cy="609600"/>
          <wp:effectExtent l="0" t="0" r="0" b="0"/>
          <wp:wrapNone/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kes DHB Logo Original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468F9" w:rsidRPr="008A4ECD" w:rsidRDefault="00D468F9" w:rsidP="008A4ECD">
    <w:pPr>
      <w:pStyle w:val="Header"/>
      <w:ind w:left="2977"/>
      <w:jc w:val="center"/>
      <w:rPr>
        <w:rFonts w:cs="Arial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937CC"/>
    <w:multiLevelType w:val="hybridMultilevel"/>
    <w:tmpl w:val="9A5C54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D6CC5"/>
    <w:multiLevelType w:val="hybridMultilevel"/>
    <w:tmpl w:val="27288C7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D245E"/>
    <w:multiLevelType w:val="hybridMultilevel"/>
    <w:tmpl w:val="A4E0B23E"/>
    <w:lvl w:ilvl="0" w:tplc="04090001">
      <w:start w:val="1"/>
      <w:numFmt w:val="bullet"/>
      <w:lvlText w:val=""/>
      <w:lvlJc w:val="left"/>
      <w:pPr>
        <w:tabs>
          <w:tab w:val="num" w:pos="693"/>
        </w:tabs>
        <w:ind w:left="6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abstractNum w:abstractNumId="3">
    <w:nsid w:val="4B3747FB"/>
    <w:multiLevelType w:val="hybridMultilevel"/>
    <w:tmpl w:val="47EA329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D056A"/>
    <w:multiLevelType w:val="hybridMultilevel"/>
    <w:tmpl w:val="C86EDBE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B2B3E74"/>
    <w:multiLevelType w:val="hybridMultilevel"/>
    <w:tmpl w:val="6296A2E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C7255E"/>
    <w:multiLevelType w:val="hybridMultilevel"/>
    <w:tmpl w:val="74C064E6"/>
    <w:lvl w:ilvl="0" w:tplc="04090001">
      <w:start w:val="1"/>
      <w:numFmt w:val="bullet"/>
      <w:lvlText w:val=""/>
      <w:lvlJc w:val="left"/>
      <w:pPr>
        <w:tabs>
          <w:tab w:val="num" w:pos="693"/>
        </w:tabs>
        <w:ind w:left="6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abstractNum w:abstractNumId="7">
    <w:nsid w:val="70426806"/>
    <w:multiLevelType w:val="hybridMultilevel"/>
    <w:tmpl w:val="07E2D6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U5gsgyJzywJQ1VZZihomey60QM=" w:salt="zWPLkPlAilLBswPFLBiZvw=="/>
  <w:defaultTabStop w:val="720"/>
  <w:doNotShadeFormData/>
  <w:characterSpacingControl w:val="doNotCompress"/>
  <w:hdrShapeDefaults>
    <o:shapedefaults v:ext="edit" spidmax="175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AAC"/>
    <w:rsid w:val="00004A0B"/>
    <w:rsid w:val="000053AB"/>
    <w:rsid w:val="00016F63"/>
    <w:rsid w:val="00023492"/>
    <w:rsid w:val="00024970"/>
    <w:rsid w:val="00040FC7"/>
    <w:rsid w:val="00042780"/>
    <w:rsid w:val="000461E0"/>
    <w:rsid w:val="0004698A"/>
    <w:rsid w:val="00050189"/>
    <w:rsid w:val="000622AE"/>
    <w:rsid w:val="000635ED"/>
    <w:rsid w:val="00063687"/>
    <w:rsid w:val="000645B2"/>
    <w:rsid w:val="0006769E"/>
    <w:rsid w:val="00071193"/>
    <w:rsid w:val="00073792"/>
    <w:rsid w:val="00076F64"/>
    <w:rsid w:val="000866D9"/>
    <w:rsid w:val="00087969"/>
    <w:rsid w:val="0009050B"/>
    <w:rsid w:val="00093073"/>
    <w:rsid w:val="00095D78"/>
    <w:rsid w:val="000A0CE0"/>
    <w:rsid w:val="000A14E2"/>
    <w:rsid w:val="000A7C30"/>
    <w:rsid w:val="000B5C28"/>
    <w:rsid w:val="000B6F46"/>
    <w:rsid w:val="000D5EC0"/>
    <w:rsid w:val="000E1AAC"/>
    <w:rsid w:val="000E1E41"/>
    <w:rsid w:val="000E3450"/>
    <w:rsid w:val="000E5488"/>
    <w:rsid w:val="000E578D"/>
    <w:rsid w:val="000F4F3B"/>
    <w:rsid w:val="001000F1"/>
    <w:rsid w:val="00107CD0"/>
    <w:rsid w:val="00115BAA"/>
    <w:rsid w:val="001270DB"/>
    <w:rsid w:val="001275A7"/>
    <w:rsid w:val="00131D78"/>
    <w:rsid w:val="00141F69"/>
    <w:rsid w:val="00162C98"/>
    <w:rsid w:val="00171411"/>
    <w:rsid w:val="00172DFF"/>
    <w:rsid w:val="00173DC5"/>
    <w:rsid w:val="001748CD"/>
    <w:rsid w:val="001824F8"/>
    <w:rsid w:val="001A0133"/>
    <w:rsid w:val="001B6BEB"/>
    <w:rsid w:val="001C7C62"/>
    <w:rsid w:val="001D0B47"/>
    <w:rsid w:val="001D4B0C"/>
    <w:rsid w:val="001D6DC2"/>
    <w:rsid w:val="001E0F5F"/>
    <w:rsid w:val="001E5980"/>
    <w:rsid w:val="001F37C5"/>
    <w:rsid w:val="001F3906"/>
    <w:rsid w:val="001F649D"/>
    <w:rsid w:val="001F66D2"/>
    <w:rsid w:val="002006DD"/>
    <w:rsid w:val="00202F82"/>
    <w:rsid w:val="0020386A"/>
    <w:rsid w:val="00206285"/>
    <w:rsid w:val="00206DEF"/>
    <w:rsid w:val="0021014D"/>
    <w:rsid w:val="0022109C"/>
    <w:rsid w:val="002229BB"/>
    <w:rsid w:val="00227649"/>
    <w:rsid w:val="00234996"/>
    <w:rsid w:val="002372D8"/>
    <w:rsid w:val="00242750"/>
    <w:rsid w:val="00245131"/>
    <w:rsid w:val="00250F3A"/>
    <w:rsid w:val="0026213F"/>
    <w:rsid w:val="0027034B"/>
    <w:rsid w:val="002720AE"/>
    <w:rsid w:val="00272460"/>
    <w:rsid w:val="002734C9"/>
    <w:rsid w:val="0029555E"/>
    <w:rsid w:val="002A2679"/>
    <w:rsid w:val="002A35DD"/>
    <w:rsid w:val="002B19D2"/>
    <w:rsid w:val="002C0B83"/>
    <w:rsid w:val="002D100C"/>
    <w:rsid w:val="002E7C60"/>
    <w:rsid w:val="002F1579"/>
    <w:rsid w:val="002F28C0"/>
    <w:rsid w:val="002F63DC"/>
    <w:rsid w:val="002F6CAC"/>
    <w:rsid w:val="002F7E17"/>
    <w:rsid w:val="00301349"/>
    <w:rsid w:val="0031404C"/>
    <w:rsid w:val="00317D1E"/>
    <w:rsid w:val="00324780"/>
    <w:rsid w:val="003349F7"/>
    <w:rsid w:val="003436CB"/>
    <w:rsid w:val="00346C98"/>
    <w:rsid w:val="0035001F"/>
    <w:rsid w:val="0035281C"/>
    <w:rsid w:val="0035562E"/>
    <w:rsid w:val="00357D02"/>
    <w:rsid w:val="00361997"/>
    <w:rsid w:val="00367F11"/>
    <w:rsid w:val="00385730"/>
    <w:rsid w:val="0038708E"/>
    <w:rsid w:val="00394995"/>
    <w:rsid w:val="003A6EA6"/>
    <w:rsid w:val="003B1258"/>
    <w:rsid w:val="003B1B12"/>
    <w:rsid w:val="003B6308"/>
    <w:rsid w:val="003C6E4F"/>
    <w:rsid w:val="003D77A1"/>
    <w:rsid w:val="003D7C2E"/>
    <w:rsid w:val="003E05C2"/>
    <w:rsid w:val="003E414F"/>
    <w:rsid w:val="003E530C"/>
    <w:rsid w:val="003F0422"/>
    <w:rsid w:val="003F0ED5"/>
    <w:rsid w:val="003F2177"/>
    <w:rsid w:val="004028A5"/>
    <w:rsid w:val="004158DA"/>
    <w:rsid w:val="004161D5"/>
    <w:rsid w:val="004205EC"/>
    <w:rsid w:val="00420C47"/>
    <w:rsid w:val="0043488B"/>
    <w:rsid w:val="004420D0"/>
    <w:rsid w:val="00465337"/>
    <w:rsid w:val="0046767C"/>
    <w:rsid w:val="00475474"/>
    <w:rsid w:val="00483EE4"/>
    <w:rsid w:val="00485DF1"/>
    <w:rsid w:val="0048706F"/>
    <w:rsid w:val="00491745"/>
    <w:rsid w:val="00497635"/>
    <w:rsid w:val="004B587B"/>
    <w:rsid w:val="004C454D"/>
    <w:rsid w:val="004C5085"/>
    <w:rsid w:val="004C5B64"/>
    <w:rsid w:val="004C5C05"/>
    <w:rsid w:val="004C5ED9"/>
    <w:rsid w:val="004C736D"/>
    <w:rsid w:val="004D0709"/>
    <w:rsid w:val="004E3820"/>
    <w:rsid w:val="004E55D7"/>
    <w:rsid w:val="004F180E"/>
    <w:rsid w:val="004F2BF6"/>
    <w:rsid w:val="00500D52"/>
    <w:rsid w:val="00510752"/>
    <w:rsid w:val="0051691C"/>
    <w:rsid w:val="0052119D"/>
    <w:rsid w:val="00522E49"/>
    <w:rsid w:val="0052389C"/>
    <w:rsid w:val="0053250A"/>
    <w:rsid w:val="00534D92"/>
    <w:rsid w:val="00540F11"/>
    <w:rsid w:val="005417E3"/>
    <w:rsid w:val="005472D3"/>
    <w:rsid w:val="005529AB"/>
    <w:rsid w:val="00575096"/>
    <w:rsid w:val="0058378C"/>
    <w:rsid w:val="00590D86"/>
    <w:rsid w:val="005A1A04"/>
    <w:rsid w:val="005B19F2"/>
    <w:rsid w:val="005B1FAB"/>
    <w:rsid w:val="005B4027"/>
    <w:rsid w:val="005B4BCF"/>
    <w:rsid w:val="005B5B89"/>
    <w:rsid w:val="005C0BB0"/>
    <w:rsid w:val="005C383B"/>
    <w:rsid w:val="005C4459"/>
    <w:rsid w:val="005D0ED0"/>
    <w:rsid w:val="005D1264"/>
    <w:rsid w:val="005D13B3"/>
    <w:rsid w:val="005D3D3C"/>
    <w:rsid w:val="005D4CB0"/>
    <w:rsid w:val="005E4A08"/>
    <w:rsid w:val="00603DEE"/>
    <w:rsid w:val="006319AE"/>
    <w:rsid w:val="00634050"/>
    <w:rsid w:val="00640BD0"/>
    <w:rsid w:val="00654C7F"/>
    <w:rsid w:val="0067383D"/>
    <w:rsid w:val="006779FB"/>
    <w:rsid w:val="0068145A"/>
    <w:rsid w:val="00682445"/>
    <w:rsid w:val="00693A00"/>
    <w:rsid w:val="006A0A06"/>
    <w:rsid w:val="006A3CF9"/>
    <w:rsid w:val="006C02D2"/>
    <w:rsid w:val="006C0B9C"/>
    <w:rsid w:val="006D5C3B"/>
    <w:rsid w:val="006E1282"/>
    <w:rsid w:val="006E1D1B"/>
    <w:rsid w:val="006F423C"/>
    <w:rsid w:val="0070411E"/>
    <w:rsid w:val="00706E60"/>
    <w:rsid w:val="00713BE5"/>
    <w:rsid w:val="00716994"/>
    <w:rsid w:val="007457E1"/>
    <w:rsid w:val="00752307"/>
    <w:rsid w:val="00753DA6"/>
    <w:rsid w:val="007563FF"/>
    <w:rsid w:val="00764FF4"/>
    <w:rsid w:val="007728FC"/>
    <w:rsid w:val="00773365"/>
    <w:rsid w:val="00774A08"/>
    <w:rsid w:val="00795573"/>
    <w:rsid w:val="00796297"/>
    <w:rsid w:val="007A34BC"/>
    <w:rsid w:val="007A3D40"/>
    <w:rsid w:val="007A40CD"/>
    <w:rsid w:val="007A51BE"/>
    <w:rsid w:val="007A615F"/>
    <w:rsid w:val="007C36DB"/>
    <w:rsid w:val="007C6A2D"/>
    <w:rsid w:val="007E290C"/>
    <w:rsid w:val="007F22B9"/>
    <w:rsid w:val="007F289D"/>
    <w:rsid w:val="007F3605"/>
    <w:rsid w:val="007F3EA2"/>
    <w:rsid w:val="00800B8B"/>
    <w:rsid w:val="0081275E"/>
    <w:rsid w:val="00813CCD"/>
    <w:rsid w:val="00831514"/>
    <w:rsid w:val="00833F79"/>
    <w:rsid w:val="008363D0"/>
    <w:rsid w:val="008376AD"/>
    <w:rsid w:val="00837782"/>
    <w:rsid w:val="00845D28"/>
    <w:rsid w:val="008461AC"/>
    <w:rsid w:val="00846981"/>
    <w:rsid w:val="008478D7"/>
    <w:rsid w:val="00853D0B"/>
    <w:rsid w:val="0085423D"/>
    <w:rsid w:val="008627C2"/>
    <w:rsid w:val="008701F1"/>
    <w:rsid w:val="00875026"/>
    <w:rsid w:val="00891FE8"/>
    <w:rsid w:val="008941F5"/>
    <w:rsid w:val="00895C22"/>
    <w:rsid w:val="008A0902"/>
    <w:rsid w:val="008A4ECD"/>
    <w:rsid w:val="008A5008"/>
    <w:rsid w:val="008B6483"/>
    <w:rsid w:val="008D1F18"/>
    <w:rsid w:val="008E669F"/>
    <w:rsid w:val="008F56FE"/>
    <w:rsid w:val="0090335D"/>
    <w:rsid w:val="00903BDF"/>
    <w:rsid w:val="009058D3"/>
    <w:rsid w:val="009065FC"/>
    <w:rsid w:val="00915919"/>
    <w:rsid w:val="0093182D"/>
    <w:rsid w:val="00982806"/>
    <w:rsid w:val="00982C3F"/>
    <w:rsid w:val="00982C8F"/>
    <w:rsid w:val="00985163"/>
    <w:rsid w:val="009858A0"/>
    <w:rsid w:val="009874D2"/>
    <w:rsid w:val="00996DE1"/>
    <w:rsid w:val="009A0147"/>
    <w:rsid w:val="009A2393"/>
    <w:rsid w:val="009A754F"/>
    <w:rsid w:val="009B2FB9"/>
    <w:rsid w:val="009B4C2F"/>
    <w:rsid w:val="009E01B7"/>
    <w:rsid w:val="009E0BD1"/>
    <w:rsid w:val="009E1914"/>
    <w:rsid w:val="009F183E"/>
    <w:rsid w:val="00A0303E"/>
    <w:rsid w:val="00A033A6"/>
    <w:rsid w:val="00A1104F"/>
    <w:rsid w:val="00A1132D"/>
    <w:rsid w:val="00A2018D"/>
    <w:rsid w:val="00A32924"/>
    <w:rsid w:val="00A45C16"/>
    <w:rsid w:val="00A51DD4"/>
    <w:rsid w:val="00A54E39"/>
    <w:rsid w:val="00A602BC"/>
    <w:rsid w:val="00A65C55"/>
    <w:rsid w:val="00A67F2B"/>
    <w:rsid w:val="00A74364"/>
    <w:rsid w:val="00A75759"/>
    <w:rsid w:val="00A81DC2"/>
    <w:rsid w:val="00A846DF"/>
    <w:rsid w:val="00A91538"/>
    <w:rsid w:val="00A96D1D"/>
    <w:rsid w:val="00AA29D1"/>
    <w:rsid w:val="00AC381B"/>
    <w:rsid w:val="00AC7962"/>
    <w:rsid w:val="00AF2184"/>
    <w:rsid w:val="00AF231D"/>
    <w:rsid w:val="00B05D7D"/>
    <w:rsid w:val="00B065FB"/>
    <w:rsid w:val="00B073CB"/>
    <w:rsid w:val="00B10EF3"/>
    <w:rsid w:val="00B476CF"/>
    <w:rsid w:val="00B64F07"/>
    <w:rsid w:val="00B82B93"/>
    <w:rsid w:val="00B833FD"/>
    <w:rsid w:val="00B835F6"/>
    <w:rsid w:val="00B8679F"/>
    <w:rsid w:val="00B87332"/>
    <w:rsid w:val="00B87E2B"/>
    <w:rsid w:val="00B92CA6"/>
    <w:rsid w:val="00B96045"/>
    <w:rsid w:val="00BA040F"/>
    <w:rsid w:val="00BB3FC2"/>
    <w:rsid w:val="00BC67AF"/>
    <w:rsid w:val="00BC6A2F"/>
    <w:rsid w:val="00BE734A"/>
    <w:rsid w:val="00BF2688"/>
    <w:rsid w:val="00C06FC3"/>
    <w:rsid w:val="00C10CC0"/>
    <w:rsid w:val="00C11F6C"/>
    <w:rsid w:val="00C13E1C"/>
    <w:rsid w:val="00C15994"/>
    <w:rsid w:val="00C15A80"/>
    <w:rsid w:val="00C2009A"/>
    <w:rsid w:val="00C2693D"/>
    <w:rsid w:val="00C27AA1"/>
    <w:rsid w:val="00C37936"/>
    <w:rsid w:val="00C417C6"/>
    <w:rsid w:val="00C4425D"/>
    <w:rsid w:val="00C60872"/>
    <w:rsid w:val="00C72ADC"/>
    <w:rsid w:val="00C80592"/>
    <w:rsid w:val="00C84FA3"/>
    <w:rsid w:val="00CA079C"/>
    <w:rsid w:val="00CB0017"/>
    <w:rsid w:val="00CB35BE"/>
    <w:rsid w:val="00CB6441"/>
    <w:rsid w:val="00CC35D6"/>
    <w:rsid w:val="00CC7A0B"/>
    <w:rsid w:val="00CC7E3A"/>
    <w:rsid w:val="00CD091E"/>
    <w:rsid w:val="00CD0E77"/>
    <w:rsid w:val="00CD776A"/>
    <w:rsid w:val="00D07839"/>
    <w:rsid w:val="00D142BF"/>
    <w:rsid w:val="00D145BB"/>
    <w:rsid w:val="00D177EE"/>
    <w:rsid w:val="00D20699"/>
    <w:rsid w:val="00D21F85"/>
    <w:rsid w:val="00D22C54"/>
    <w:rsid w:val="00D22C74"/>
    <w:rsid w:val="00D33000"/>
    <w:rsid w:val="00D338DE"/>
    <w:rsid w:val="00D3424E"/>
    <w:rsid w:val="00D3646A"/>
    <w:rsid w:val="00D416A7"/>
    <w:rsid w:val="00D45ACC"/>
    <w:rsid w:val="00D468F9"/>
    <w:rsid w:val="00D52751"/>
    <w:rsid w:val="00D56364"/>
    <w:rsid w:val="00D57C56"/>
    <w:rsid w:val="00D67648"/>
    <w:rsid w:val="00D7210F"/>
    <w:rsid w:val="00D81705"/>
    <w:rsid w:val="00D83324"/>
    <w:rsid w:val="00D83F07"/>
    <w:rsid w:val="00DA30DD"/>
    <w:rsid w:val="00DD37CE"/>
    <w:rsid w:val="00DD6786"/>
    <w:rsid w:val="00DE61AF"/>
    <w:rsid w:val="00DF010A"/>
    <w:rsid w:val="00DF0BF8"/>
    <w:rsid w:val="00DF6B2C"/>
    <w:rsid w:val="00E13335"/>
    <w:rsid w:val="00E1781A"/>
    <w:rsid w:val="00E33E8A"/>
    <w:rsid w:val="00E64471"/>
    <w:rsid w:val="00E724DD"/>
    <w:rsid w:val="00E73D8A"/>
    <w:rsid w:val="00E93620"/>
    <w:rsid w:val="00E939CE"/>
    <w:rsid w:val="00EA035B"/>
    <w:rsid w:val="00EA1CE4"/>
    <w:rsid w:val="00EA525F"/>
    <w:rsid w:val="00EA5976"/>
    <w:rsid w:val="00EA74BC"/>
    <w:rsid w:val="00EB135C"/>
    <w:rsid w:val="00EB530B"/>
    <w:rsid w:val="00EB57F2"/>
    <w:rsid w:val="00EB5844"/>
    <w:rsid w:val="00EB624A"/>
    <w:rsid w:val="00EC173B"/>
    <w:rsid w:val="00EC225B"/>
    <w:rsid w:val="00ED0872"/>
    <w:rsid w:val="00ED2468"/>
    <w:rsid w:val="00ED317E"/>
    <w:rsid w:val="00ED3F37"/>
    <w:rsid w:val="00ED6450"/>
    <w:rsid w:val="00EE1707"/>
    <w:rsid w:val="00EE752F"/>
    <w:rsid w:val="00EF01AA"/>
    <w:rsid w:val="00F02035"/>
    <w:rsid w:val="00F070C0"/>
    <w:rsid w:val="00F13DFF"/>
    <w:rsid w:val="00F21C05"/>
    <w:rsid w:val="00F23594"/>
    <w:rsid w:val="00F23EBB"/>
    <w:rsid w:val="00F25A8D"/>
    <w:rsid w:val="00F36C67"/>
    <w:rsid w:val="00F40D06"/>
    <w:rsid w:val="00F4400C"/>
    <w:rsid w:val="00F534EE"/>
    <w:rsid w:val="00F53C15"/>
    <w:rsid w:val="00F5642F"/>
    <w:rsid w:val="00F701F7"/>
    <w:rsid w:val="00F76509"/>
    <w:rsid w:val="00F81136"/>
    <w:rsid w:val="00F84649"/>
    <w:rsid w:val="00F90939"/>
    <w:rsid w:val="00F92399"/>
    <w:rsid w:val="00FA4A32"/>
    <w:rsid w:val="00FB0B70"/>
    <w:rsid w:val="00FC6058"/>
    <w:rsid w:val="00FC75C7"/>
    <w:rsid w:val="00FD569A"/>
    <w:rsid w:val="00FD6411"/>
    <w:rsid w:val="00FD684D"/>
    <w:rsid w:val="00FE0D1A"/>
    <w:rsid w:val="00FE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Cs w:val="24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0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909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909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91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174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57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57E1"/>
    <w:rPr>
      <w:color w:val="808080"/>
    </w:rPr>
  </w:style>
  <w:style w:type="paragraph" w:styleId="ListParagraph">
    <w:name w:val="List Paragraph"/>
    <w:basedOn w:val="Normal"/>
    <w:uiPriority w:val="34"/>
    <w:qFormat/>
    <w:rsid w:val="007728F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7383D"/>
    <w:rPr>
      <w:sz w:val="24"/>
      <w:szCs w:val="24"/>
      <w:lang w:val="en-US" w:eastAsia="en-US"/>
    </w:rPr>
  </w:style>
  <w:style w:type="paragraph" w:customStyle="1" w:styleId="3372873BB58A4DED866D2BE34882C06C">
    <w:name w:val="3372873BB58A4DED866D2BE34882C06C"/>
    <w:rsid w:val="00D22C5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Hyperlink">
    <w:name w:val="Hyperlink"/>
    <w:basedOn w:val="DefaultParagraphFont"/>
    <w:rsid w:val="007C6A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Cs w:val="24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0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909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909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91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174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57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57E1"/>
    <w:rPr>
      <w:color w:val="808080"/>
    </w:rPr>
  </w:style>
  <w:style w:type="paragraph" w:styleId="ListParagraph">
    <w:name w:val="List Paragraph"/>
    <w:basedOn w:val="Normal"/>
    <w:uiPriority w:val="34"/>
    <w:qFormat/>
    <w:rsid w:val="007728F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7383D"/>
    <w:rPr>
      <w:sz w:val="24"/>
      <w:szCs w:val="24"/>
      <w:lang w:val="en-US" w:eastAsia="en-US"/>
    </w:rPr>
  </w:style>
  <w:style w:type="paragraph" w:customStyle="1" w:styleId="3372873BB58A4DED866D2BE34882C06C">
    <w:name w:val="3372873BB58A4DED866D2BE34882C06C"/>
    <w:rsid w:val="00D22C5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Hyperlink">
    <w:name w:val="Hyperlink"/>
    <w:basedOn w:val="DefaultParagraphFont"/>
    <w:rsid w:val="007C6A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26" Type="http://schemas.openxmlformats.org/officeDocument/2006/relationships/image" Target="media/image8.wmf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34" Type="http://schemas.openxmlformats.org/officeDocument/2006/relationships/image" Target="media/image12.wmf"/><Relationship Id="rId42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control" Target="activeX/activeX10.xml"/><Relationship Id="rId33" Type="http://schemas.openxmlformats.org/officeDocument/2006/relationships/control" Target="activeX/activeX14.xm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control" Target="activeX/activeX12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control" Target="activeX/activeX9.xml"/><Relationship Id="rId32" Type="http://schemas.openxmlformats.org/officeDocument/2006/relationships/image" Target="media/image11.wmf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ontrol" Target="activeX/activeX4.xml"/><Relationship Id="rId23" Type="http://schemas.openxmlformats.org/officeDocument/2006/relationships/image" Target="media/image7.wmf"/><Relationship Id="rId28" Type="http://schemas.openxmlformats.org/officeDocument/2006/relationships/image" Target="media/image9.wmf"/><Relationship Id="rId36" Type="http://schemas.openxmlformats.org/officeDocument/2006/relationships/hyperlink" Target="mailto:MH&amp;AS.singlepoint@lakesdhb.govt.nz" TargetMode="Externa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31" Type="http://schemas.openxmlformats.org/officeDocument/2006/relationships/control" Target="activeX/activeX1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8.xml"/><Relationship Id="rId27" Type="http://schemas.openxmlformats.org/officeDocument/2006/relationships/control" Target="activeX/activeX11.xml"/><Relationship Id="rId30" Type="http://schemas.openxmlformats.org/officeDocument/2006/relationships/image" Target="media/image10.wmf"/><Relationship Id="rId35" Type="http://schemas.openxmlformats.org/officeDocument/2006/relationships/control" Target="activeX/activeX15.xml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91836018BB4783900DC4852D5BC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24877-9B23-4E1F-8D45-E0850F268A85}"/>
      </w:docPartPr>
      <w:docPartBody>
        <w:p w:rsidR="00A9339B" w:rsidRDefault="0007085E" w:rsidP="0007085E">
          <w:pPr>
            <w:pStyle w:val="4791836018BB4783900DC4852D5BC93A2"/>
          </w:pPr>
          <w:r w:rsidRPr="00473BFD">
            <w:rPr>
              <w:rStyle w:val="PlaceholderText"/>
              <w:rFonts w:cs="Arial"/>
              <w:szCs w:val="20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8F1"/>
    <w:rsid w:val="00042955"/>
    <w:rsid w:val="0007085E"/>
    <w:rsid w:val="000B7781"/>
    <w:rsid w:val="001152BA"/>
    <w:rsid w:val="00246713"/>
    <w:rsid w:val="002B6B39"/>
    <w:rsid w:val="00563148"/>
    <w:rsid w:val="00617056"/>
    <w:rsid w:val="006E2BDB"/>
    <w:rsid w:val="0071144E"/>
    <w:rsid w:val="00727456"/>
    <w:rsid w:val="007578F1"/>
    <w:rsid w:val="00775FC9"/>
    <w:rsid w:val="007917BE"/>
    <w:rsid w:val="007F3457"/>
    <w:rsid w:val="008B0EE3"/>
    <w:rsid w:val="008B202E"/>
    <w:rsid w:val="009535AB"/>
    <w:rsid w:val="00955E63"/>
    <w:rsid w:val="00990715"/>
    <w:rsid w:val="009944AB"/>
    <w:rsid w:val="00A264F4"/>
    <w:rsid w:val="00A713AC"/>
    <w:rsid w:val="00A9288C"/>
    <w:rsid w:val="00A9339B"/>
    <w:rsid w:val="00A97B64"/>
    <w:rsid w:val="00AA3CDC"/>
    <w:rsid w:val="00B00313"/>
    <w:rsid w:val="00BD08D7"/>
    <w:rsid w:val="00C17FC7"/>
    <w:rsid w:val="00C821F2"/>
    <w:rsid w:val="00ED3B10"/>
    <w:rsid w:val="00ED4300"/>
    <w:rsid w:val="00F23DB5"/>
    <w:rsid w:val="00FF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772B5A9D754200B6E6EFD81065ED02">
    <w:name w:val="7F772B5A9D754200B6E6EFD81065ED02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">
    <w:name w:val="949BA3D91A4E4BD2A8CFC59FD4FA2F94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">
    <w:name w:val="5F6A06753D0B46148AB08D63C6B0251C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">
    <w:name w:val="17723E48E687467ABB398C89C65FF51C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">
    <w:name w:val="2EA1266FD7724ACA9E70B3B6A047D9E6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07085E"/>
    <w:rPr>
      <w:color w:val="808080"/>
    </w:rPr>
  </w:style>
  <w:style w:type="paragraph" w:customStyle="1" w:styleId="7F772B5A9D754200B6E6EFD81065ED021">
    <w:name w:val="7F772B5A9D754200B6E6EFD81065ED021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1">
    <w:name w:val="949BA3D91A4E4BD2A8CFC59FD4FA2F941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1">
    <w:name w:val="5F6A06753D0B46148AB08D63C6B0251C1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1">
    <w:name w:val="17723E48E687467ABB398C89C65FF51C1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1">
    <w:name w:val="2EA1266FD7724ACA9E70B3B6A047D9E61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2">
    <w:name w:val="7F772B5A9D754200B6E6EFD81065ED022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2">
    <w:name w:val="949BA3D91A4E4BD2A8CFC59FD4FA2F942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2">
    <w:name w:val="5F6A06753D0B46148AB08D63C6B0251C2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2">
    <w:name w:val="17723E48E687467ABB398C89C65FF51C2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2">
    <w:name w:val="2EA1266FD7724ACA9E70B3B6A047D9E62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3">
    <w:name w:val="7F772B5A9D754200B6E6EFD81065ED023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3">
    <w:name w:val="949BA3D91A4E4BD2A8CFC59FD4FA2F943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3">
    <w:name w:val="5F6A06753D0B46148AB08D63C6B0251C3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3">
    <w:name w:val="17723E48E687467ABB398C89C65FF51C3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3">
    <w:name w:val="2EA1266FD7724ACA9E70B3B6A047D9E63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4">
    <w:name w:val="7F772B5A9D754200B6E6EFD81065ED024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4">
    <w:name w:val="949BA3D91A4E4BD2A8CFC59FD4FA2F944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4">
    <w:name w:val="5F6A06753D0B46148AB08D63C6B0251C4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4">
    <w:name w:val="17723E48E687467ABB398C89C65FF51C4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4">
    <w:name w:val="2EA1266FD7724ACA9E70B3B6A047D9E64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5">
    <w:name w:val="7F772B5A9D754200B6E6EFD81065ED025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5">
    <w:name w:val="949BA3D91A4E4BD2A8CFC59FD4FA2F945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5">
    <w:name w:val="5F6A06753D0B46148AB08D63C6B0251C5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5">
    <w:name w:val="17723E48E687467ABB398C89C65FF51C5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5">
    <w:name w:val="2EA1266FD7724ACA9E70B3B6A047D9E65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6">
    <w:name w:val="7F772B5A9D754200B6E6EFD81065ED026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6">
    <w:name w:val="949BA3D91A4E4BD2A8CFC59FD4FA2F946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6">
    <w:name w:val="5F6A06753D0B46148AB08D63C6B0251C6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6">
    <w:name w:val="17723E48E687467ABB398C89C65FF51C6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6">
    <w:name w:val="2EA1266FD7724ACA9E70B3B6A047D9E66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7">
    <w:name w:val="7F772B5A9D754200B6E6EFD81065ED027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7">
    <w:name w:val="949BA3D91A4E4BD2A8CFC59FD4FA2F947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7">
    <w:name w:val="5F6A06753D0B46148AB08D63C6B0251C7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7">
    <w:name w:val="17723E48E687467ABB398C89C65FF51C7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7">
    <w:name w:val="2EA1266FD7724ACA9E70B3B6A047D9E67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8">
    <w:name w:val="7F772B5A9D754200B6E6EFD81065ED028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8">
    <w:name w:val="949BA3D91A4E4BD2A8CFC59FD4FA2F948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8">
    <w:name w:val="5F6A06753D0B46148AB08D63C6B0251C8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8">
    <w:name w:val="17723E48E687467ABB398C89C65FF51C8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8">
    <w:name w:val="2EA1266FD7724ACA9E70B3B6A047D9E68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9">
    <w:name w:val="7F772B5A9D754200B6E6EFD81065ED029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9">
    <w:name w:val="949BA3D91A4E4BD2A8CFC59FD4FA2F949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9">
    <w:name w:val="5F6A06753D0B46148AB08D63C6B0251C9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9">
    <w:name w:val="17723E48E687467ABB398C89C65FF51C9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9">
    <w:name w:val="2EA1266FD7724ACA9E70B3B6A047D9E69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10">
    <w:name w:val="7F772B5A9D754200B6E6EFD81065ED0210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10">
    <w:name w:val="949BA3D91A4E4BD2A8CFC59FD4FA2F9410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10">
    <w:name w:val="5F6A06753D0B46148AB08D63C6B0251C10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10">
    <w:name w:val="17723E48E687467ABB398C89C65FF51C10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10">
    <w:name w:val="2EA1266FD7724ACA9E70B3B6A047D9E610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">
    <w:name w:val="C98CF680E544435CB41F1DCF52DE223C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">
    <w:name w:val="83D6CA8E535B45E8B428242DD79ABE07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">
    <w:name w:val="33DC2A1BB687430CA891ECEC2B7061C4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">
    <w:name w:val="D5AF3D8F2697411F9073782F1DDBE91E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">
    <w:name w:val="6607308242884A31A377D4AC4A6A7AD7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1">
    <w:name w:val="C98CF680E544435CB41F1DCF52DE223C1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1">
    <w:name w:val="83D6CA8E535B45E8B428242DD79ABE071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1">
    <w:name w:val="33DC2A1BB687430CA891ECEC2B7061C41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1">
    <w:name w:val="D5AF3D8F2697411F9073782F1DDBE91E1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1">
    <w:name w:val="6607308242884A31A377D4AC4A6A7AD71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2">
    <w:name w:val="C98CF680E544435CB41F1DCF52DE223C2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2">
    <w:name w:val="83D6CA8E535B45E8B428242DD79ABE072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2">
    <w:name w:val="33DC2A1BB687430CA891ECEC2B7061C42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2">
    <w:name w:val="D5AF3D8F2697411F9073782F1DDBE91E2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2">
    <w:name w:val="6607308242884A31A377D4AC4A6A7AD72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3">
    <w:name w:val="C98CF680E544435CB41F1DCF52DE223C3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3">
    <w:name w:val="83D6CA8E535B45E8B428242DD79ABE073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3">
    <w:name w:val="33DC2A1BB687430CA891ECEC2B7061C43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3">
    <w:name w:val="D5AF3D8F2697411F9073782F1DDBE91E3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3">
    <w:name w:val="6607308242884A31A377D4AC4A6A7AD73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4">
    <w:name w:val="C98CF680E544435CB41F1DCF52DE223C4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4">
    <w:name w:val="83D6CA8E535B45E8B428242DD79ABE074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4">
    <w:name w:val="33DC2A1BB687430CA891ECEC2B7061C44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4">
    <w:name w:val="D5AF3D8F2697411F9073782F1DDBE91E4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4">
    <w:name w:val="6607308242884A31A377D4AC4A6A7AD74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5">
    <w:name w:val="C98CF680E544435CB41F1DCF52DE223C5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5">
    <w:name w:val="83D6CA8E535B45E8B428242DD79ABE075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5">
    <w:name w:val="33DC2A1BB687430CA891ECEC2B7061C45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5">
    <w:name w:val="D5AF3D8F2697411F9073782F1DDBE91E5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5">
    <w:name w:val="6607308242884A31A377D4AC4A6A7AD75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6">
    <w:name w:val="C98CF680E544435CB41F1DCF52DE223C6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6">
    <w:name w:val="83D6CA8E535B45E8B428242DD79ABE076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6">
    <w:name w:val="33DC2A1BB687430CA891ECEC2B7061C46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6">
    <w:name w:val="D5AF3D8F2697411F9073782F1DDBE91E6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6">
    <w:name w:val="6607308242884A31A377D4AC4A6A7AD76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">
    <w:name w:val="C614CF41D72E4484A345B4F895BBB198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">
    <w:name w:val="7A3B4DAA9DF341D2A28637E23F36E3F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">
    <w:name w:val="3FD60C1FF4004617BD352E70AE844577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">
    <w:name w:val="52A3483E55DD4198B67D1AD3275025F0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">
    <w:name w:val="351EF3800682458087AD50757763CB8B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1">
    <w:name w:val="C614CF41D72E4484A345B4F895BBB1981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1">
    <w:name w:val="7A3B4DAA9DF341D2A28637E23F36E3F41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1">
    <w:name w:val="3FD60C1FF4004617BD352E70AE8445771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1">
    <w:name w:val="52A3483E55DD4198B67D1AD3275025F01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1">
    <w:name w:val="351EF3800682458087AD50757763CB8B1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2">
    <w:name w:val="C614CF41D72E4484A345B4F895BBB1982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2">
    <w:name w:val="7A3B4DAA9DF341D2A28637E23F36E3F42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2">
    <w:name w:val="3FD60C1FF4004617BD352E70AE8445772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2">
    <w:name w:val="52A3483E55DD4198B67D1AD3275025F02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2">
    <w:name w:val="351EF3800682458087AD50757763CB8B2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3">
    <w:name w:val="C614CF41D72E4484A345B4F895BBB1983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3">
    <w:name w:val="7A3B4DAA9DF341D2A28637E23F36E3F43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3">
    <w:name w:val="3FD60C1FF4004617BD352E70AE8445773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3">
    <w:name w:val="52A3483E55DD4198B67D1AD3275025F03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3">
    <w:name w:val="351EF3800682458087AD50757763CB8B3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4">
    <w:name w:val="C614CF41D72E4484A345B4F895BBB198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4">
    <w:name w:val="7A3B4DAA9DF341D2A28637E23F36E3F4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4">
    <w:name w:val="3FD60C1FF4004617BD352E70AE844577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4">
    <w:name w:val="52A3483E55DD4198B67D1AD3275025F0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4">
    <w:name w:val="351EF3800682458087AD50757763CB8B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5">
    <w:name w:val="C614CF41D72E4484A345B4F895BBB1985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5">
    <w:name w:val="7A3B4DAA9DF341D2A28637E23F36E3F45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5">
    <w:name w:val="3FD60C1FF4004617BD352E70AE8445775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5">
    <w:name w:val="52A3483E55DD4198B67D1AD3275025F05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5">
    <w:name w:val="351EF3800682458087AD50757763CB8B5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6">
    <w:name w:val="C614CF41D72E4484A345B4F895BBB1986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6">
    <w:name w:val="7A3B4DAA9DF341D2A28637E23F36E3F46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6">
    <w:name w:val="3FD60C1FF4004617BD352E70AE8445776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6">
    <w:name w:val="52A3483E55DD4198B67D1AD3275025F06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6">
    <w:name w:val="351EF3800682458087AD50757763CB8B6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">
    <w:name w:val="6BE4870576574BC6B42010D2F79A665F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">
    <w:name w:val="16DA898C6E7E4E819A12E47ECC4BC82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">
    <w:name w:val="A868580B2EBC4F2BAED3AB268776B185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">
    <w:name w:val="40D1E2EB0CF547FC901D11D27BB02A5F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">
    <w:name w:val="F323BC57716940F1B7EA1F33B0F4D86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">
    <w:name w:val="25F0E25D365A466C92D06B63CCE2612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1">
    <w:name w:val="6BE4870576574BC6B42010D2F79A665F1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">
    <w:name w:val="16DA898C6E7E4E819A12E47ECC4BC8241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">
    <w:name w:val="A868580B2EBC4F2BAED3AB268776B1851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">
    <w:name w:val="40D1E2EB0CF547FC901D11D27BB02A5F1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">
    <w:name w:val="F323BC57716940F1B7EA1F33B0F4D8641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">
    <w:name w:val="25F0E25D365A466C92D06B63CCE261241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2">
    <w:name w:val="6BE4870576574BC6B42010D2F79A665F2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">
    <w:name w:val="16DA898C6E7E4E819A12E47ECC4BC8242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">
    <w:name w:val="A868580B2EBC4F2BAED3AB268776B1852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">
    <w:name w:val="40D1E2EB0CF547FC901D11D27BB02A5F2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">
    <w:name w:val="F323BC57716940F1B7EA1F33B0F4D8642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">
    <w:name w:val="25F0E25D365A466C92D06B63CCE261242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3">
    <w:name w:val="6BE4870576574BC6B42010D2F79A665F3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3">
    <w:name w:val="16DA898C6E7E4E819A12E47ECC4BC8243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3">
    <w:name w:val="A868580B2EBC4F2BAED3AB268776B1853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3">
    <w:name w:val="40D1E2EB0CF547FC901D11D27BB02A5F3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3">
    <w:name w:val="F323BC57716940F1B7EA1F33B0F4D8643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3">
    <w:name w:val="25F0E25D365A466C92D06B63CCE261243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4">
    <w:name w:val="6BE4870576574BC6B42010D2F79A665F4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4">
    <w:name w:val="16DA898C6E7E4E819A12E47ECC4BC8244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4">
    <w:name w:val="A868580B2EBC4F2BAED3AB268776B1854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4">
    <w:name w:val="40D1E2EB0CF547FC901D11D27BB02A5F4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4">
    <w:name w:val="F323BC57716940F1B7EA1F33B0F4D8644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4">
    <w:name w:val="25F0E25D365A466C92D06B63CCE261244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5">
    <w:name w:val="6BE4870576574BC6B42010D2F79A665F5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5">
    <w:name w:val="16DA898C6E7E4E819A12E47ECC4BC8245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5">
    <w:name w:val="A868580B2EBC4F2BAED3AB268776B1855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5">
    <w:name w:val="40D1E2EB0CF547FC901D11D27BB02A5F5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5">
    <w:name w:val="F323BC57716940F1B7EA1F33B0F4D8645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5">
    <w:name w:val="25F0E25D365A466C92D06B63CCE261245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6">
    <w:name w:val="6BE4870576574BC6B42010D2F79A665F6"/>
    <w:rsid w:val="00FF7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6">
    <w:name w:val="16DA898C6E7E4E819A12E47ECC4BC8246"/>
    <w:rsid w:val="00FF7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6">
    <w:name w:val="A868580B2EBC4F2BAED3AB268776B1856"/>
    <w:rsid w:val="00FF7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6">
    <w:name w:val="40D1E2EB0CF547FC901D11D27BB02A5F6"/>
    <w:rsid w:val="00FF7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6">
    <w:name w:val="F323BC57716940F1B7EA1F33B0F4D8646"/>
    <w:rsid w:val="00FF7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6">
    <w:name w:val="25F0E25D365A466C92D06B63CCE261246"/>
    <w:rsid w:val="00FF7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7">
    <w:name w:val="6BE4870576574BC6B42010D2F79A665F7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7">
    <w:name w:val="16DA898C6E7E4E819A12E47ECC4BC8247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7">
    <w:name w:val="A868580B2EBC4F2BAED3AB268776B1857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7">
    <w:name w:val="40D1E2EB0CF547FC901D11D27BB02A5F7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7">
    <w:name w:val="F323BC57716940F1B7EA1F33B0F4D8647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7">
    <w:name w:val="25F0E25D365A466C92D06B63CCE261247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">
    <w:name w:val="68744C1A748C454298115A7AF84870E6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8">
    <w:name w:val="6BE4870576574BC6B42010D2F79A665F8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8">
    <w:name w:val="16DA898C6E7E4E819A12E47ECC4BC8248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8">
    <w:name w:val="A868580B2EBC4F2BAED3AB268776B1858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8">
    <w:name w:val="40D1E2EB0CF547FC901D11D27BB02A5F8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8">
    <w:name w:val="F323BC57716940F1B7EA1F33B0F4D8648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8">
    <w:name w:val="25F0E25D365A466C92D06B63CCE261248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">
    <w:name w:val="68744C1A748C454298115A7AF84870E61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9">
    <w:name w:val="6BE4870576574BC6B42010D2F79A665F9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9">
    <w:name w:val="16DA898C6E7E4E819A12E47ECC4BC8249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9">
    <w:name w:val="A868580B2EBC4F2BAED3AB268776B1859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9">
    <w:name w:val="40D1E2EB0CF547FC901D11D27BB02A5F9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9">
    <w:name w:val="F323BC57716940F1B7EA1F33B0F4D8649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9">
    <w:name w:val="25F0E25D365A466C92D06B63CCE261249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">
    <w:name w:val="68744C1A748C454298115A7AF84870E62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10">
    <w:name w:val="6BE4870576574BC6B42010D2F79A665F10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0">
    <w:name w:val="16DA898C6E7E4E819A12E47ECC4BC82410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0">
    <w:name w:val="A868580B2EBC4F2BAED3AB268776B18510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0">
    <w:name w:val="40D1E2EB0CF547FC901D11D27BB02A5F10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0">
    <w:name w:val="F323BC57716940F1B7EA1F33B0F4D86410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0">
    <w:name w:val="25F0E25D365A466C92D06B63CCE2612410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">
    <w:name w:val="68744C1A748C454298115A7AF84870E63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11">
    <w:name w:val="6BE4870576574BC6B42010D2F79A665F11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1">
    <w:name w:val="16DA898C6E7E4E819A12E47ECC4BC82411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1">
    <w:name w:val="A868580B2EBC4F2BAED3AB268776B18511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1">
    <w:name w:val="40D1E2EB0CF547FC901D11D27BB02A5F11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1">
    <w:name w:val="F323BC57716940F1B7EA1F33B0F4D86411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1">
    <w:name w:val="25F0E25D365A466C92D06B63CCE2612411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">
    <w:name w:val="331D4649995C430AB5528F81794F05B8"/>
    <w:rsid w:val="00A264F4"/>
  </w:style>
  <w:style w:type="paragraph" w:customStyle="1" w:styleId="68744C1A748C454298115A7AF84870E64">
    <w:name w:val="68744C1A748C454298115A7AF84870E64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">
    <w:name w:val="331D4649995C430AB5528F81794F05B81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2">
    <w:name w:val="16DA898C6E7E4E819A12E47ECC4BC82412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2">
    <w:name w:val="A868580B2EBC4F2BAED3AB268776B18512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2">
    <w:name w:val="40D1E2EB0CF547FC901D11D27BB02A5F12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2">
    <w:name w:val="F323BC57716940F1B7EA1F33B0F4D86412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2">
    <w:name w:val="25F0E25D365A466C92D06B63CCE2612412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5">
    <w:name w:val="68744C1A748C454298115A7AF84870E65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2">
    <w:name w:val="331D4649995C430AB5528F81794F05B82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3">
    <w:name w:val="16DA898C6E7E4E819A12E47ECC4BC82413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3">
    <w:name w:val="A868580B2EBC4F2BAED3AB268776B18513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3">
    <w:name w:val="40D1E2EB0CF547FC901D11D27BB02A5F13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3">
    <w:name w:val="F323BC57716940F1B7EA1F33B0F4D86413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3">
    <w:name w:val="25F0E25D365A466C92D06B63CCE2612413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6">
    <w:name w:val="68744C1A748C454298115A7AF84870E66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3">
    <w:name w:val="331D4649995C430AB5528F81794F05B83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4">
    <w:name w:val="16DA898C6E7E4E819A12E47ECC4BC82414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4">
    <w:name w:val="A868580B2EBC4F2BAED3AB268776B18514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4">
    <w:name w:val="40D1E2EB0CF547FC901D11D27BB02A5F14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4">
    <w:name w:val="F323BC57716940F1B7EA1F33B0F4D86414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4">
    <w:name w:val="25F0E25D365A466C92D06B63CCE2612414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7">
    <w:name w:val="68744C1A748C454298115A7AF84870E6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4">
    <w:name w:val="331D4649995C430AB5528F81794F05B8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5">
    <w:name w:val="16DA898C6E7E4E819A12E47ECC4BC824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5">
    <w:name w:val="A868580B2EBC4F2BAED3AB268776B185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5">
    <w:name w:val="40D1E2EB0CF547FC901D11D27BB02A5F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5">
    <w:name w:val="F323BC57716940F1B7EA1F33B0F4D864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5">
    <w:name w:val="25F0E25D365A466C92D06B63CCE26124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8">
    <w:name w:val="68744C1A748C454298115A7AF84870E6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5">
    <w:name w:val="331D4649995C430AB5528F81794F05B8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6">
    <w:name w:val="16DA898C6E7E4E819A12E47ECC4BC824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6">
    <w:name w:val="A868580B2EBC4F2BAED3AB268776B185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6">
    <w:name w:val="40D1E2EB0CF547FC901D11D27BB02A5F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6">
    <w:name w:val="F323BC57716940F1B7EA1F33B0F4D864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6">
    <w:name w:val="25F0E25D365A466C92D06B63CCE26124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9">
    <w:name w:val="68744C1A748C454298115A7AF84870E6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6">
    <w:name w:val="331D4649995C430AB5528F81794F05B8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7">
    <w:name w:val="16DA898C6E7E4E819A12E47ECC4BC824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7">
    <w:name w:val="A868580B2EBC4F2BAED3AB268776B185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7">
    <w:name w:val="40D1E2EB0CF547FC901D11D27BB02A5F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7">
    <w:name w:val="F323BC57716940F1B7EA1F33B0F4D864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7">
    <w:name w:val="25F0E25D365A466C92D06B63CCE26124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0">
    <w:name w:val="68744C1A748C454298115A7AF84870E61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7">
    <w:name w:val="331D4649995C430AB5528F81794F05B8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8">
    <w:name w:val="16DA898C6E7E4E819A12E47ECC4BC824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8">
    <w:name w:val="A868580B2EBC4F2BAED3AB268776B185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8">
    <w:name w:val="40D1E2EB0CF547FC901D11D27BB02A5F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8">
    <w:name w:val="F323BC57716940F1B7EA1F33B0F4D864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8">
    <w:name w:val="25F0E25D365A466C92D06B63CCE26124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1">
    <w:name w:val="68744C1A748C454298115A7AF84870E61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8">
    <w:name w:val="331D4649995C430AB5528F81794F05B8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9">
    <w:name w:val="16DA898C6E7E4E819A12E47ECC4BC824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9">
    <w:name w:val="A868580B2EBC4F2BAED3AB268776B185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9">
    <w:name w:val="40D1E2EB0CF547FC901D11D27BB02A5F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9">
    <w:name w:val="F323BC57716940F1B7EA1F33B0F4D864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9">
    <w:name w:val="25F0E25D365A466C92D06B63CCE26124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2">
    <w:name w:val="68744C1A748C454298115A7AF84870E61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9">
    <w:name w:val="331D4649995C430AB5528F81794F05B8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0">
    <w:name w:val="16DA898C6E7E4E819A12E47ECC4BC824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0">
    <w:name w:val="A868580B2EBC4F2BAED3AB268776B185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0">
    <w:name w:val="40D1E2EB0CF547FC901D11D27BB02A5F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0">
    <w:name w:val="F323BC57716940F1B7EA1F33B0F4D864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0">
    <w:name w:val="25F0E25D365A466C92D06B63CCE26124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3">
    <w:name w:val="68744C1A748C454298115A7AF84870E61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0">
    <w:name w:val="331D4649995C430AB5528F81794F05B81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1">
    <w:name w:val="16DA898C6E7E4E819A12E47ECC4BC8242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1">
    <w:name w:val="A868580B2EBC4F2BAED3AB268776B1852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1">
    <w:name w:val="40D1E2EB0CF547FC901D11D27BB02A5F2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1">
    <w:name w:val="F323BC57716940F1B7EA1F33B0F4D8642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1">
    <w:name w:val="25F0E25D365A466C92D06B63CCE261242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4">
    <w:name w:val="68744C1A748C454298115A7AF84870E61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1">
    <w:name w:val="331D4649995C430AB5528F81794F05B81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2">
    <w:name w:val="16DA898C6E7E4E819A12E47ECC4BC8242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2">
    <w:name w:val="A868580B2EBC4F2BAED3AB268776B1852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2">
    <w:name w:val="40D1E2EB0CF547FC901D11D27BB02A5F2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2">
    <w:name w:val="F323BC57716940F1B7EA1F33B0F4D8642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2">
    <w:name w:val="25F0E25D365A466C92D06B63CCE261242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5">
    <w:name w:val="68744C1A748C454298115A7AF84870E6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2">
    <w:name w:val="331D4649995C430AB5528F81794F05B81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3">
    <w:name w:val="16DA898C6E7E4E819A12E47ECC4BC8242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3">
    <w:name w:val="A868580B2EBC4F2BAED3AB268776B1852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3">
    <w:name w:val="40D1E2EB0CF547FC901D11D27BB02A5F2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3">
    <w:name w:val="F323BC57716940F1B7EA1F33B0F4D8642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3">
    <w:name w:val="25F0E25D365A466C92D06B63CCE261242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6">
    <w:name w:val="68744C1A748C454298115A7AF84870E6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3">
    <w:name w:val="331D4649995C430AB5528F81794F05B81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4">
    <w:name w:val="16DA898C6E7E4E819A12E47ECC4BC8242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4">
    <w:name w:val="A868580B2EBC4F2BAED3AB268776B1852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4">
    <w:name w:val="40D1E2EB0CF547FC901D11D27BB02A5F2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4">
    <w:name w:val="F323BC57716940F1B7EA1F33B0F4D8642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4">
    <w:name w:val="25F0E25D365A466C92D06B63CCE261242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7">
    <w:name w:val="68744C1A748C454298115A7AF84870E6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4">
    <w:name w:val="331D4649995C430AB5528F81794F05B81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5">
    <w:name w:val="16DA898C6E7E4E819A12E47ECC4BC8242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5">
    <w:name w:val="A868580B2EBC4F2BAED3AB268776B1852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5">
    <w:name w:val="40D1E2EB0CF547FC901D11D27BB02A5F2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5">
    <w:name w:val="F323BC57716940F1B7EA1F33B0F4D8642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5">
    <w:name w:val="25F0E25D365A466C92D06B63CCE261242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8">
    <w:name w:val="68744C1A748C454298115A7AF84870E6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5">
    <w:name w:val="331D4649995C430AB5528F81794F05B8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6">
    <w:name w:val="16DA898C6E7E4E819A12E47ECC4BC8242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6">
    <w:name w:val="A868580B2EBC4F2BAED3AB268776B1852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6">
    <w:name w:val="40D1E2EB0CF547FC901D11D27BB02A5F2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6">
    <w:name w:val="F323BC57716940F1B7EA1F33B0F4D8642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6">
    <w:name w:val="25F0E25D365A466C92D06B63CCE261242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9">
    <w:name w:val="68744C1A748C454298115A7AF84870E6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6">
    <w:name w:val="331D4649995C430AB5528F81794F05B8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7">
    <w:name w:val="16DA898C6E7E4E819A12E47ECC4BC8242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7">
    <w:name w:val="A868580B2EBC4F2BAED3AB268776B1852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7">
    <w:name w:val="40D1E2EB0CF547FC901D11D27BB02A5F2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7">
    <w:name w:val="F323BC57716940F1B7EA1F33B0F4D8642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7">
    <w:name w:val="25F0E25D365A466C92D06B63CCE261242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0">
    <w:name w:val="68744C1A748C454298115A7AF84870E6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7">
    <w:name w:val="331D4649995C430AB5528F81794F05B8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8">
    <w:name w:val="16DA898C6E7E4E819A12E47ECC4BC8242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8">
    <w:name w:val="A868580B2EBC4F2BAED3AB268776B1852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8">
    <w:name w:val="40D1E2EB0CF547FC901D11D27BB02A5F2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8">
    <w:name w:val="F323BC57716940F1B7EA1F33B0F4D8642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8">
    <w:name w:val="25F0E25D365A466C92D06B63CCE261242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1">
    <w:name w:val="68744C1A748C454298115A7AF84870E62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8">
    <w:name w:val="331D4649995C430AB5528F81794F05B8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9">
    <w:name w:val="16DA898C6E7E4E819A12E47ECC4BC8242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9">
    <w:name w:val="A868580B2EBC4F2BAED3AB268776B1852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9">
    <w:name w:val="40D1E2EB0CF547FC901D11D27BB02A5F2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9">
    <w:name w:val="F323BC57716940F1B7EA1F33B0F4D8642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9">
    <w:name w:val="25F0E25D365A466C92D06B63CCE261242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2">
    <w:name w:val="68744C1A748C454298115A7AF84870E62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9">
    <w:name w:val="331D4649995C430AB5528F81794F05B8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30">
    <w:name w:val="16DA898C6E7E4E819A12E47ECC4BC8243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30">
    <w:name w:val="A868580B2EBC4F2BAED3AB268776B1853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30">
    <w:name w:val="40D1E2EB0CF547FC901D11D27BB02A5F3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30">
    <w:name w:val="F323BC57716940F1B7EA1F33B0F4D8643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30">
    <w:name w:val="25F0E25D365A466C92D06B63CCE261243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3">
    <w:name w:val="68744C1A748C454298115A7AF84870E62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20">
    <w:name w:val="331D4649995C430AB5528F81794F05B8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31">
    <w:name w:val="16DA898C6E7E4E819A12E47ECC4BC8243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31">
    <w:name w:val="A868580B2EBC4F2BAED3AB268776B1853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31">
    <w:name w:val="40D1E2EB0CF547FC901D11D27BB02A5F3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31">
    <w:name w:val="F323BC57716940F1B7EA1F33B0F4D8643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31">
    <w:name w:val="25F0E25D365A466C92D06B63CCE261243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D2B102F4CD4381A6E9D5682D2C5ECE">
    <w:name w:val="52D2B102F4CD4381A6E9D5682D2C5ECE"/>
    <w:rsid w:val="00C821F2"/>
  </w:style>
  <w:style w:type="paragraph" w:customStyle="1" w:styleId="E31E887DEEC241AA81A868C2805592EC">
    <w:name w:val="E31E887DEEC241AA81A868C2805592EC"/>
    <w:rsid w:val="00C821F2"/>
  </w:style>
  <w:style w:type="paragraph" w:customStyle="1" w:styleId="4BFEC7A548114DC3BE20F7C4CCAED70D">
    <w:name w:val="4BFEC7A548114DC3BE20F7C4CCAED70D"/>
    <w:rsid w:val="00C821F2"/>
  </w:style>
  <w:style w:type="paragraph" w:customStyle="1" w:styleId="64324FE179944ACAAF3601432EEDE985">
    <w:name w:val="64324FE179944ACAAF3601432EEDE985"/>
    <w:rsid w:val="00C821F2"/>
  </w:style>
  <w:style w:type="paragraph" w:customStyle="1" w:styleId="68744C1A748C454298115A7AF84870E624">
    <w:name w:val="68744C1A748C454298115A7AF84870E62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D2B102F4CD4381A6E9D5682D2C5ECE1">
    <w:name w:val="52D2B102F4CD4381A6E9D5682D2C5ECE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31E887DEEC241AA81A868C2805592EC1">
    <w:name w:val="E31E887DEEC241AA81A868C2805592EC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BFEC7A548114DC3BE20F7C4CCAED70D1">
    <w:name w:val="4BFEC7A548114DC3BE20F7C4CCAED70D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4324FE179944ACAAF3601432EEDE9851">
    <w:name w:val="64324FE179944ACAAF3601432EEDE985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32">
    <w:name w:val="16DA898C6E7E4E819A12E47ECC4BC8243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32">
    <w:name w:val="A868580B2EBC4F2BAED3AB268776B1853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32">
    <w:name w:val="40D1E2EB0CF547FC901D11D27BB02A5F3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32">
    <w:name w:val="F323BC57716940F1B7EA1F33B0F4D8643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32">
    <w:name w:val="25F0E25D365A466C92D06B63CCE261243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94FAFEB150440319DE5A84EB41C18B7">
    <w:name w:val="D94FAFEB150440319DE5A84EB41C18B7"/>
    <w:rsid w:val="00C821F2"/>
  </w:style>
  <w:style w:type="paragraph" w:customStyle="1" w:styleId="68744C1A748C454298115A7AF84870E625">
    <w:name w:val="68744C1A748C454298115A7AF84870E62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D2B102F4CD4381A6E9D5682D2C5ECE2">
    <w:name w:val="52D2B102F4CD4381A6E9D5682D2C5ECE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31E887DEEC241AA81A868C2805592EC2">
    <w:name w:val="E31E887DEEC241AA81A868C2805592EC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BFEC7A548114DC3BE20F7C4CCAED70D2">
    <w:name w:val="4BFEC7A548114DC3BE20F7C4CCAED70D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94FAFEB150440319DE5A84EB41C18B71">
    <w:name w:val="D94FAFEB150440319DE5A84EB41C18B7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33">
    <w:name w:val="16DA898C6E7E4E819A12E47ECC4BC8243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33">
    <w:name w:val="A868580B2EBC4F2BAED3AB268776B1853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33">
    <w:name w:val="40D1E2EB0CF547FC901D11D27BB02A5F3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33">
    <w:name w:val="F323BC57716940F1B7EA1F33B0F4D8643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33">
    <w:name w:val="25F0E25D365A466C92D06B63CCE261243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6">
    <w:name w:val="68744C1A748C454298115A7AF84870E62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D2B102F4CD4381A6E9D5682D2C5ECE3">
    <w:name w:val="52D2B102F4CD4381A6E9D5682D2C5ECE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31E887DEEC241AA81A868C2805592EC3">
    <w:name w:val="E31E887DEEC241AA81A868C2805592EC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BFEC7A548114DC3BE20F7C4CCAED70D3">
    <w:name w:val="4BFEC7A548114DC3BE20F7C4CCAED70D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94FAFEB150440319DE5A84EB41C18B72">
    <w:name w:val="D94FAFEB150440319DE5A84EB41C18B7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34">
    <w:name w:val="16DA898C6E7E4E819A12E47ECC4BC8243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34">
    <w:name w:val="A868580B2EBC4F2BAED3AB268776B1853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34">
    <w:name w:val="40D1E2EB0CF547FC901D11D27BB02A5F3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34">
    <w:name w:val="F323BC57716940F1B7EA1F33B0F4D8643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34">
    <w:name w:val="25F0E25D365A466C92D06B63CCE261243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7">
    <w:name w:val="68744C1A748C454298115A7AF84870E627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1DC186A25E47B080988338A41AD5F3">
    <w:name w:val="C41DC186A25E47B080988338A41AD5F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C22576285984537A8F02F35C5E34C5D">
    <w:name w:val="8C22576285984537A8F02F35C5E34C5D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7988B3203446368959F1C8E3FCAE63">
    <w:name w:val="547988B3203446368959F1C8E3FCAE6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8638FA484BA4897B55E2A74AC0B3F94">
    <w:name w:val="F8638FA484BA4897B55E2A74AC0B3F94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C102020BCC74B52B99A181A8236B2BC">
    <w:name w:val="CC102020BCC74B52B99A181A8236B2BC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6D8872DBA2427A8531D3D37429FD65">
    <w:name w:val="C46D8872DBA2427A8531D3D37429FD65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E3A793BFEDD4B67A650974F9A0F8C56">
    <w:name w:val="FE3A793BFEDD4B67A650974F9A0F8C56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03D2D6BD5FE4FCEBC412F5C67B10BE4">
    <w:name w:val="B03D2D6BD5FE4FCEBC412F5C67B10BE4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52DE54FF48E411EB31581413129409E">
    <w:name w:val="652DE54FF48E411EB31581413129409E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8">
    <w:name w:val="68744C1A748C454298115A7AF84870E628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1DC186A25E47B080988338A41AD5F31">
    <w:name w:val="C41DC186A25E47B080988338A41AD5F3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C22576285984537A8F02F35C5E34C5D1">
    <w:name w:val="8C22576285984537A8F02F35C5E34C5D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7988B3203446368959F1C8E3FCAE631">
    <w:name w:val="547988B3203446368959F1C8E3FCAE63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8638FA484BA4897B55E2A74AC0B3F941">
    <w:name w:val="F8638FA484BA4897B55E2A74AC0B3F94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C102020BCC74B52B99A181A8236B2BC1">
    <w:name w:val="CC102020BCC74B52B99A181A8236B2BC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6D8872DBA2427A8531D3D37429FD651">
    <w:name w:val="C46D8872DBA2427A8531D3D37429FD65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E3A793BFEDD4B67A650974F9A0F8C561">
    <w:name w:val="FE3A793BFEDD4B67A650974F9A0F8C56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03D2D6BD5FE4FCEBC412F5C67B10BE41">
    <w:name w:val="B03D2D6BD5FE4FCEBC412F5C67B10BE4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52DE54FF48E411EB31581413129409E1">
    <w:name w:val="652DE54FF48E411EB31581413129409E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9">
    <w:name w:val="68744C1A748C454298115A7AF84870E629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1DC186A25E47B080988338A41AD5F32">
    <w:name w:val="C41DC186A25E47B080988338A41AD5F3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C22576285984537A8F02F35C5E34C5D2">
    <w:name w:val="8C22576285984537A8F02F35C5E34C5D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7988B3203446368959F1C8E3FCAE632">
    <w:name w:val="547988B3203446368959F1C8E3FCAE63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8638FA484BA4897B55E2A74AC0B3F942">
    <w:name w:val="F8638FA484BA4897B55E2A74AC0B3F94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C102020BCC74B52B99A181A8236B2BC2">
    <w:name w:val="CC102020BCC74B52B99A181A8236B2BC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6D8872DBA2427A8531D3D37429FD652">
    <w:name w:val="C46D8872DBA2427A8531D3D37429FD65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E3A793BFEDD4B67A650974F9A0F8C562">
    <w:name w:val="FE3A793BFEDD4B67A650974F9A0F8C56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03D2D6BD5FE4FCEBC412F5C67B10BE42">
    <w:name w:val="B03D2D6BD5FE4FCEBC412F5C67B10BE4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52DE54FF48E411EB31581413129409E2">
    <w:name w:val="652DE54FF48E411EB31581413129409E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0">
    <w:name w:val="68744C1A748C454298115A7AF84870E630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1DC186A25E47B080988338A41AD5F33">
    <w:name w:val="C41DC186A25E47B080988338A41AD5F3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C22576285984537A8F02F35C5E34C5D3">
    <w:name w:val="8C22576285984537A8F02F35C5E34C5D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7988B3203446368959F1C8E3FCAE633">
    <w:name w:val="547988B3203446368959F1C8E3FCAE63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8638FA484BA4897B55E2A74AC0B3F943">
    <w:name w:val="F8638FA484BA4897B55E2A74AC0B3F94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C102020BCC74B52B99A181A8236B2BC3">
    <w:name w:val="CC102020BCC74B52B99A181A8236B2BC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6D8872DBA2427A8531D3D37429FD653">
    <w:name w:val="C46D8872DBA2427A8531D3D37429FD65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E3A793BFEDD4B67A650974F9A0F8C563">
    <w:name w:val="FE3A793BFEDD4B67A650974F9A0F8C56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03D2D6BD5FE4FCEBC412F5C67B10BE43">
    <w:name w:val="B03D2D6BD5FE4FCEBC412F5C67B10BE4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52DE54FF48E411EB31581413129409E3">
    <w:name w:val="652DE54FF48E411EB31581413129409E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1">
    <w:name w:val="68744C1A748C454298115A7AF84870E631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C2A074013A44A11AEDACE8D42B0D347">
    <w:name w:val="FC2A074013A44A11AEDACE8D42B0D347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D2079773DCB43DBB34CD91ED523B11E">
    <w:name w:val="9D2079773DCB43DBB34CD91ED523B11E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E23F1A9A93F4A439F819067D949B71B">
    <w:name w:val="BE23F1A9A93F4A439F819067D949B71B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74418FE1A7B40A6AF65860FDD0C095B">
    <w:name w:val="E74418FE1A7B40A6AF65860FDD0C095B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10184ED139042C49348B5DE67B4D333">
    <w:name w:val="210184ED139042C49348B5DE67B4D333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249ED5AD826455AA876A16D631A7FBA">
    <w:name w:val="A249ED5AD826455AA876A16D631A7FBA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7EFF9B4C8CA419D931DD00CEA997FA0">
    <w:name w:val="97EFF9B4C8CA419D931DD00CEA997FA0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DA8AE8DD27841C79CB68C10046B8B03">
    <w:name w:val="0DA8AE8DD27841C79CB68C10046B8B03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5A3B634771547DCA3CBD16645FD4D5E">
    <w:name w:val="F5A3B634771547DCA3CBD16645FD4D5E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FE090E6E3ED42AE9E32D4E69F383FB8">
    <w:name w:val="6FE090E6E3ED42AE9E32D4E69F383FB8"/>
    <w:rsid w:val="00042955"/>
  </w:style>
  <w:style w:type="paragraph" w:customStyle="1" w:styleId="C3BCEEC4B41646D1921652DE698B642A">
    <w:name w:val="C3BCEEC4B41646D1921652DE698B642A"/>
    <w:rsid w:val="00042955"/>
  </w:style>
  <w:style w:type="paragraph" w:customStyle="1" w:styleId="F15FD3044F8A4CF88305BF2D3E162B75">
    <w:name w:val="F15FD3044F8A4CF88305BF2D3E162B75"/>
    <w:rsid w:val="00042955"/>
  </w:style>
  <w:style w:type="paragraph" w:customStyle="1" w:styleId="2FE5816670234C1AA0448E644BE6DE46">
    <w:name w:val="2FE5816670234C1AA0448E644BE6DE46"/>
    <w:rsid w:val="00042955"/>
  </w:style>
  <w:style w:type="paragraph" w:customStyle="1" w:styleId="172688C8E0E04A3CB4C14AB327AA3219">
    <w:name w:val="172688C8E0E04A3CB4C14AB327AA3219"/>
    <w:rsid w:val="00042955"/>
  </w:style>
  <w:style w:type="paragraph" w:customStyle="1" w:styleId="B69720128EC44712837B4C2518C75C90">
    <w:name w:val="B69720128EC44712837B4C2518C75C90"/>
    <w:rsid w:val="00042955"/>
  </w:style>
  <w:style w:type="paragraph" w:customStyle="1" w:styleId="886B322DD88F4FF58AB9027F599209F1">
    <w:name w:val="886B322DD88F4FF58AB9027F599209F1"/>
    <w:rsid w:val="00042955"/>
  </w:style>
  <w:style w:type="paragraph" w:customStyle="1" w:styleId="D5852214AE3F455B9B5F737601596610">
    <w:name w:val="D5852214AE3F455B9B5F737601596610"/>
    <w:rsid w:val="00042955"/>
  </w:style>
  <w:style w:type="paragraph" w:customStyle="1" w:styleId="150EB8A383E240BB956054D61866A060">
    <w:name w:val="150EB8A383E240BB956054D61866A060"/>
    <w:rsid w:val="00042955"/>
  </w:style>
  <w:style w:type="paragraph" w:customStyle="1" w:styleId="3B05D8748E7B46C2B5A7CCE05B754427">
    <w:name w:val="3B05D8748E7B46C2B5A7CCE05B754427"/>
    <w:rsid w:val="00042955"/>
  </w:style>
  <w:style w:type="paragraph" w:customStyle="1" w:styleId="6AD625C358AF4D41828E47F6CB5AF25F">
    <w:name w:val="6AD625C358AF4D41828E47F6CB5AF25F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7420F035F6D4BE1870F9DF1692DD31C">
    <w:name w:val="D7420F035F6D4BE1870F9DF1692DD31C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33E924AC3845ADB40D3C50DBDAFCA6">
    <w:name w:val="A733E924AC3845ADB40D3C50DBDAFCA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9720128EC44712837B4C2518C75C901">
    <w:name w:val="B69720128EC44712837B4C2518C75C90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6B322DD88F4FF58AB9027F599209F11">
    <w:name w:val="886B322DD88F4FF58AB9027F599209F1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852214AE3F455B9B5F7376015966101">
    <w:name w:val="D5852214AE3F455B9B5F737601596610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0EB8A383E240BB956054D61866A0601">
    <w:name w:val="150EB8A383E240BB956054D61866A060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05D8748E7B46C2B5A7CCE05B7544271">
    <w:name w:val="3B05D8748E7B46C2B5A7CCE05B754427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2">
    <w:name w:val="68744C1A748C454298115A7AF84870E63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AD625C358AF4D41828E47F6CB5AF25F1">
    <w:name w:val="6AD625C358AF4D41828E47F6CB5AF25F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7420F035F6D4BE1870F9DF1692DD31C1">
    <w:name w:val="D7420F035F6D4BE1870F9DF1692DD31C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33E924AC3845ADB40D3C50DBDAFCA61">
    <w:name w:val="A733E924AC3845ADB40D3C50DBDAFCA6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9720128EC44712837B4C2518C75C902">
    <w:name w:val="B69720128EC44712837B4C2518C75C90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6B322DD88F4FF58AB9027F599209F12">
    <w:name w:val="886B322DD88F4FF58AB9027F599209F1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852214AE3F455B9B5F7376015966102">
    <w:name w:val="D5852214AE3F455B9B5F737601596610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0EB8A383E240BB956054D61866A0602">
    <w:name w:val="150EB8A383E240BB956054D61866A060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05D8748E7B46C2B5A7CCE05B7544272">
    <w:name w:val="3B05D8748E7B46C2B5A7CCE05B754427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3">
    <w:name w:val="68744C1A748C454298115A7AF84870E63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AD625C358AF4D41828E47F6CB5AF25F2">
    <w:name w:val="6AD625C358AF4D41828E47F6CB5AF25F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7420F035F6D4BE1870F9DF1692DD31C2">
    <w:name w:val="D7420F035F6D4BE1870F9DF1692DD31C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33E924AC3845ADB40D3C50DBDAFCA62">
    <w:name w:val="A733E924AC3845ADB40D3C50DBDAFCA6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9720128EC44712837B4C2518C75C903">
    <w:name w:val="B69720128EC44712837B4C2518C75C90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6B322DD88F4FF58AB9027F599209F13">
    <w:name w:val="886B322DD88F4FF58AB9027F599209F1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852214AE3F455B9B5F7376015966103">
    <w:name w:val="D5852214AE3F455B9B5F737601596610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0EB8A383E240BB956054D61866A0603">
    <w:name w:val="150EB8A383E240BB956054D61866A060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05D8748E7B46C2B5A7CCE05B7544273">
    <w:name w:val="3B05D8748E7B46C2B5A7CCE05B754427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4">
    <w:name w:val="68744C1A748C454298115A7AF84870E63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AD625C358AF4D41828E47F6CB5AF25F3">
    <w:name w:val="6AD625C358AF4D41828E47F6CB5AF25F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7420F035F6D4BE1870F9DF1692DD31C3">
    <w:name w:val="D7420F035F6D4BE1870F9DF1692DD31C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33E924AC3845ADB40D3C50DBDAFCA63">
    <w:name w:val="A733E924AC3845ADB40D3C50DBDAFCA6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9720128EC44712837B4C2518C75C904">
    <w:name w:val="B69720128EC44712837B4C2518C75C90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6B322DD88F4FF58AB9027F599209F14">
    <w:name w:val="886B322DD88F4FF58AB9027F599209F1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852214AE3F455B9B5F7376015966104">
    <w:name w:val="D5852214AE3F455B9B5F737601596610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0EB8A383E240BB956054D61866A0604">
    <w:name w:val="150EB8A383E240BB956054D61866A060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05D8748E7B46C2B5A7CCE05B7544274">
    <w:name w:val="3B05D8748E7B46C2B5A7CCE05B754427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5">
    <w:name w:val="68744C1A748C454298115A7AF84870E63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AD625C358AF4D41828E47F6CB5AF25F4">
    <w:name w:val="6AD625C358AF4D41828E47F6CB5AF25F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7420F035F6D4BE1870F9DF1692DD31C4">
    <w:name w:val="D7420F035F6D4BE1870F9DF1692DD31C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33E924AC3845ADB40D3C50DBDAFCA64">
    <w:name w:val="A733E924AC3845ADB40D3C50DBDAFCA6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9720128EC44712837B4C2518C75C905">
    <w:name w:val="B69720128EC44712837B4C2518C75C90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6B322DD88F4FF58AB9027F599209F15">
    <w:name w:val="886B322DD88F4FF58AB9027F599209F1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852214AE3F455B9B5F7376015966105">
    <w:name w:val="D5852214AE3F455B9B5F737601596610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0EB8A383E240BB956054D61866A0605">
    <w:name w:val="150EB8A383E240BB956054D61866A060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05D8748E7B46C2B5A7CCE05B7544275">
    <w:name w:val="3B05D8748E7B46C2B5A7CCE05B754427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6">
    <w:name w:val="68744C1A748C454298115A7AF84870E63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AD625C358AF4D41828E47F6CB5AF25F5">
    <w:name w:val="6AD625C358AF4D41828E47F6CB5AF25F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7420F035F6D4BE1870F9DF1692DD31C5">
    <w:name w:val="D7420F035F6D4BE1870F9DF1692DD31C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33E924AC3845ADB40D3C50DBDAFCA65">
    <w:name w:val="A733E924AC3845ADB40D3C50DBDAFCA6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9720128EC44712837B4C2518C75C906">
    <w:name w:val="B69720128EC44712837B4C2518C75C90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6B322DD88F4FF58AB9027F599209F16">
    <w:name w:val="886B322DD88F4FF58AB9027F599209F1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852214AE3F455B9B5F7376015966106">
    <w:name w:val="D5852214AE3F455B9B5F737601596610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0EB8A383E240BB956054D61866A0606">
    <w:name w:val="150EB8A383E240BB956054D61866A060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05D8748E7B46C2B5A7CCE05B7544276">
    <w:name w:val="3B05D8748E7B46C2B5A7CCE05B754427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7">
    <w:name w:val="68744C1A748C454298115A7AF84870E637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4ED5B73FADC41E28AD816739391F374">
    <w:name w:val="24ED5B73FADC41E28AD816739391F374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0309D46040444FFBAB512EAC8F14438">
    <w:name w:val="70309D46040444FFBAB512EAC8F14438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37DE822143A4AC0BF7024CE66549F94">
    <w:name w:val="537DE822143A4AC0BF7024CE66549F94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C08720CED4C4A9BBBA3269A1340F35B">
    <w:name w:val="6C08720CED4C4A9BBBA3269A1340F35B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21B61E3679B41DE8B1C97549E4134C0">
    <w:name w:val="B21B61E3679B41DE8B1C97549E4134C0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9BF2BDB6AF4CC58CAF0722FB3391B3">
    <w:name w:val="549BF2BDB6AF4CC58CAF0722FB3391B3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2B109B7187B42B4BBD7AD957A2A0038">
    <w:name w:val="02B109B7187B42B4BBD7AD957A2A0038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9965A5BDD1245F1B7A9564D1E1AB9EA">
    <w:name w:val="39965A5BDD1245F1B7A9564D1E1AB9EA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8">
    <w:name w:val="68744C1A748C454298115A7AF84870E638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4ED5B73FADC41E28AD816739391F3741">
    <w:name w:val="24ED5B73FADC41E28AD816739391F374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0309D46040444FFBAB512EAC8F144381">
    <w:name w:val="70309D46040444FFBAB512EAC8F14438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37DE822143A4AC0BF7024CE66549F941">
    <w:name w:val="537DE822143A4AC0BF7024CE66549F94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C08720CED4C4A9BBBA3269A1340F35B1">
    <w:name w:val="6C08720CED4C4A9BBBA3269A1340F35B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21B61E3679B41DE8B1C97549E4134C01">
    <w:name w:val="B21B61E3679B41DE8B1C97549E4134C0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9BF2BDB6AF4CC58CAF0722FB3391B31">
    <w:name w:val="549BF2BDB6AF4CC58CAF0722FB3391B3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2B109B7187B42B4BBD7AD957A2A00381">
    <w:name w:val="02B109B7187B42B4BBD7AD957A2A0038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9965A5BDD1245F1B7A9564D1E1AB9EA1">
    <w:name w:val="39965A5BDD1245F1B7A9564D1E1AB9EA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9">
    <w:name w:val="68744C1A748C454298115A7AF84870E639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4ED5B73FADC41E28AD816739391F3742">
    <w:name w:val="24ED5B73FADC41E28AD816739391F374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0309D46040444FFBAB512EAC8F144382">
    <w:name w:val="70309D46040444FFBAB512EAC8F14438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37DE822143A4AC0BF7024CE66549F942">
    <w:name w:val="537DE822143A4AC0BF7024CE66549F94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C08720CED4C4A9BBBA3269A1340F35B2">
    <w:name w:val="6C08720CED4C4A9BBBA3269A1340F35B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21B61E3679B41DE8B1C97549E4134C02">
    <w:name w:val="B21B61E3679B41DE8B1C97549E4134C0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9BF2BDB6AF4CC58CAF0722FB3391B32">
    <w:name w:val="549BF2BDB6AF4CC58CAF0722FB3391B3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2B109B7187B42B4BBD7AD957A2A00382">
    <w:name w:val="02B109B7187B42B4BBD7AD957A2A0038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9965A5BDD1245F1B7A9564D1E1AB9EA2">
    <w:name w:val="39965A5BDD1245F1B7A9564D1E1AB9EA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40">
    <w:name w:val="68744C1A748C454298115A7AF84870E640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2FFD48BCF644064896638C78B9F99F8">
    <w:name w:val="32FFD48BCF644064896638C78B9F99F8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0EB0A74B59F4F27A73D5E823058D83C">
    <w:name w:val="60EB0A74B59F4F27A73D5E823058D83C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C99EF3144854220B5D9E31BDC96BABB">
    <w:name w:val="4C99EF3144854220B5D9E31BDC96BABB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5AC995678884C90ACDA553B263EF1CB">
    <w:name w:val="B5AC995678884C90ACDA553B263EF1CB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643D63D317E43A99A40D4A9C1E48A42">
    <w:name w:val="A643D63D317E43A99A40D4A9C1E48A42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1D4C24260ED4C1AB61815382E4AC53E">
    <w:name w:val="B1D4C24260ED4C1AB61815382E4AC53E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B0945B3E7564498B7D8D68BA50668EE">
    <w:name w:val="1B0945B3E7564498B7D8D68BA50668EE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6D07B0EC21542969AA060308B03398A">
    <w:name w:val="26D07B0EC21542969AA060308B03398A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41">
    <w:name w:val="68744C1A748C454298115A7AF84870E641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7B688003FC64456BD8FF43C5D705EE0">
    <w:name w:val="67B688003FC64456BD8FF43C5D705EE0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941790AF2C347EA95638917F4609FC7">
    <w:name w:val="2941790AF2C347EA95638917F4609FC7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485814C9B1E4CC28B68435F8CDBAA95">
    <w:name w:val="A485814C9B1E4CC28B68435F8CDBAA95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BFFC874D1A84D2B8FEDFE1B989025E5">
    <w:name w:val="FBFFC874D1A84D2B8FEDFE1B989025E5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667D2B3C91441E293CFD35D42D5756D">
    <w:name w:val="E667D2B3C91441E293CFD35D42D5756D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580400869DE4C6990F78325FA88FE4A">
    <w:name w:val="B580400869DE4C6990F78325FA88FE4A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94B7888931C4DFCA34DDA7E778AA959">
    <w:name w:val="794B7888931C4DFCA34DDA7E778AA959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5CFA3CEE88D49278E2F098E19919C30">
    <w:name w:val="E5CFA3CEE88D49278E2F098E19919C30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42">
    <w:name w:val="68744C1A748C454298115A7AF84870E64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57161A31CCC445CBEC7EAAF97DE483A">
    <w:name w:val="B57161A31CCC445CBEC7EAAF97DE483A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D19E14544E347C286706FC03101BCDB">
    <w:name w:val="4D19E14544E347C286706FC03101BCDB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42863B4AB24D28B1F7E593B422E7E9">
    <w:name w:val="B642863B4AB24D28B1F7E593B422E7E9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2E3AFABE36D43B49772E6E9D7305485">
    <w:name w:val="72E3AFABE36D43B49772E6E9D7305485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F893FE2DDD44A1ABF03102176D5B50C">
    <w:name w:val="2F893FE2DDD44A1ABF03102176D5B50C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3BDD9E95D9B4DB58339F8CBFF96BFDF">
    <w:name w:val="E3BDD9E95D9B4DB58339F8CBFF96BFDF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3E6C9ED037B48738B7355BFDCD6EDE2">
    <w:name w:val="03E6C9ED037B48738B7355BFDCD6EDE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22B3A7E6049EEAE842985A6E7748B">
    <w:name w:val="C9822B3A7E6049EEAE842985A6E7748B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43">
    <w:name w:val="68744C1A748C454298115A7AF84870E643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57161A31CCC445CBEC7EAAF97DE483A1">
    <w:name w:val="B57161A31CCC445CBEC7EAAF97DE483A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D19E14544E347C286706FC03101BCDB1">
    <w:name w:val="4D19E14544E347C286706FC03101BCDB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42863B4AB24D28B1F7E593B422E7E91">
    <w:name w:val="B642863B4AB24D28B1F7E593B422E7E9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2E3AFABE36D43B49772E6E9D73054851">
    <w:name w:val="72E3AFABE36D43B49772E6E9D7305485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F893FE2DDD44A1ABF03102176D5B50C1">
    <w:name w:val="2F893FE2DDD44A1ABF03102176D5B50C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3BDD9E95D9B4DB58339F8CBFF96BFDF1">
    <w:name w:val="E3BDD9E95D9B4DB58339F8CBFF96BFDF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3E6C9ED037B48738B7355BFDCD6EDE21">
    <w:name w:val="03E6C9ED037B48738B7355BFDCD6EDE2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22B3A7E6049EEAE842985A6E7748B1">
    <w:name w:val="C9822B3A7E6049EEAE842985A6E7748B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44">
    <w:name w:val="68744C1A748C454298115A7AF84870E644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57161A31CCC445CBEC7EAAF97DE483A2">
    <w:name w:val="B57161A31CCC445CBEC7EAAF97DE483A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D19E14544E347C286706FC03101BCDB2">
    <w:name w:val="4D19E14544E347C286706FC03101BCDB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42863B4AB24D28B1F7E593B422E7E92">
    <w:name w:val="B642863B4AB24D28B1F7E593B422E7E9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2E3AFABE36D43B49772E6E9D73054852">
    <w:name w:val="72E3AFABE36D43B49772E6E9D7305485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F893FE2DDD44A1ABF03102176D5B50C2">
    <w:name w:val="2F893FE2DDD44A1ABF03102176D5B50C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3BDD9E95D9B4DB58339F8CBFF96BFDF2">
    <w:name w:val="E3BDD9E95D9B4DB58339F8CBFF96BFDF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3E6C9ED037B48738B7355BFDCD6EDE22">
    <w:name w:val="03E6C9ED037B48738B7355BFDCD6EDE2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22B3A7E6049EEAE842985A6E7748B2">
    <w:name w:val="C9822B3A7E6049EEAE842985A6E7748B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45">
    <w:name w:val="68744C1A748C454298115A7AF84870E645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52EDEEBEF984D1886C8D46F17B74CEE">
    <w:name w:val="952EDEEBEF984D1886C8D46F17B74CEE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EE0818AA2004C25841C0FB5152EF515">
    <w:name w:val="9EE0818AA2004C25841C0FB5152EF515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41C18247E3841DA8D024CCEBFDA78E4">
    <w:name w:val="B41C18247E3841DA8D024CCEBFDA78E4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C1FC3E38E7E4A55B6395A772F4EC268">
    <w:name w:val="5C1FC3E38E7E4A55B6395A772F4EC268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26CE6C95D7448568898B589FBA2ABD5">
    <w:name w:val="D26CE6C95D7448568898B589FBA2ABD5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763E1F513E497CB81763695922A292">
    <w:name w:val="C4763E1F513E497CB81763695922A292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DDA55B35844166B9F24CC777C4600A">
    <w:name w:val="25DDA55B35844166B9F24CC777C4600A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E0EF5D6D1114022B307C2C1C4107684">
    <w:name w:val="5E0EF5D6D1114022B307C2C1C4107684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C4C61418A4347F9BA827076FCCCBA1A">
    <w:name w:val="3C4C61418A4347F9BA827076FCCCBA1A"/>
    <w:rsid w:val="00A97B64"/>
  </w:style>
  <w:style w:type="paragraph" w:customStyle="1" w:styleId="1CCF1A21866E485E9AAC504AF55D71E1">
    <w:name w:val="1CCF1A21866E485E9AAC504AF55D71E1"/>
    <w:rsid w:val="00A97B64"/>
  </w:style>
  <w:style w:type="paragraph" w:customStyle="1" w:styleId="9DDB2DAEA1784517B63E9867CC2B0370">
    <w:name w:val="9DDB2DAEA1784517B63E9867CC2B0370"/>
    <w:rsid w:val="00A97B64"/>
  </w:style>
  <w:style w:type="paragraph" w:customStyle="1" w:styleId="68744C1A748C454298115A7AF84870E646">
    <w:name w:val="68744C1A748C454298115A7AF84870E646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C4C61418A4347F9BA827076FCCCBA1A1">
    <w:name w:val="3C4C61418A4347F9BA827076FCCCBA1A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CCF1A21866E485E9AAC504AF55D71E11">
    <w:name w:val="1CCF1A21866E485E9AAC504AF55D71E1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DDB2DAEA1784517B63E9867CC2B03701">
    <w:name w:val="9DDB2DAEA1784517B63E9867CC2B0370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C1FC3E38E7E4A55B6395A772F4EC2681">
    <w:name w:val="5C1FC3E38E7E4A55B6395A772F4EC268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26CE6C95D7448568898B589FBA2ABD51">
    <w:name w:val="D26CE6C95D7448568898B589FBA2ABD5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763E1F513E497CB81763695922A2921">
    <w:name w:val="C4763E1F513E497CB81763695922A292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DDA55B35844166B9F24CC777C4600A1">
    <w:name w:val="25DDA55B35844166B9F24CC777C4600A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E0EF5D6D1114022B307C2C1C41076841">
    <w:name w:val="5E0EF5D6D1114022B307C2C1C4107684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28940CEE8154112866CD6CDA6C718AC">
    <w:name w:val="828940CEE8154112866CD6CDA6C718AC"/>
    <w:rsid w:val="00A97B64"/>
  </w:style>
  <w:style w:type="paragraph" w:customStyle="1" w:styleId="11FAE1FBCBA747BFB1E4B546CAE16FB1">
    <w:name w:val="11FAE1FBCBA747BFB1E4B546CAE16FB1"/>
    <w:rsid w:val="00A97B64"/>
  </w:style>
  <w:style w:type="paragraph" w:customStyle="1" w:styleId="68744C1A748C454298115A7AF84870E647">
    <w:name w:val="68744C1A748C454298115A7AF84870E647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5B4A142C98E460C82DD4465F54A14E8">
    <w:name w:val="75B4A142C98E460C82DD4465F54A14E8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52914DC27364FC0B17A66CC10BC61E0">
    <w:name w:val="652914DC27364FC0B17A66CC10BC61E0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0B9D8E00D324962BA74F3EE5A017296">
    <w:name w:val="00B9D8E00D324962BA74F3EE5A017296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3F09CEEF5DE43158C12D1F693E86DA9">
    <w:name w:val="73F09CEEF5DE43158C12D1F693E86DA9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BF40D313D4F485F94E71E9141E628C0">
    <w:name w:val="5BF40D313D4F485F94E71E9141E628C0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E5A66BEEF934DE4801884BBE3E9B9E8">
    <w:name w:val="3E5A66BEEF934DE4801884BBE3E9B9E8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14FDD500F9D4C628B0906F0D8752B7D">
    <w:name w:val="D14FDD500F9D4C628B0906F0D8752B7D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B261264D2744DEEA47771DF14391DB2">
    <w:name w:val="5B261264D2744DEEA47771DF14391DB2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5CFDAB8FB446CB97847C6FBE4328C7">
    <w:name w:val="D55CFDAB8FB446CB97847C6FBE4328C7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60C574A82D49E6B88DA8B8315E792A">
    <w:name w:val="2960C574A82D49E6B88DA8B8315E792A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6395473B584C07BA41497C488C6CB8">
    <w:name w:val="3A6395473B584C07BA41497C488C6CB8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496300A11F4E04AF5B5862CA0575EB">
    <w:name w:val="65496300A11F4E04AF5B5862CA0575EB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DFA6C6252D403D85A0070FFFBB0F40">
    <w:name w:val="F7DFA6C6252D403D85A0070FFFBB0F40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CABB17F8BA46B7B593FD74712845B1">
    <w:name w:val="8BCABB17F8BA46B7B593FD74712845B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E1D77CD4924509A4217B23919972FE">
    <w:name w:val="D7E1D77CD4924509A4217B23919972FE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162A679015433593C6E4CEAF64A35B">
    <w:name w:val="B1162A679015433593C6E4CEAF64A35B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5CFDAB8FB446CB97847C6FBE4328C71">
    <w:name w:val="D55CFDAB8FB446CB97847C6FBE4328C7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60C574A82D49E6B88DA8B8315E792A1">
    <w:name w:val="2960C574A82D49E6B88DA8B8315E792A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6395473B584C07BA41497C488C6CB81">
    <w:name w:val="3A6395473B584C07BA41497C488C6CB8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496300A11F4E04AF5B5862CA0575EB1">
    <w:name w:val="65496300A11F4E04AF5B5862CA0575EB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DFA6C6252D403D85A0070FFFBB0F401">
    <w:name w:val="F7DFA6C6252D403D85A0070FFFBB0F40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CABB17F8BA46B7B593FD74712845B11">
    <w:name w:val="8BCABB17F8BA46B7B593FD74712845B1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E1D77CD4924509A4217B23919972FE1">
    <w:name w:val="D7E1D77CD4924509A4217B23919972FE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162A679015433593C6E4CEAF64A35B1">
    <w:name w:val="B1162A679015433593C6E4CEAF64A35B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5558D615D446C18F2F4C4A215228DE">
    <w:name w:val="AD5558D615D446C18F2F4C4A215228DE"/>
    <w:rsid w:val="007F3457"/>
  </w:style>
  <w:style w:type="paragraph" w:customStyle="1" w:styleId="AD5558D615D446C18F2F4C4A215228DE1">
    <w:name w:val="AD5558D615D446C18F2F4C4A215228DE1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9DD2BBF19740B4B161CB857F67D6CA">
    <w:name w:val="D09DD2BBF19740B4B161CB857F67D6CA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5674C9408F43349EB304E084D1911A">
    <w:name w:val="1E5674C9408F43349EB304E084D1911A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3C6E4E57CF4CA480E318B9042203A0">
    <w:name w:val="443C6E4E57CF4CA480E318B9042203A0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1BE12B110A4408B30115CD108B0EE0">
    <w:name w:val="4C1BE12B110A4408B30115CD108B0EE0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7853D181C4421C9954293394F7205E">
    <w:name w:val="F77853D181C4421C9954293394F7205E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D1024D3ABC45909D837F43355240B9">
    <w:name w:val="7ED1024D3ABC45909D837F43355240B9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52D83CD557484F8FDB1707922C8383">
    <w:name w:val="9752D83CD557484F8FDB1707922C8383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408BDB366A4952A097C15944C9CE53">
    <w:name w:val="90408BDB366A4952A097C15944C9CE53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188B9255484A0AB19A9C595FE8A588">
    <w:name w:val="01188B9255484A0AB19A9C595FE8A588"/>
    <w:rsid w:val="00A9288C"/>
  </w:style>
  <w:style w:type="paragraph" w:customStyle="1" w:styleId="1573EA2B16D74E27A10E964A2172E0EB">
    <w:name w:val="1573EA2B16D74E27A10E964A2172E0EB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07768CFEA85452CAE0C8C425B897B96">
    <w:name w:val="207768CFEA85452CAE0C8C425B897B96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4D831885B74CAA8F642B9112C0333D">
    <w:name w:val="FF4D831885B74CAA8F642B9112C0333D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E4299D4FC443F6A19AB93AA6139F75">
    <w:name w:val="C1E4299D4FC443F6A19AB93AA6139F75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A574CE8561E44F0B3EB61C57B0DD5B7">
    <w:name w:val="0A574CE8561E44F0B3EB61C57B0DD5B7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19A815FF214508994C10262175A6BC">
    <w:name w:val="B019A815FF214508994C10262175A6BC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537D0B7BAA4C158269E50F95B65E2A">
    <w:name w:val="F8537D0B7BAA4C158269E50F95B65E2A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3121CF36AD457298A0791536A79A76">
    <w:name w:val="703121CF36AD457298A0791536A79A76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91836018BB4783900DC4852D5BC93A">
    <w:name w:val="4791836018BB4783900DC4852D5BC93A"/>
    <w:rsid w:val="002B6B39"/>
  </w:style>
  <w:style w:type="paragraph" w:customStyle="1" w:styleId="4791836018BB4783900DC4852D5BC93A1">
    <w:name w:val="4791836018BB4783900DC4852D5BC93A1"/>
    <w:rsid w:val="007917BE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91836018BB4783900DC4852D5BC93A2">
    <w:name w:val="4791836018BB4783900DC4852D5BC93A2"/>
    <w:rsid w:val="0007085E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772B5A9D754200B6E6EFD81065ED02">
    <w:name w:val="7F772B5A9D754200B6E6EFD81065ED02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">
    <w:name w:val="949BA3D91A4E4BD2A8CFC59FD4FA2F94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">
    <w:name w:val="5F6A06753D0B46148AB08D63C6B0251C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">
    <w:name w:val="17723E48E687467ABB398C89C65FF51C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">
    <w:name w:val="2EA1266FD7724ACA9E70B3B6A047D9E6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07085E"/>
    <w:rPr>
      <w:color w:val="808080"/>
    </w:rPr>
  </w:style>
  <w:style w:type="paragraph" w:customStyle="1" w:styleId="7F772B5A9D754200B6E6EFD81065ED021">
    <w:name w:val="7F772B5A9D754200B6E6EFD81065ED021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1">
    <w:name w:val="949BA3D91A4E4BD2A8CFC59FD4FA2F941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1">
    <w:name w:val="5F6A06753D0B46148AB08D63C6B0251C1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1">
    <w:name w:val="17723E48E687467ABB398C89C65FF51C1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1">
    <w:name w:val="2EA1266FD7724ACA9E70B3B6A047D9E61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2">
    <w:name w:val="7F772B5A9D754200B6E6EFD81065ED022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2">
    <w:name w:val="949BA3D91A4E4BD2A8CFC59FD4FA2F942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2">
    <w:name w:val="5F6A06753D0B46148AB08D63C6B0251C2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2">
    <w:name w:val="17723E48E687467ABB398C89C65FF51C2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2">
    <w:name w:val="2EA1266FD7724ACA9E70B3B6A047D9E62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3">
    <w:name w:val="7F772B5A9D754200B6E6EFD81065ED023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3">
    <w:name w:val="949BA3D91A4E4BD2A8CFC59FD4FA2F943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3">
    <w:name w:val="5F6A06753D0B46148AB08D63C6B0251C3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3">
    <w:name w:val="17723E48E687467ABB398C89C65FF51C3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3">
    <w:name w:val="2EA1266FD7724ACA9E70B3B6A047D9E63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4">
    <w:name w:val="7F772B5A9D754200B6E6EFD81065ED024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4">
    <w:name w:val="949BA3D91A4E4BD2A8CFC59FD4FA2F944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4">
    <w:name w:val="5F6A06753D0B46148AB08D63C6B0251C4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4">
    <w:name w:val="17723E48E687467ABB398C89C65FF51C4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4">
    <w:name w:val="2EA1266FD7724ACA9E70B3B6A047D9E64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5">
    <w:name w:val="7F772B5A9D754200B6E6EFD81065ED025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5">
    <w:name w:val="949BA3D91A4E4BD2A8CFC59FD4FA2F945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5">
    <w:name w:val="5F6A06753D0B46148AB08D63C6B0251C5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5">
    <w:name w:val="17723E48E687467ABB398C89C65FF51C5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5">
    <w:name w:val="2EA1266FD7724ACA9E70B3B6A047D9E65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6">
    <w:name w:val="7F772B5A9D754200B6E6EFD81065ED026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6">
    <w:name w:val="949BA3D91A4E4BD2A8CFC59FD4FA2F946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6">
    <w:name w:val="5F6A06753D0B46148AB08D63C6B0251C6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6">
    <w:name w:val="17723E48E687467ABB398C89C65FF51C6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6">
    <w:name w:val="2EA1266FD7724ACA9E70B3B6A047D9E66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7">
    <w:name w:val="7F772B5A9D754200B6E6EFD81065ED027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7">
    <w:name w:val="949BA3D91A4E4BD2A8CFC59FD4FA2F947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7">
    <w:name w:val="5F6A06753D0B46148AB08D63C6B0251C7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7">
    <w:name w:val="17723E48E687467ABB398C89C65FF51C7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7">
    <w:name w:val="2EA1266FD7724ACA9E70B3B6A047D9E67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8">
    <w:name w:val="7F772B5A9D754200B6E6EFD81065ED028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8">
    <w:name w:val="949BA3D91A4E4BD2A8CFC59FD4FA2F948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8">
    <w:name w:val="5F6A06753D0B46148AB08D63C6B0251C8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8">
    <w:name w:val="17723E48E687467ABB398C89C65FF51C8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8">
    <w:name w:val="2EA1266FD7724ACA9E70B3B6A047D9E68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9">
    <w:name w:val="7F772B5A9D754200B6E6EFD81065ED029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9">
    <w:name w:val="949BA3D91A4E4BD2A8CFC59FD4FA2F949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9">
    <w:name w:val="5F6A06753D0B46148AB08D63C6B0251C9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9">
    <w:name w:val="17723E48E687467ABB398C89C65FF51C9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9">
    <w:name w:val="2EA1266FD7724ACA9E70B3B6A047D9E69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772B5A9D754200B6E6EFD81065ED0210">
    <w:name w:val="7F772B5A9D754200B6E6EFD81065ED0210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49BA3D91A4E4BD2A8CFC59FD4FA2F9410">
    <w:name w:val="949BA3D91A4E4BD2A8CFC59FD4FA2F9410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F6A06753D0B46148AB08D63C6B0251C10">
    <w:name w:val="5F6A06753D0B46148AB08D63C6B0251C10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723E48E687467ABB398C89C65FF51C10">
    <w:name w:val="17723E48E687467ABB398C89C65FF51C10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EA1266FD7724ACA9E70B3B6A047D9E610">
    <w:name w:val="2EA1266FD7724ACA9E70B3B6A047D9E610"/>
    <w:rsid w:val="00757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">
    <w:name w:val="C98CF680E544435CB41F1DCF52DE223C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">
    <w:name w:val="83D6CA8E535B45E8B428242DD79ABE07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">
    <w:name w:val="33DC2A1BB687430CA891ECEC2B7061C4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">
    <w:name w:val="D5AF3D8F2697411F9073782F1DDBE91E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">
    <w:name w:val="6607308242884A31A377D4AC4A6A7AD7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1">
    <w:name w:val="C98CF680E544435CB41F1DCF52DE223C1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1">
    <w:name w:val="83D6CA8E535B45E8B428242DD79ABE071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1">
    <w:name w:val="33DC2A1BB687430CA891ECEC2B7061C41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1">
    <w:name w:val="D5AF3D8F2697411F9073782F1DDBE91E1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1">
    <w:name w:val="6607308242884A31A377D4AC4A6A7AD71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2">
    <w:name w:val="C98CF680E544435CB41F1DCF52DE223C2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2">
    <w:name w:val="83D6CA8E535B45E8B428242DD79ABE072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2">
    <w:name w:val="33DC2A1BB687430CA891ECEC2B7061C42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2">
    <w:name w:val="D5AF3D8F2697411F9073782F1DDBE91E2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2">
    <w:name w:val="6607308242884A31A377D4AC4A6A7AD72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3">
    <w:name w:val="C98CF680E544435CB41F1DCF52DE223C3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3">
    <w:name w:val="83D6CA8E535B45E8B428242DD79ABE073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3">
    <w:name w:val="33DC2A1BB687430CA891ECEC2B7061C43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3">
    <w:name w:val="D5AF3D8F2697411F9073782F1DDBE91E3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3">
    <w:name w:val="6607308242884A31A377D4AC4A6A7AD73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4">
    <w:name w:val="C98CF680E544435CB41F1DCF52DE223C4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4">
    <w:name w:val="83D6CA8E535B45E8B428242DD79ABE074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4">
    <w:name w:val="33DC2A1BB687430CA891ECEC2B7061C44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4">
    <w:name w:val="D5AF3D8F2697411F9073782F1DDBE91E4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4">
    <w:name w:val="6607308242884A31A377D4AC4A6A7AD74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5">
    <w:name w:val="C98CF680E544435CB41F1DCF52DE223C5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5">
    <w:name w:val="83D6CA8E535B45E8B428242DD79ABE075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5">
    <w:name w:val="33DC2A1BB687430CA891ECEC2B7061C45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5">
    <w:name w:val="D5AF3D8F2697411F9073782F1DDBE91E5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5">
    <w:name w:val="6607308242884A31A377D4AC4A6A7AD75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CF680E544435CB41F1DCF52DE223C6">
    <w:name w:val="C98CF680E544435CB41F1DCF52DE223C6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3D6CA8E535B45E8B428242DD79ABE076">
    <w:name w:val="83D6CA8E535B45E8B428242DD79ABE076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DC2A1BB687430CA891ECEC2B7061C46">
    <w:name w:val="33DC2A1BB687430CA891ECEC2B7061C46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AF3D8F2697411F9073782F1DDBE91E6">
    <w:name w:val="D5AF3D8F2697411F9073782F1DDBE91E6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607308242884A31A377D4AC4A6A7AD76">
    <w:name w:val="6607308242884A31A377D4AC4A6A7AD76"/>
    <w:rsid w:val="0077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">
    <w:name w:val="C614CF41D72E4484A345B4F895BBB198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">
    <w:name w:val="7A3B4DAA9DF341D2A28637E23F36E3F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">
    <w:name w:val="3FD60C1FF4004617BD352E70AE844577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">
    <w:name w:val="52A3483E55DD4198B67D1AD3275025F0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">
    <w:name w:val="351EF3800682458087AD50757763CB8B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1">
    <w:name w:val="C614CF41D72E4484A345B4F895BBB1981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1">
    <w:name w:val="7A3B4DAA9DF341D2A28637E23F36E3F41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1">
    <w:name w:val="3FD60C1FF4004617BD352E70AE8445771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1">
    <w:name w:val="52A3483E55DD4198B67D1AD3275025F01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1">
    <w:name w:val="351EF3800682458087AD50757763CB8B1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2">
    <w:name w:val="C614CF41D72E4484A345B4F895BBB1982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2">
    <w:name w:val="7A3B4DAA9DF341D2A28637E23F36E3F42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2">
    <w:name w:val="3FD60C1FF4004617BD352E70AE8445772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2">
    <w:name w:val="52A3483E55DD4198B67D1AD3275025F02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2">
    <w:name w:val="351EF3800682458087AD50757763CB8B2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3">
    <w:name w:val="C614CF41D72E4484A345B4F895BBB1983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3">
    <w:name w:val="7A3B4DAA9DF341D2A28637E23F36E3F43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3">
    <w:name w:val="3FD60C1FF4004617BD352E70AE8445773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3">
    <w:name w:val="52A3483E55DD4198B67D1AD3275025F03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3">
    <w:name w:val="351EF3800682458087AD50757763CB8B3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4">
    <w:name w:val="C614CF41D72E4484A345B4F895BBB198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4">
    <w:name w:val="7A3B4DAA9DF341D2A28637E23F36E3F4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4">
    <w:name w:val="3FD60C1FF4004617BD352E70AE844577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4">
    <w:name w:val="52A3483E55DD4198B67D1AD3275025F0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4">
    <w:name w:val="351EF3800682458087AD50757763CB8B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5">
    <w:name w:val="C614CF41D72E4484A345B4F895BBB1985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5">
    <w:name w:val="7A3B4DAA9DF341D2A28637E23F36E3F45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5">
    <w:name w:val="3FD60C1FF4004617BD352E70AE8445775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5">
    <w:name w:val="52A3483E55DD4198B67D1AD3275025F05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5">
    <w:name w:val="351EF3800682458087AD50757763CB8B5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614CF41D72E4484A345B4F895BBB1986">
    <w:name w:val="C614CF41D72E4484A345B4F895BBB1986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3B4DAA9DF341D2A28637E23F36E3F46">
    <w:name w:val="7A3B4DAA9DF341D2A28637E23F36E3F46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FD60C1FF4004617BD352E70AE8445776">
    <w:name w:val="3FD60C1FF4004617BD352E70AE8445776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A3483E55DD4198B67D1AD3275025F06">
    <w:name w:val="52A3483E55DD4198B67D1AD3275025F06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51EF3800682458087AD50757763CB8B6">
    <w:name w:val="351EF3800682458087AD50757763CB8B6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">
    <w:name w:val="6BE4870576574BC6B42010D2F79A665F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">
    <w:name w:val="16DA898C6E7E4E819A12E47ECC4BC82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">
    <w:name w:val="A868580B2EBC4F2BAED3AB268776B185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">
    <w:name w:val="40D1E2EB0CF547FC901D11D27BB02A5F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">
    <w:name w:val="F323BC57716940F1B7EA1F33B0F4D86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">
    <w:name w:val="25F0E25D365A466C92D06B63CCE26124"/>
    <w:rsid w:val="008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1">
    <w:name w:val="6BE4870576574BC6B42010D2F79A665F1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">
    <w:name w:val="16DA898C6E7E4E819A12E47ECC4BC8241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">
    <w:name w:val="A868580B2EBC4F2BAED3AB268776B1851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">
    <w:name w:val="40D1E2EB0CF547FC901D11D27BB02A5F1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">
    <w:name w:val="F323BC57716940F1B7EA1F33B0F4D8641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">
    <w:name w:val="25F0E25D365A466C92D06B63CCE261241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2">
    <w:name w:val="6BE4870576574BC6B42010D2F79A665F2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">
    <w:name w:val="16DA898C6E7E4E819A12E47ECC4BC8242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">
    <w:name w:val="A868580B2EBC4F2BAED3AB268776B1852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">
    <w:name w:val="40D1E2EB0CF547FC901D11D27BB02A5F2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">
    <w:name w:val="F323BC57716940F1B7EA1F33B0F4D8642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">
    <w:name w:val="25F0E25D365A466C92D06B63CCE261242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3">
    <w:name w:val="6BE4870576574BC6B42010D2F79A665F3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3">
    <w:name w:val="16DA898C6E7E4E819A12E47ECC4BC8243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3">
    <w:name w:val="A868580B2EBC4F2BAED3AB268776B1853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3">
    <w:name w:val="40D1E2EB0CF547FC901D11D27BB02A5F3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3">
    <w:name w:val="F323BC57716940F1B7EA1F33B0F4D8643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3">
    <w:name w:val="25F0E25D365A466C92D06B63CCE261243"/>
    <w:rsid w:val="0024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4">
    <w:name w:val="6BE4870576574BC6B42010D2F79A665F4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4">
    <w:name w:val="16DA898C6E7E4E819A12E47ECC4BC8244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4">
    <w:name w:val="A868580B2EBC4F2BAED3AB268776B1854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4">
    <w:name w:val="40D1E2EB0CF547FC901D11D27BB02A5F4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4">
    <w:name w:val="F323BC57716940F1B7EA1F33B0F4D8644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4">
    <w:name w:val="25F0E25D365A466C92D06B63CCE261244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5">
    <w:name w:val="6BE4870576574BC6B42010D2F79A665F5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5">
    <w:name w:val="16DA898C6E7E4E819A12E47ECC4BC8245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5">
    <w:name w:val="A868580B2EBC4F2BAED3AB268776B1855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5">
    <w:name w:val="40D1E2EB0CF547FC901D11D27BB02A5F5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5">
    <w:name w:val="F323BC57716940F1B7EA1F33B0F4D8645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5">
    <w:name w:val="25F0E25D365A466C92D06B63CCE261245"/>
    <w:rsid w:val="00A7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6">
    <w:name w:val="6BE4870576574BC6B42010D2F79A665F6"/>
    <w:rsid w:val="00FF7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6">
    <w:name w:val="16DA898C6E7E4E819A12E47ECC4BC8246"/>
    <w:rsid w:val="00FF7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6">
    <w:name w:val="A868580B2EBC4F2BAED3AB268776B1856"/>
    <w:rsid w:val="00FF7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6">
    <w:name w:val="40D1E2EB0CF547FC901D11D27BB02A5F6"/>
    <w:rsid w:val="00FF7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6">
    <w:name w:val="F323BC57716940F1B7EA1F33B0F4D8646"/>
    <w:rsid w:val="00FF7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6">
    <w:name w:val="25F0E25D365A466C92D06B63CCE261246"/>
    <w:rsid w:val="00FF7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7">
    <w:name w:val="6BE4870576574BC6B42010D2F79A665F7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7">
    <w:name w:val="16DA898C6E7E4E819A12E47ECC4BC8247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7">
    <w:name w:val="A868580B2EBC4F2BAED3AB268776B1857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7">
    <w:name w:val="40D1E2EB0CF547FC901D11D27BB02A5F7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7">
    <w:name w:val="F323BC57716940F1B7EA1F33B0F4D8647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7">
    <w:name w:val="25F0E25D365A466C92D06B63CCE261247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">
    <w:name w:val="68744C1A748C454298115A7AF84870E6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8">
    <w:name w:val="6BE4870576574BC6B42010D2F79A665F8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8">
    <w:name w:val="16DA898C6E7E4E819A12E47ECC4BC8248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8">
    <w:name w:val="A868580B2EBC4F2BAED3AB268776B1858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8">
    <w:name w:val="40D1E2EB0CF547FC901D11D27BB02A5F8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8">
    <w:name w:val="F323BC57716940F1B7EA1F33B0F4D8648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8">
    <w:name w:val="25F0E25D365A466C92D06B63CCE261248"/>
    <w:rsid w:val="00F23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">
    <w:name w:val="68744C1A748C454298115A7AF84870E61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9">
    <w:name w:val="6BE4870576574BC6B42010D2F79A665F9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9">
    <w:name w:val="16DA898C6E7E4E819A12E47ECC4BC8249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9">
    <w:name w:val="A868580B2EBC4F2BAED3AB268776B1859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9">
    <w:name w:val="40D1E2EB0CF547FC901D11D27BB02A5F9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9">
    <w:name w:val="F323BC57716940F1B7EA1F33B0F4D8649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9">
    <w:name w:val="25F0E25D365A466C92D06B63CCE261249"/>
    <w:rsid w:val="00ED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">
    <w:name w:val="68744C1A748C454298115A7AF84870E62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10">
    <w:name w:val="6BE4870576574BC6B42010D2F79A665F10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0">
    <w:name w:val="16DA898C6E7E4E819A12E47ECC4BC82410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0">
    <w:name w:val="A868580B2EBC4F2BAED3AB268776B18510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0">
    <w:name w:val="40D1E2EB0CF547FC901D11D27BB02A5F10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0">
    <w:name w:val="F323BC57716940F1B7EA1F33B0F4D86410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0">
    <w:name w:val="25F0E25D365A466C92D06B63CCE2612410"/>
    <w:rsid w:val="00B0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">
    <w:name w:val="68744C1A748C454298115A7AF84870E63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E4870576574BC6B42010D2F79A665F11">
    <w:name w:val="6BE4870576574BC6B42010D2F79A665F11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1">
    <w:name w:val="16DA898C6E7E4E819A12E47ECC4BC82411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1">
    <w:name w:val="A868580B2EBC4F2BAED3AB268776B18511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1">
    <w:name w:val="40D1E2EB0CF547FC901D11D27BB02A5F11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1">
    <w:name w:val="F323BC57716940F1B7EA1F33B0F4D86411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1">
    <w:name w:val="25F0E25D365A466C92D06B63CCE2612411"/>
    <w:rsid w:val="00A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">
    <w:name w:val="331D4649995C430AB5528F81794F05B8"/>
    <w:rsid w:val="00A264F4"/>
  </w:style>
  <w:style w:type="paragraph" w:customStyle="1" w:styleId="68744C1A748C454298115A7AF84870E64">
    <w:name w:val="68744C1A748C454298115A7AF84870E64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">
    <w:name w:val="331D4649995C430AB5528F81794F05B81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2">
    <w:name w:val="16DA898C6E7E4E819A12E47ECC4BC82412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2">
    <w:name w:val="A868580B2EBC4F2BAED3AB268776B18512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2">
    <w:name w:val="40D1E2EB0CF547FC901D11D27BB02A5F12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2">
    <w:name w:val="F323BC57716940F1B7EA1F33B0F4D86412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2">
    <w:name w:val="25F0E25D365A466C92D06B63CCE2612412"/>
    <w:rsid w:val="000B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5">
    <w:name w:val="68744C1A748C454298115A7AF84870E65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2">
    <w:name w:val="331D4649995C430AB5528F81794F05B82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3">
    <w:name w:val="16DA898C6E7E4E819A12E47ECC4BC82413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3">
    <w:name w:val="A868580B2EBC4F2BAED3AB268776B18513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3">
    <w:name w:val="40D1E2EB0CF547FC901D11D27BB02A5F13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3">
    <w:name w:val="F323BC57716940F1B7EA1F33B0F4D86413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3">
    <w:name w:val="25F0E25D365A466C92D06B63CCE2612413"/>
    <w:rsid w:val="0072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6">
    <w:name w:val="68744C1A748C454298115A7AF84870E66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3">
    <w:name w:val="331D4649995C430AB5528F81794F05B83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4">
    <w:name w:val="16DA898C6E7E4E819A12E47ECC4BC82414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4">
    <w:name w:val="A868580B2EBC4F2BAED3AB268776B18514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4">
    <w:name w:val="40D1E2EB0CF547FC901D11D27BB02A5F14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4">
    <w:name w:val="F323BC57716940F1B7EA1F33B0F4D86414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4">
    <w:name w:val="25F0E25D365A466C92D06B63CCE2612414"/>
    <w:rsid w:val="0011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7">
    <w:name w:val="68744C1A748C454298115A7AF84870E6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4">
    <w:name w:val="331D4649995C430AB5528F81794F05B8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5">
    <w:name w:val="16DA898C6E7E4E819A12E47ECC4BC824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5">
    <w:name w:val="A868580B2EBC4F2BAED3AB268776B185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5">
    <w:name w:val="40D1E2EB0CF547FC901D11D27BB02A5F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5">
    <w:name w:val="F323BC57716940F1B7EA1F33B0F4D864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5">
    <w:name w:val="25F0E25D365A466C92D06B63CCE26124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8">
    <w:name w:val="68744C1A748C454298115A7AF84870E6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5">
    <w:name w:val="331D4649995C430AB5528F81794F05B8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6">
    <w:name w:val="16DA898C6E7E4E819A12E47ECC4BC824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6">
    <w:name w:val="A868580B2EBC4F2BAED3AB268776B185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6">
    <w:name w:val="40D1E2EB0CF547FC901D11D27BB02A5F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6">
    <w:name w:val="F323BC57716940F1B7EA1F33B0F4D864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6">
    <w:name w:val="25F0E25D365A466C92D06B63CCE26124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9">
    <w:name w:val="68744C1A748C454298115A7AF84870E6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6">
    <w:name w:val="331D4649995C430AB5528F81794F05B8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7">
    <w:name w:val="16DA898C6E7E4E819A12E47ECC4BC824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7">
    <w:name w:val="A868580B2EBC4F2BAED3AB268776B185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7">
    <w:name w:val="40D1E2EB0CF547FC901D11D27BB02A5F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7">
    <w:name w:val="F323BC57716940F1B7EA1F33B0F4D864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7">
    <w:name w:val="25F0E25D365A466C92D06B63CCE26124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0">
    <w:name w:val="68744C1A748C454298115A7AF84870E61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7">
    <w:name w:val="331D4649995C430AB5528F81794F05B8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8">
    <w:name w:val="16DA898C6E7E4E819A12E47ECC4BC824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8">
    <w:name w:val="A868580B2EBC4F2BAED3AB268776B185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8">
    <w:name w:val="40D1E2EB0CF547FC901D11D27BB02A5F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8">
    <w:name w:val="F323BC57716940F1B7EA1F33B0F4D864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8">
    <w:name w:val="25F0E25D365A466C92D06B63CCE26124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1">
    <w:name w:val="68744C1A748C454298115A7AF84870E61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8">
    <w:name w:val="331D4649995C430AB5528F81794F05B8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19">
    <w:name w:val="16DA898C6E7E4E819A12E47ECC4BC824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19">
    <w:name w:val="A868580B2EBC4F2BAED3AB268776B185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19">
    <w:name w:val="40D1E2EB0CF547FC901D11D27BB02A5F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19">
    <w:name w:val="F323BC57716940F1B7EA1F33B0F4D864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19">
    <w:name w:val="25F0E25D365A466C92D06B63CCE26124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2">
    <w:name w:val="68744C1A748C454298115A7AF84870E61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9">
    <w:name w:val="331D4649995C430AB5528F81794F05B8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0">
    <w:name w:val="16DA898C6E7E4E819A12E47ECC4BC824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0">
    <w:name w:val="A868580B2EBC4F2BAED3AB268776B185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0">
    <w:name w:val="40D1E2EB0CF547FC901D11D27BB02A5F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0">
    <w:name w:val="F323BC57716940F1B7EA1F33B0F4D864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0">
    <w:name w:val="25F0E25D365A466C92D06B63CCE26124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3">
    <w:name w:val="68744C1A748C454298115A7AF84870E61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0">
    <w:name w:val="331D4649995C430AB5528F81794F05B81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1">
    <w:name w:val="16DA898C6E7E4E819A12E47ECC4BC8242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1">
    <w:name w:val="A868580B2EBC4F2BAED3AB268776B1852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1">
    <w:name w:val="40D1E2EB0CF547FC901D11D27BB02A5F2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1">
    <w:name w:val="F323BC57716940F1B7EA1F33B0F4D8642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1">
    <w:name w:val="25F0E25D365A466C92D06B63CCE261242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4">
    <w:name w:val="68744C1A748C454298115A7AF84870E61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1">
    <w:name w:val="331D4649995C430AB5528F81794F05B81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2">
    <w:name w:val="16DA898C6E7E4E819A12E47ECC4BC8242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2">
    <w:name w:val="A868580B2EBC4F2BAED3AB268776B1852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2">
    <w:name w:val="40D1E2EB0CF547FC901D11D27BB02A5F2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2">
    <w:name w:val="F323BC57716940F1B7EA1F33B0F4D8642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2">
    <w:name w:val="25F0E25D365A466C92D06B63CCE261242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5">
    <w:name w:val="68744C1A748C454298115A7AF84870E6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2">
    <w:name w:val="331D4649995C430AB5528F81794F05B81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3">
    <w:name w:val="16DA898C6E7E4E819A12E47ECC4BC8242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3">
    <w:name w:val="A868580B2EBC4F2BAED3AB268776B1852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3">
    <w:name w:val="40D1E2EB0CF547FC901D11D27BB02A5F2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3">
    <w:name w:val="F323BC57716940F1B7EA1F33B0F4D8642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3">
    <w:name w:val="25F0E25D365A466C92D06B63CCE261242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6">
    <w:name w:val="68744C1A748C454298115A7AF84870E6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3">
    <w:name w:val="331D4649995C430AB5528F81794F05B81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4">
    <w:name w:val="16DA898C6E7E4E819A12E47ECC4BC8242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4">
    <w:name w:val="A868580B2EBC4F2BAED3AB268776B1852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4">
    <w:name w:val="40D1E2EB0CF547FC901D11D27BB02A5F2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4">
    <w:name w:val="F323BC57716940F1B7EA1F33B0F4D8642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4">
    <w:name w:val="25F0E25D365A466C92D06B63CCE261242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7">
    <w:name w:val="68744C1A748C454298115A7AF84870E6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4">
    <w:name w:val="331D4649995C430AB5528F81794F05B81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5">
    <w:name w:val="16DA898C6E7E4E819A12E47ECC4BC8242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5">
    <w:name w:val="A868580B2EBC4F2BAED3AB268776B1852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5">
    <w:name w:val="40D1E2EB0CF547FC901D11D27BB02A5F2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5">
    <w:name w:val="F323BC57716940F1B7EA1F33B0F4D8642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5">
    <w:name w:val="25F0E25D365A466C92D06B63CCE261242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8">
    <w:name w:val="68744C1A748C454298115A7AF84870E6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5">
    <w:name w:val="331D4649995C430AB5528F81794F05B81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6">
    <w:name w:val="16DA898C6E7E4E819A12E47ECC4BC8242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6">
    <w:name w:val="A868580B2EBC4F2BAED3AB268776B1852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6">
    <w:name w:val="40D1E2EB0CF547FC901D11D27BB02A5F2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6">
    <w:name w:val="F323BC57716940F1B7EA1F33B0F4D8642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6">
    <w:name w:val="25F0E25D365A466C92D06B63CCE261242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19">
    <w:name w:val="68744C1A748C454298115A7AF84870E6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6">
    <w:name w:val="331D4649995C430AB5528F81794F05B81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7">
    <w:name w:val="16DA898C6E7E4E819A12E47ECC4BC8242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7">
    <w:name w:val="A868580B2EBC4F2BAED3AB268776B1852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7">
    <w:name w:val="40D1E2EB0CF547FC901D11D27BB02A5F2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7">
    <w:name w:val="F323BC57716940F1B7EA1F33B0F4D8642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7">
    <w:name w:val="25F0E25D365A466C92D06B63CCE261242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0">
    <w:name w:val="68744C1A748C454298115A7AF84870E6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7">
    <w:name w:val="331D4649995C430AB5528F81794F05B817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8">
    <w:name w:val="16DA898C6E7E4E819A12E47ECC4BC8242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8">
    <w:name w:val="A868580B2EBC4F2BAED3AB268776B1852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8">
    <w:name w:val="40D1E2EB0CF547FC901D11D27BB02A5F2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8">
    <w:name w:val="F323BC57716940F1B7EA1F33B0F4D8642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8">
    <w:name w:val="25F0E25D365A466C92D06B63CCE261242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1">
    <w:name w:val="68744C1A748C454298115A7AF84870E62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8">
    <w:name w:val="331D4649995C430AB5528F81794F05B818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29">
    <w:name w:val="16DA898C6E7E4E819A12E47ECC4BC8242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29">
    <w:name w:val="A868580B2EBC4F2BAED3AB268776B1852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29">
    <w:name w:val="40D1E2EB0CF547FC901D11D27BB02A5F2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29">
    <w:name w:val="F323BC57716940F1B7EA1F33B0F4D8642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29">
    <w:name w:val="25F0E25D365A466C92D06B63CCE261242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2">
    <w:name w:val="68744C1A748C454298115A7AF84870E62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19">
    <w:name w:val="331D4649995C430AB5528F81794F05B819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30">
    <w:name w:val="16DA898C6E7E4E819A12E47ECC4BC8243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30">
    <w:name w:val="A868580B2EBC4F2BAED3AB268776B1853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30">
    <w:name w:val="40D1E2EB0CF547FC901D11D27BB02A5F3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30">
    <w:name w:val="F323BC57716940F1B7EA1F33B0F4D8643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30">
    <w:name w:val="25F0E25D365A466C92D06B63CCE261243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3">
    <w:name w:val="68744C1A748C454298115A7AF84870E62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1D4649995C430AB5528F81794F05B820">
    <w:name w:val="331D4649995C430AB5528F81794F05B820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31">
    <w:name w:val="16DA898C6E7E4E819A12E47ECC4BC8243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31">
    <w:name w:val="A868580B2EBC4F2BAED3AB268776B1853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31">
    <w:name w:val="40D1E2EB0CF547FC901D11D27BB02A5F3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31">
    <w:name w:val="F323BC57716940F1B7EA1F33B0F4D8643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31">
    <w:name w:val="25F0E25D365A466C92D06B63CCE261243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D2B102F4CD4381A6E9D5682D2C5ECE">
    <w:name w:val="52D2B102F4CD4381A6E9D5682D2C5ECE"/>
    <w:rsid w:val="00C821F2"/>
  </w:style>
  <w:style w:type="paragraph" w:customStyle="1" w:styleId="E31E887DEEC241AA81A868C2805592EC">
    <w:name w:val="E31E887DEEC241AA81A868C2805592EC"/>
    <w:rsid w:val="00C821F2"/>
  </w:style>
  <w:style w:type="paragraph" w:customStyle="1" w:styleId="4BFEC7A548114DC3BE20F7C4CCAED70D">
    <w:name w:val="4BFEC7A548114DC3BE20F7C4CCAED70D"/>
    <w:rsid w:val="00C821F2"/>
  </w:style>
  <w:style w:type="paragraph" w:customStyle="1" w:styleId="64324FE179944ACAAF3601432EEDE985">
    <w:name w:val="64324FE179944ACAAF3601432EEDE985"/>
    <w:rsid w:val="00C821F2"/>
  </w:style>
  <w:style w:type="paragraph" w:customStyle="1" w:styleId="68744C1A748C454298115A7AF84870E624">
    <w:name w:val="68744C1A748C454298115A7AF84870E62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D2B102F4CD4381A6E9D5682D2C5ECE1">
    <w:name w:val="52D2B102F4CD4381A6E9D5682D2C5ECE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31E887DEEC241AA81A868C2805592EC1">
    <w:name w:val="E31E887DEEC241AA81A868C2805592EC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BFEC7A548114DC3BE20F7C4CCAED70D1">
    <w:name w:val="4BFEC7A548114DC3BE20F7C4CCAED70D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4324FE179944ACAAF3601432EEDE9851">
    <w:name w:val="64324FE179944ACAAF3601432EEDE985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32">
    <w:name w:val="16DA898C6E7E4E819A12E47ECC4BC8243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32">
    <w:name w:val="A868580B2EBC4F2BAED3AB268776B1853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32">
    <w:name w:val="40D1E2EB0CF547FC901D11D27BB02A5F3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32">
    <w:name w:val="F323BC57716940F1B7EA1F33B0F4D8643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32">
    <w:name w:val="25F0E25D365A466C92D06B63CCE261243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94FAFEB150440319DE5A84EB41C18B7">
    <w:name w:val="D94FAFEB150440319DE5A84EB41C18B7"/>
    <w:rsid w:val="00C821F2"/>
  </w:style>
  <w:style w:type="paragraph" w:customStyle="1" w:styleId="68744C1A748C454298115A7AF84870E625">
    <w:name w:val="68744C1A748C454298115A7AF84870E625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D2B102F4CD4381A6E9D5682D2C5ECE2">
    <w:name w:val="52D2B102F4CD4381A6E9D5682D2C5ECE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31E887DEEC241AA81A868C2805592EC2">
    <w:name w:val="E31E887DEEC241AA81A868C2805592EC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BFEC7A548114DC3BE20F7C4CCAED70D2">
    <w:name w:val="4BFEC7A548114DC3BE20F7C4CCAED70D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94FAFEB150440319DE5A84EB41C18B71">
    <w:name w:val="D94FAFEB150440319DE5A84EB41C18B71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33">
    <w:name w:val="16DA898C6E7E4E819A12E47ECC4BC8243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33">
    <w:name w:val="A868580B2EBC4F2BAED3AB268776B1853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33">
    <w:name w:val="40D1E2EB0CF547FC901D11D27BB02A5F3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33">
    <w:name w:val="F323BC57716940F1B7EA1F33B0F4D8643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33">
    <w:name w:val="25F0E25D365A466C92D06B63CCE261243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6">
    <w:name w:val="68744C1A748C454298115A7AF84870E626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D2B102F4CD4381A6E9D5682D2C5ECE3">
    <w:name w:val="52D2B102F4CD4381A6E9D5682D2C5ECE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31E887DEEC241AA81A868C2805592EC3">
    <w:name w:val="E31E887DEEC241AA81A868C2805592EC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BFEC7A548114DC3BE20F7C4CCAED70D3">
    <w:name w:val="4BFEC7A548114DC3BE20F7C4CCAED70D3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94FAFEB150440319DE5A84EB41C18B72">
    <w:name w:val="D94FAFEB150440319DE5A84EB41C18B72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DA898C6E7E4E819A12E47ECC4BC82434">
    <w:name w:val="16DA898C6E7E4E819A12E47ECC4BC8243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868580B2EBC4F2BAED3AB268776B18534">
    <w:name w:val="A868580B2EBC4F2BAED3AB268776B1853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D1E2EB0CF547FC901D11D27BB02A5F34">
    <w:name w:val="40D1E2EB0CF547FC901D11D27BB02A5F3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323BC57716940F1B7EA1F33B0F4D86434">
    <w:name w:val="F323BC57716940F1B7EA1F33B0F4D8643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F0E25D365A466C92D06B63CCE2612434">
    <w:name w:val="25F0E25D365A466C92D06B63CCE2612434"/>
    <w:rsid w:val="00C8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7">
    <w:name w:val="68744C1A748C454298115A7AF84870E627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1DC186A25E47B080988338A41AD5F3">
    <w:name w:val="C41DC186A25E47B080988338A41AD5F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C22576285984537A8F02F35C5E34C5D">
    <w:name w:val="8C22576285984537A8F02F35C5E34C5D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7988B3203446368959F1C8E3FCAE63">
    <w:name w:val="547988B3203446368959F1C8E3FCAE6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8638FA484BA4897B55E2A74AC0B3F94">
    <w:name w:val="F8638FA484BA4897B55E2A74AC0B3F94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C102020BCC74B52B99A181A8236B2BC">
    <w:name w:val="CC102020BCC74B52B99A181A8236B2BC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6D8872DBA2427A8531D3D37429FD65">
    <w:name w:val="C46D8872DBA2427A8531D3D37429FD65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E3A793BFEDD4B67A650974F9A0F8C56">
    <w:name w:val="FE3A793BFEDD4B67A650974F9A0F8C56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03D2D6BD5FE4FCEBC412F5C67B10BE4">
    <w:name w:val="B03D2D6BD5FE4FCEBC412F5C67B10BE4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52DE54FF48E411EB31581413129409E">
    <w:name w:val="652DE54FF48E411EB31581413129409E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8">
    <w:name w:val="68744C1A748C454298115A7AF84870E628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1DC186A25E47B080988338A41AD5F31">
    <w:name w:val="C41DC186A25E47B080988338A41AD5F3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C22576285984537A8F02F35C5E34C5D1">
    <w:name w:val="8C22576285984537A8F02F35C5E34C5D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7988B3203446368959F1C8E3FCAE631">
    <w:name w:val="547988B3203446368959F1C8E3FCAE63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8638FA484BA4897B55E2A74AC0B3F941">
    <w:name w:val="F8638FA484BA4897B55E2A74AC0B3F94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C102020BCC74B52B99A181A8236B2BC1">
    <w:name w:val="CC102020BCC74B52B99A181A8236B2BC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6D8872DBA2427A8531D3D37429FD651">
    <w:name w:val="C46D8872DBA2427A8531D3D37429FD65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E3A793BFEDD4B67A650974F9A0F8C561">
    <w:name w:val="FE3A793BFEDD4B67A650974F9A0F8C56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03D2D6BD5FE4FCEBC412F5C67B10BE41">
    <w:name w:val="B03D2D6BD5FE4FCEBC412F5C67B10BE4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52DE54FF48E411EB31581413129409E1">
    <w:name w:val="652DE54FF48E411EB31581413129409E1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29">
    <w:name w:val="68744C1A748C454298115A7AF84870E629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1DC186A25E47B080988338A41AD5F32">
    <w:name w:val="C41DC186A25E47B080988338A41AD5F3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C22576285984537A8F02F35C5E34C5D2">
    <w:name w:val="8C22576285984537A8F02F35C5E34C5D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7988B3203446368959F1C8E3FCAE632">
    <w:name w:val="547988B3203446368959F1C8E3FCAE63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8638FA484BA4897B55E2A74AC0B3F942">
    <w:name w:val="F8638FA484BA4897B55E2A74AC0B3F94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C102020BCC74B52B99A181A8236B2BC2">
    <w:name w:val="CC102020BCC74B52B99A181A8236B2BC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6D8872DBA2427A8531D3D37429FD652">
    <w:name w:val="C46D8872DBA2427A8531D3D37429FD65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E3A793BFEDD4B67A650974F9A0F8C562">
    <w:name w:val="FE3A793BFEDD4B67A650974F9A0F8C56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03D2D6BD5FE4FCEBC412F5C67B10BE42">
    <w:name w:val="B03D2D6BD5FE4FCEBC412F5C67B10BE4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52DE54FF48E411EB31581413129409E2">
    <w:name w:val="652DE54FF48E411EB31581413129409E2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0">
    <w:name w:val="68744C1A748C454298115A7AF84870E630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1DC186A25E47B080988338A41AD5F33">
    <w:name w:val="C41DC186A25E47B080988338A41AD5F3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C22576285984537A8F02F35C5E34C5D3">
    <w:name w:val="8C22576285984537A8F02F35C5E34C5D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7988B3203446368959F1C8E3FCAE633">
    <w:name w:val="547988B3203446368959F1C8E3FCAE63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8638FA484BA4897B55E2A74AC0B3F943">
    <w:name w:val="F8638FA484BA4897B55E2A74AC0B3F94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C102020BCC74B52B99A181A8236B2BC3">
    <w:name w:val="CC102020BCC74B52B99A181A8236B2BC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6D8872DBA2427A8531D3D37429FD653">
    <w:name w:val="C46D8872DBA2427A8531D3D37429FD65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E3A793BFEDD4B67A650974F9A0F8C563">
    <w:name w:val="FE3A793BFEDD4B67A650974F9A0F8C56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03D2D6BD5FE4FCEBC412F5C67B10BE43">
    <w:name w:val="B03D2D6BD5FE4FCEBC412F5C67B10BE4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52DE54FF48E411EB31581413129409E3">
    <w:name w:val="652DE54FF48E411EB31581413129409E3"/>
    <w:rsid w:val="00BD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1">
    <w:name w:val="68744C1A748C454298115A7AF84870E631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C2A074013A44A11AEDACE8D42B0D347">
    <w:name w:val="FC2A074013A44A11AEDACE8D42B0D347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D2079773DCB43DBB34CD91ED523B11E">
    <w:name w:val="9D2079773DCB43DBB34CD91ED523B11E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E23F1A9A93F4A439F819067D949B71B">
    <w:name w:val="BE23F1A9A93F4A439F819067D949B71B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74418FE1A7B40A6AF65860FDD0C095B">
    <w:name w:val="E74418FE1A7B40A6AF65860FDD0C095B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10184ED139042C49348B5DE67B4D333">
    <w:name w:val="210184ED139042C49348B5DE67B4D333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249ED5AD826455AA876A16D631A7FBA">
    <w:name w:val="A249ED5AD826455AA876A16D631A7FBA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7EFF9B4C8CA419D931DD00CEA997FA0">
    <w:name w:val="97EFF9B4C8CA419D931DD00CEA997FA0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DA8AE8DD27841C79CB68C10046B8B03">
    <w:name w:val="0DA8AE8DD27841C79CB68C10046B8B03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5A3B634771547DCA3CBD16645FD4D5E">
    <w:name w:val="F5A3B634771547DCA3CBD16645FD4D5E"/>
    <w:rsid w:val="007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FE090E6E3ED42AE9E32D4E69F383FB8">
    <w:name w:val="6FE090E6E3ED42AE9E32D4E69F383FB8"/>
    <w:rsid w:val="00042955"/>
  </w:style>
  <w:style w:type="paragraph" w:customStyle="1" w:styleId="C3BCEEC4B41646D1921652DE698B642A">
    <w:name w:val="C3BCEEC4B41646D1921652DE698B642A"/>
    <w:rsid w:val="00042955"/>
  </w:style>
  <w:style w:type="paragraph" w:customStyle="1" w:styleId="F15FD3044F8A4CF88305BF2D3E162B75">
    <w:name w:val="F15FD3044F8A4CF88305BF2D3E162B75"/>
    <w:rsid w:val="00042955"/>
  </w:style>
  <w:style w:type="paragraph" w:customStyle="1" w:styleId="2FE5816670234C1AA0448E644BE6DE46">
    <w:name w:val="2FE5816670234C1AA0448E644BE6DE46"/>
    <w:rsid w:val="00042955"/>
  </w:style>
  <w:style w:type="paragraph" w:customStyle="1" w:styleId="172688C8E0E04A3CB4C14AB327AA3219">
    <w:name w:val="172688C8E0E04A3CB4C14AB327AA3219"/>
    <w:rsid w:val="00042955"/>
  </w:style>
  <w:style w:type="paragraph" w:customStyle="1" w:styleId="B69720128EC44712837B4C2518C75C90">
    <w:name w:val="B69720128EC44712837B4C2518C75C90"/>
    <w:rsid w:val="00042955"/>
  </w:style>
  <w:style w:type="paragraph" w:customStyle="1" w:styleId="886B322DD88F4FF58AB9027F599209F1">
    <w:name w:val="886B322DD88F4FF58AB9027F599209F1"/>
    <w:rsid w:val="00042955"/>
  </w:style>
  <w:style w:type="paragraph" w:customStyle="1" w:styleId="D5852214AE3F455B9B5F737601596610">
    <w:name w:val="D5852214AE3F455B9B5F737601596610"/>
    <w:rsid w:val="00042955"/>
  </w:style>
  <w:style w:type="paragraph" w:customStyle="1" w:styleId="150EB8A383E240BB956054D61866A060">
    <w:name w:val="150EB8A383E240BB956054D61866A060"/>
    <w:rsid w:val="00042955"/>
  </w:style>
  <w:style w:type="paragraph" w:customStyle="1" w:styleId="3B05D8748E7B46C2B5A7CCE05B754427">
    <w:name w:val="3B05D8748E7B46C2B5A7CCE05B754427"/>
    <w:rsid w:val="00042955"/>
  </w:style>
  <w:style w:type="paragraph" w:customStyle="1" w:styleId="6AD625C358AF4D41828E47F6CB5AF25F">
    <w:name w:val="6AD625C358AF4D41828E47F6CB5AF25F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7420F035F6D4BE1870F9DF1692DD31C">
    <w:name w:val="D7420F035F6D4BE1870F9DF1692DD31C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33E924AC3845ADB40D3C50DBDAFCA6">
    <w:name w:val="A733E924AC3845ADB40D3C50DBDAFCA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9720128EC44712837B4C2518C75C901">
    <w:name w:val="B69720128EC44712837B4C2518C75C90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6B322DD88F4FF58AB9027F599209F11">
    <w:name w:val="886B322DD88F4FF58AB9027F599209F1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852214AE3F455B9B5F7376015966101">
    <w:name w:val="D5852214AE3F455B9B5F737601596610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0EB8A383E240BB956054D61866A0601">
    <w:name w:val="150EB8A383E240BB956054D61866A060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05D8748E7B46C2B5A7CCE05B7544271">
    <w:name w:val="3B05D8748E7B46C2B5A7CCE05B754427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2">
    <w:name w:val="68744C1A748C454298115A7AF84870E63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AD625C358AF4D41828E47F6CB5AF25F1">
    <w:name w:val="6AD625C358AF4D41828E47F6CB5AF25F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7420F035F6D4BE1870F9DF1692DD31C1">
    <w:name w:val="D7420F035F6D4BE1870F9DF1692DD31C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33E924AC3845ADB40D3C50DBDAFCA61">
    <w:name w:val="A733E924AC3845ADB40D3C50DBDAFCA61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9720128EC44712837B4C2518C75C902">
    <w:name w:val="B69720128EC44712837B4C2518C75C90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6B322DD88F4FF58AB9027F599209F12">
    <w:name w:val="886B322DD88F4FF58AB9027F599209F1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852214AE3F455B9B5F7376015966102">
    <w:name w:val="D5852214AE3F455B9B5F737601596610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0EB8A383E240BB956054D61866A0602">
    <w:name w:val="150EB8A383E240BB956054D61866A060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05D8748E7B46C2B5A7CCE05B7544272">
    <w:name w:val="3B05D8748E7B46C2B5A7CCE05B754427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3">
    <w:name w:val="68744C1A748C454298115A7AF84870E63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AD625C358AF4D41828E47F6CB5AF25F2">
    <w:name w:val="6AD625C358AF4D41828E47F6CB5AF25F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7420F035F6D4BE1870F9DF1692DD31C2">
    <w:name w:val="D7420F035F6D4BE1870F9DF1692DD31C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33E924AC3845ADB40D3C50DBDAFCA62">
    <w:name w:val="A733E924AC3845ADB40D3C50DBDAFCA62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9720128EC44712837B4C2518C75C903">
    <w:name w:val="B69720128EC44712837B4C2518C75C90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6B322DD88F4FF58AB9027F599209F13">
    <w:name w:val="886B322DD88F4FF58AB9027F599209F1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852214AE3F455B9B5F7376015966103">
    <w:name w:val="D5852214AE3F455B9B5F737601596610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0EB8A383E240BB956054D61866A0603">
    <w:name w:val="150EB8A383E240BB956054D61866A060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05D8748E7B46C2B5A7CCE05B7544273">
    <w:name w:val="3B05D8748E7B46C2B5A7CCE05B754427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4">
    <w:name w:val="68744C1A748C454298115A7AF84870E63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AD625C358AF4D41828E47F6CB5AF25F3">
    <w:name w:val="6AD625C358AF4D41828E47F6CB5AF25F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7420F035F6D4BE1870F9DF1692DD31C3">
    <w:name w:val="D7420F035F6D4BE1870F9DF1692DD31C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33E924AC3845ADB40D3C50DBDAFCA63">
    <w:name w:val="A733E924AC3845ADB40D3C50DBDAFCA63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9720128EC44712837B4C2518C75C904">
    <w:name w:val="B69720128EC44712837B4C2518C75C90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6B322DD88F4FF58AB9027F599209F14">
    <w:name w:val="886B322DD88F4FF58AB9027F599209F1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852214AE3F455B9B5F7376015966104">
    <w:name w:val="D5852214AE3F455B9B5F737601596610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0EB8A383E240BB956054D61866A0604">
    <w:name w:val="150EB8A383E240BB956054D61866A060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05D8748E7B46C2B5A7CCE05B7544274">
    <w:name w:val="3B05D8748E7B46C2B5A7CCE05B754427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5">
    <w:name w:val="68744C1A748C454298115A7AF84870E63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AD625C358AF4D41828E47F6CB5AF25F4">
    <w:name w:val="6AD625C358AF4D41828E47F6CB5AF25F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7420F035F6D4BE1870F9DF1692DD31C4">
    <w:name w:val="D7420F035F6D4BE1870F9DF1692DD31C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33E924AC3845ADB40D3C50DBDAFCA64">
    <w:name w:val="A733E924AC3845ADB40D3C50DBDAFCA64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9720128EC44712837B4C2518C75C905">
    <w:name w:val="B69720128EC44712837B4C2518C75C90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6B322DD88F4FF58AB9027F599209F15">
    <w:name w:val="886B322DD88F4FF58AB9027F599209F1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852214AE3F455B9B5F7376015966105">
    <w:name w:val="D5852214AE3F455B9B5F737601596610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0EB8A383E240BB956054D61866A0605">
    <w:name w:val="150EB8A383E240BB956054D61866A060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05D8748E7B46C2B5A7CCE05B7544275">
    <w:name w:val="3B05D8748E7B46C2B5A7CCE05B754427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6">
    <w:name w:val="68744C1A748C454298115A7AF84870E63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AD625C358AF4D41828E47F6CB5AF25F5">
    <w:name w:val="6AD625C358AF4D41828E47F6CB5AF25F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7420F035F6D4BE1870F9DF1692DD31C5">
    <w:name w:val="D7420F035F6D4BE1870F9DF1692DD31C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33E924AC3845ADB40D3C50DBDAFCA65">
    <w:name w:val="A733E924AC3845ADB40D3C50DBDAFCA65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9720128EC44712837B4C2518C75C906">
    <w:name w:val="B69720128EC44712837B4C2518C75C90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6B322DD88F4FF58AB9027F599209F16">
    <w:name w:val="886B322DD88F4FF58AB9027F599209F1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852214AE3F455B9B5F7376015966106">
    <w:name w:val="D5852214AE3F455B9B5F737601596610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0EB8A383E240BB956054D61866A0606">
    <w:name w:val="150EB8A383E240BB956054D61866A060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05D8748E7B46C2B5A7CCE05B7544276">
    <w:name w:val="3B05D8748E7B46C2B5A7CCE05B7544276"/>
    <w:rsid w:val="00AA3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7">
    <w:name w:val="68744C1A748C454298115A7AF84870E637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4ED5B73FADC41E28AD816739391F374">
    <w:name w:val="24ED5B73FADC41E28AD816739391F374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0309D46040444FFBAB512EAC8F14438">
    <w:name w:val="70309D46040444FFBAB512EAC8F14438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37DE822143A4AC0BF7024CE66549F94">
    <w:name w:val="537DE822143A4AC0BF7024CE66549F94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C08720CED4C4A9BBBA3269A1340F35B">
    <w:name w:val="6C08720CED4C4A9BBBA3269A1340F35B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21B61E3679B41DE8B1C97549E4134C0">
    <w:name w:val="B21B61E3679B41DE8B1C97549E4134C0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9BF2BDB6AF4CC58CAF0722FB3391B3">
    <w:name w:val="549BF2BDB6AF4CC58CAF0722FB3391B3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2B109B7187B42B4BBD7AD957A2A0038">
    <w:name w:val="02B109B7187B42B4BBD7AD957A2A0038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9965A5BDD1245F1B7A9564D1E1AB9EA">
    <w:name w:val="39965A5BDD1245F1B7A9564D1E1AB9EA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8">
    <w:name w:val="68744C1A748C454298115A7AF84870E638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4ED5B73FADC41E28AD816739391F3741">
    <w:name w:val="24ED5B73FADC41E28AD816739391F374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0309D46040444FFBAB512EAC8F144381">
    <w:name w:val="70309D46040444FFBAB512EAC8F14438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37DE822143A4AC0BF7024CE66549F941">
    <w:name w:val="537DE822143A4AC0BF7024CE66549F94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C08720CED4C4A9BBBA3269A1340F35B1">
    <w:name w:val="6C08720CED4C4A9BBBA3269A1340F35B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21B61E3679B41DE8B1C97549E4134C01">
    <w:name w:val="B21B61E3679B41DE8B1C97549E4134C0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9BF2BDB6AF4CC58CAF0722FB3391B31">
    <w:name w:val="549BF2BDB6AF4CC58CAF0722FB3391B3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2B109B7187B42B4BBD7AD957A2A00381">
    <w:name w:val="02B109B7187B42B4BBD7AD957A2A0038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9965A5BDD1245F1B7A9564D1E1AB9EA1">
    <w:name w:val="39965A5BDD1245F1B7A9564D1E1AB9EA1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39">
    <w:name w:val="68744C1A748C454298115A7AF84870E639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4ED5B73FADC41E28AD816739391F3742">
    <w:name w:val="24ED5B73FADC41E28AD816739391F374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0309D46040444FFBAB512EAC8F144382">
    <w:name w:val="70309D46040444FFBAB512EAC8F14438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37DE822143A4AC0BF7024CE66549F942">
    <w:name w:val="537DE822143A4AC0BF7024CE66549F94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C08720CED4C4A9BBBA3269A1340F35B2">
    <w:name w:val="6C08720CED4C4A9BBBA3269A1340F35B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21B61E3679B41DE8B1C97549E4134C02">
    <w:name w:val="B21B61E3679B41DE8B1C97549E4134C0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9BF2BDB6AF4CC58CAF0722FB3391B32">
    <w:name w:val="549BF2BDB6AF4CC58CAF0722FB3391B3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2B109B7187B42B4BBD7AD957A2A00382">
    <w:name w:val="02B109B7187B42B4BBD7AD957A2A0038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9965A5BDD1245F1B7A9564D1E1AB9EA2">
    <w:name w:val="39965A5BDD1245F1B7A9564D1E1AB9EA2"/>
    <w:rsid w:val="0095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40">
    <w:name w:val="68744C1A748C454298115A7AF84870E640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2FFD48BCF644064896638C78B9F99F8">
    <w:name w:val="32FFD48BCF644064896638C78B9F99F8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0EB0A74B59F4F27A73D5E823058D83C">
    <w:name w:val="60EB0A74B59F4F27A73D5E823058D83C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C99EF3144854220B5D9E31BDC96BABB">
    <w:name w:val="4C99EF3144854220B5D9E31BDC96BABB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5AC995678884C90ACDA553B263EF1CB">
    <w:name w:val="B5AC995678884C90ACDA553B263EF1CB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643D63D317E43A99A40D4A9C1E48A42">
    <w:name w:val="A643D63D317E43A99A40D4A9C1E48A42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1D4C24260ED4C1AB61815382E4AC53E">
    <w:name w:val="B1D4C24260ED4C1AB61815382E4AC53E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B0945B3E7564498B7D8D68BA50668EE">
    <w:name w:val="1B0945B3E7564498B7D8D68BA50668EE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6D07B0EC21542969AA060308B03398A">
    <w:name w:val="26D07B0EC21542969AA060308B03398A"/>
    <w:rsid w:val="00563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41">
    <w:name w:val="68744C1A748C454298115A7AF84870E641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7B688003FC64456BD8FF43C5D705EE0">
    <w:name w:val="67B688003FC64456BD8FF43C5D705EE0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941790AF2C347EA95638917F4609FC7">
    <w:name w:val="2941790AF2C347EA95638917F4609FC7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485814C9B1E4CC28B68435F8CDBAA95">
    <w:name w:val="A485814C9B1E4CC28B68435F8CDBAA95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BFFC874D1A84D2B8FEDFE1B989025E5">
    <w:name w:val="FBFFC874D1A84D2B8FEDFE1B989025E5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667D2B3C91441E293CFD35D42D5756D">
    <w:name w:val="E667D2B3C91441E293CFD35D42D5756D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580400869DE4C6990F78325FA88FE4A">
    <w:name w:val="B580400869DE4C6990F78325FA88FE4A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94B7888931C4DFCA34DDA7E778AA959">
    <w:name w:val="794B7888931C4DFCA34DDA7E778AA959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5CFA3CEE88D49278E2F098E19919C30">
    <w:name w:val="E5CFA3CEE88D49278E2F098E19919C30"/>
    <w:rsid w:val="0099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42">
    <w:name w:val="68744C1A748C454298115A7AF84870E64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57161A31CCC445CBEC7EAAF97DE483A">
    <w:name w:val="B57161A31CCC445CBEC7EAAF97DE483A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D19E14544E347C286706FC03101BCDB">
    <w:name w:val="4D19E14544E347C286706FC03101BCDB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42863B4AB24D28B1F7E593B422E7E9">
    <w:name w:val="B642863B4AB24D28B1F7E593B422E7E9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2E3AFABE36D43B49772E6E9D7305485">
    <w:name w:val="72E3AFABE36D43B49772E6E9D7305485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F893FE2DDD44A1ABF03102176D5B50C">
    <w:name w:val="2F893FE2DDD44A1ABF03102176D5B50C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3BDD9E95D9B4DB58339F8CBFF96BFDF">
    <w:name w:val="E3BDD9E95D9B4DB58339F8CBFF96BFDF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3E6C9ED037B48738B7355BFDCD6EDE2">
    <w:name w:val="03E6C9ED037B48738B7355BFDCD6EDE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22B3A7E6049EEAE842985A6E7748B">
    <w:name w:val="C9822B3A7E6049EEAE842985A6E7748B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43">
    <w:name w:val="68744C1A748C454298115A7AF84870E643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57161A31CCC445CBEC7EAAF97DE483A1">
    <w:name w:val="B57161A31CCC445CBEC7EAAF97DE483A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D19E14544E347C286706FC03101BCDB1">
    <w:name w:val="4D19E14544E347C286706FC03101BCDB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42863B4AB24D28B1F7E593B422E7E91">
    <w:name w:val="B642863B4AB24D28B1F7E593B422E7E9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2E3AFABE36D43B49772E6E9D73054851">
    <w:name w:val="72E3AFABE36D43B49772E6E9D7305485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F893FE2DDD44A1ABF03102176D5B50C1">
    <w:name w:val="2F893FE2DDD44A1ABF03102176D5B50C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3BDD9E95D9B4DB58339F8CBFF96BFDF1">
    <w:name w:val="E3BDD9E95D9B4DB58339F8CBFF96BFDF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3E6C9ED037B48738B7355BFDCD6EDE21">
    <w:name w:val="03E6C9ED037B48738B7355BFDCD6EDE2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22B3A7E6049EEAE842985A6E7748B1">
    <w:name w:val="C9822B3A7E6049EEAE842985A6E7748B1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44">
    <w:name w:val="68744C1A748C454298115A7AF84870E644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57161A31CCC445CBEC7EAAF97DE483A2">
    <w:name w:val="B57161A31CCC445CBEC7EAAF97DE483A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D19E14544E347C286706FC03101BCDB2">
    <w:name w:val="4D19E14544E347C286706FC03101BCDB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642863B4AB24D28B1F7E593B422E7E92">
    <w:name w:val="B642863B4AB24D28B1F7E593B422E7E9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2E3AFABE36D43B49772E6E9D73054852">
    <w:name w:val="72E3AFABE36D43B49772E6E9D7305485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F893FE2DDD44A1ABF03102176D5B50C2">
    <w:name w:val="2F893FE2DDD44A1ABF03102176D5B50C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3BDD9E95D9B4DB58339F8CBFF96BFDF2">
    <w:name w:val="E3BDD9E95D9B4DB58339F8CBFF96BFDF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3E6C9ED037B48738B7355BFDCD6EDE22">
    <w:name w:val="03E6C9ED037B48738B7355BFDCD6EDE2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9822B3A7E6049EEAE842985A6E7748B2">
    <w:name w:val="C9822B3A7E6049EEAE842985A6E7748B2"/>
    <w:rsid w:val="0061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8744C1A748C454298115A7AF84870E645">
    <w:name w:val="68744C1A748C454298115A7AF84870E645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52EDEEBEF984D1886C8D46F17B74CEE">
    <w:name w:val="952EDEEBEF984D1886C8D46F17B74CEE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EE0818AA2004C25841C0FB5152EF515">
    <w:name w:val="9EE0818AA2004C25841C0FB5152EF515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41C18247E3841DA8D024CCEBFDA78E4">
    <w:name w:val="B41C18247E3841DA8D024CCEBFDA78E4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C1FC3E38E7E4A55B6395A772F4EC268">
    <w:name w:val="5C1FC3E38E7E4A55B6395A772F4EC268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26CE6C95D7448568898B589FBA2ABD5">
    <w:name w:val="D26CE6C95D7448568898B589FBA2ABD5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763E1F513E497CB81763695922A292">
    <w:name w:val="C4763E1F513E497CB81763695922A292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DDA55B35844166B9F24CC777C4600A">
    <w:name w:val="25DDA55B35844166B9F24CC777C4600A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E0EF5D6D1114022B307C2C1C4107684">
    <w:name w:val="5E0EF5D6D1114022B307C2C1C4107684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C4C61418A4347F9BA827076FCCCBA1A">
    <w:name w:val="3C4C61418A4347F9BA827076FCCCBA1A"/>
    <w:rsid w:val="00A97B64"/>
  </w:style>
  <w:style w:type="paragraph" w:customStyle="1" w:styleId="1CCF1A21866E485E9AAC504AF55D71E1">
    <w:name w:val="1CCF1A21866E485E9AAC504AF55D71E1"/>
    <w:rsid w:val="00A97B64"/>
  </w:style>
  <w:style w:type="paragraph" w:customStyle="1" w:styleId="9DDB2DAEA1784517B63E9867CC2B0370">
    <w:name w:val="9DDB2DAEA1784517B63E9867CC2B0370"/>
    <w:rsid w:val="00A97B64"/>
  </w:style>
  <w:style w:type="paragraph" w:customStyle="1" w:styleId="68744C1A748C454298115A7AF84870E646">
    <w:name w:val="68744C1A748C454298115A7AF84870E646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C4C61418A4347F9BA827076FCCCBA1A1">
    <w:name w:val="3C4C61418A4347F9BA827076FCCCBA1A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CCF1A21866E485E9AAC504AF55D71E11">
    <w:name w:val="1CCF1A21866E485E9AAC504AF55D71E1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DDB2DAEA1784517B63E9867CC2B03701">
    <w:name w:val="9DDB2DAEA1784517B63E9867CC2B0370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C1FC3E38E7E4A55B6395A772F4EC2681">
    <w:name w:val="5C1FC3E38E7E4A55B6395A772F4EC268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26CE6C95D7448568898B589FBA2ABD51">
    <w:name w:val="D26CE6C95D7448568898B589FBA2ABD5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4763E1F513E497CB81763695922A2921">
    <w:name w:val="C4763E1F513E497CB81763695922A292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5DDA55B35844166B9F24CC777C4600A1">
    <w:name w:val="25DDA55B35844166B9F24CC777C4600A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E0EF5D6D1114022B307C2C1C41076841">
    <w:name w:val="5E0EF5D6D1114022B307C2C1C41076841"/>
    <w:rsid w:val="00A97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28940CEE8154112866CD6CDA6C718AC">
    <w:name w:val="828940CEE8154112866CD6CDA6C718AC"/>
    <w:rsid w:val="00A97B64"/>
  </w:style>
  <w:style w:type="paragraph" w:customStyle="1" w:styleId="11FAE1FBCBA747BFB1E4B546CAE16FB1">
    <w:name w:val="11FAE1FBCBA747BFB1E4B546CAE16FB1"/>
    <w:rsid w:val="00A97B64"/>
  </w:style>
  <w:style w:type="paragraph" w:customStyle="1" w:styleId="68744C1A748C454298115A7AF84870E647">
    <w:name w:val="68744C1A748C454298115A7AF84870E647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5B4A142C98E460C82DD4465F54A14E8">
    <w:name w:val="75B4A142C98E460C82DD4465F54A14E8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52914DC27364FC0B17A66CC10BC61E0">
    <w:name w:val="652914DC27364FC0B17A66CC10BC61E0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0B9D8E00D324962BA74F3EE5A017296">
    <w:name w:val="00B9D8E00D324962BA74F3EE5A017296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3F09CEEF5DE43158C12D1F693E86DA9">
    <w:name w:val="73F09CEEF5DE43158C12D1F693E86DA9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BF40D313D4F485F94E71E9141E628C0">
    <w:name w:val="5BF40D313D4F485F94E71E9141E628C0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E5A66BEEF934DE4801884BBE3E9B9E8">
    <w:name w:val="3E5A66BEEF934DE4801884BBE3E9B9E8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14FDD500F9D4C628B0906F0D8752B7D">
    <w:name w:val="D14FDD500F9D4C628B0906F0D8752B7D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B261264D2744DEEA47771DF14391DB2">
    <w:name w:val="5B261264D2744DEEA47771DF14391DB2"/>
    <w:rsid w:val="00ED4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55CFDAB8FB446CB97847C6FBE4328C7">
    <w:name w:val="D55CFDAB8FB446CB97847C6FBE4328C7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60C574A82D49E6B88DA8B8315E792A">
    <w:name w:val="2960C574A82D49E6B88DA8B8315E792A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6395473B584C07BA41497C488C6CB8">
    <w:name w:val="3A6395473B584C07BA41497C488C6CB8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496300A11F4E04AF5B5862CA0575EB">
    <w:name w:val="65496300A11F4E04AF5B5862CA0575EB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DFA6C6252D403D85A0070FFFBB0F40">
    <w:name w:val="F7DFA6C6252D403D85A0070FFFBB0F40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CABB17F8BA46B7B593FD74712845B1">
    <w:name w:val="8BCABB17F8BA46B7B593FD74712845B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E1D77CD4924509A4217B23919972FE">
    <w:name w:val="D7E1D77CD4924509A4217B23919972FE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162A679015433593C6E4CEAF64A35B">
    <w:name w:val="B1162A679015433593C6E4CEAF64A35B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5CFDAB8FB446CB97847C6FBE4328C71">
    <w:name w:val="D55CFDAB8FB446CB97847C6FBE4328C7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60C574A82D49E6B88DA8B8315E792A1">
    <w:name w:val="2960C574A82D49E6B88DA8B8315E792A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6395473B584C07BA41497C488C6CB81">
    <w:name w:val="3A6395473B584C07BA41497C488C6CB8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496300A11F4E04AF5B5862CA0575EB1">
    <w:name w:val="65496300A11F4E04AF5B5862CA0575EB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DFA6C6252D403D85A0070FFFBB0F401">
    <w:name w:val="F7DFA6C6252D403D85A0070FFFBB0F40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CABB17F8BA46B7B593FD74712845B11">
    <w:name w:val="8BCABB17F8BA46B7B593FD74712845B1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E1D77CD4924509A4217B23919972FE1">
    <w:name w:val="D7E1D77CD4924509A4217B23919972FE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162A679015433593C6E4CEAF64A35B1">
    <w:name w:val="B1162A679015433593C6E4CEAF64A35B1"/>
    <w:rsid w:val="00990715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5558D615D446C18F2F4C4A215228DE">
    <w:name w:val="AD5558D615D446C18F2F4C4A215228DE"/>
    <w:rsid w:val="007F3457"/>
  </w:style>
  <w:style w:type="paragraph" w:customStyle="1" w:styleId="AD5558D615D446C18F2F4C4A215228DE1">
    <w:name w:val="AD5558D615D446C18F2F4C4A215228DE1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9DD2BBF19740B4B161CB857F67D6CA">
    <w:name w:val="D09DD2BBF19740B4B161CB857F67D6CA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5674C9408F43349EB304E084D1911A">
    <w:name w:val="1E5674C9408F43349EB304E084D1911A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3C6E4E57CF4CA480E318B9042203A0">
    <w:name w:val="443C6E4E57CF4CA480E318B9042203A0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1BE12B110A4408B30115CD108B0EE0">
    <w:name w:val="4C1BE12B110A4408B30115CD108B0EE0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7853D181C4421C9954293394F7205E">
    <w:name w:val="F77853D181C4421C9954293394F7205E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D1024D3ABC45909D837F43355240B9">
    <w:name w:val="7ED1024D3ABC45909D837F43355240B9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52D83CD557484F8FDB1707922C8383">
    <w:name w:val="9752D83CD557484F8FDB1707922C8383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408BDB366A4952A097C15944C9CE53">
    <w:name w:val="90408BDB366A4952A097C15944C9CE53"/>
    <w:rsid w:val="007F345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188B9255484A0AB19A9C595FE8A588">
    <w:name w:val="01188B9255484A0AB19A9C595FE8A588"/>
    <w:rsid w:val="00A9288C"/>
  </w:style>
  <w:style w:type="paragraph" w:customStyle="1" w:styleId="1573EA2B16D74E27A10E964A2172E0EB">
    <w:name w:val="1573EA2B16D74E27A10E964A2172E0EB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07768CFEA85452CAE0C8C425B897B96">
    <w:name w:val="207768CFEA85452CAE0C8C425B897B96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4D831885B74CAA8F642B9112C0333D">
    <w:name w:val="FF4D831885B74CAA8F642B9112C0333D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E4299D4FC443F6A19AB93AA6139F75">
    <w:name w:val="C1E4299D4FC443F6A19AB93AA6139F75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A574CE8561E44F0B3EB61C57B0DD5B7">
    <w:name w:val="0A574CE8561E44F0B3EB61C57B0DD5B7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19A815FF214508994C10262175A6BC">
    <w:name w:val="B019A815FF214508994C10262175A6BC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537D0B7BAA4C158269E50F95B65E2A">
    <w:name w:val="F8537D0B7BAA4C158269E50F95B65E2A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3121CF36AD457298A0791536A79A76">
    <w:name w:val="703121CF36AD457298A0791536A79A76"/>
    <w:rsid w:val="008B0EE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91836018BB4783900DC4852D5BC93A">
    <w:name w:val="4791836018BB4783900DC4852D5BC93A"/>
    <w:rsid w:val="002B6B39"/>
  </w:style>
  <w:style w:type="paragraph" w:customStyle="1" w:styleId="4791836018BB4783900DC4852D5BC93A1">
    <w:name w:val="4791836018BB4783900DC4852D5BC93A1"/>
    <w:rsid w:val="007917BE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91836018BB4783900DC4852D5BC93A2">
    <w:name w:val="4791836018BB4783900DC4852D5BC93A2"/>
    <w:rsid w:val="0007085E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9B71B-780D-4C0A-9F4B-F1B7E0B55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DCA4FB48</Template>
  <TotalTime>2</TotalTime>
  <Pages>1</Pages>
  <Words>82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«ClinicName»</vt:lpstr>
    </vt:vector>
  </TitlesOfParts>
  <Company>Lakes District Health Board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«ClinicName»</dc:title>
  <dc:creator>Hemi Richards</dc:creator>
  <cp:lastModifiedBy>Mildred Pretorius</cp:lastModifiedBy>
  <cp:revision>2</cp:revision>
  <cp:lastPrinted>2015-08-25T04:15:00Z</cp:lastPrinted>
  <dcterms:created xsi:type="dcterms:W3CDTF">2016-02-25T19:42:00Z</dcterms:created>
  <dcterms:modified xsi:type="dcterms:W3CDTF">2016-02-25T19:42:00Z</dcterms:modified>
</cp:coreProperties>
</file>