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D3C" w:rsidRDefault="005D3D3C" w:rsidP="00B065FB">
      <w:pPr>
        <w:tabs>
          <w:tab w:val="left" w:pos="9923"/>
        </w:tabs>
        <w:ind w:left="284" w:right="544"/>
        <w:rPr>
          <w:rFonts w:cs="Arial"/>
          <w:b/>
          <w:szCs w:val="20"/>
        </w:rPr>
      </w:pPr>
    </w:p>
    <w:p w:rsidR="005D3D3C" w:rsidRDefault="005D3D3C" w:rsidP="00B065FB">
      <w:pPr>
        <w:tabs>
          <w:tab w:val="left" w:pos="9923"/>
        </w:tabs>
        <w:ind w:left="284" w:right="544"/>
        <w:rPr>
          <w:rFonts w:cs="Arial"/>
          <w:b/>
          <w:szCs w:val="20"/>
        </w:rPr>
      </w:pPr>
    </w:p>
    <w:p w:rsidR="005D3D3C" w:rsidRPr="005D3D3C" w:rsidRDefault="009F183E" w:rsidP="00D468F9">
      <w:pPr>
        <w:pBdr>
          <w:top w:val="single" w:sz="18" w:space="1" w:color="E36C0A" w:themeColor="accent6" w:themeShade="BF"/>
          <w:left w:val="single" w:sz="18" w:space="4" w:color="E36C0A" w:themeColor="accent6" w:themeShade="BF"/>
          <w:bottom w:val="single" w:sz="18" w:space="0" w:color="E36C0A" w:themeColor="accent6" w:themeShade="BF"/>
          <w:right w:val="single" w:sz="18" w:space="4" w:color="E36C0A" w:themeColor="accent6" w:themeShade="BF"/>
        </w:pBdr>
        <w:shd w:val="clear" w:color="auto" w:fill="E36C0A" w:themeFill="accent6" w:themeFillShade="BF"/>
        <w:tabs>
          <w:tab w:val="left" w:pos="9923"/>
        </w:tabs>
        <w:ind w:left="284" w:right="544"/>
        <w:jc w:val="center"/>
        <w:rPr>
          <w:rFonts w:cs="Arial"/>
          <w:b/>
          <w:color w:val="FFFFFF" w:themeColor="background1"/>
          <w:sz w:val="32"/>
          <w:szCs w:val="32"/>
        </w:rPr>
      </w:pPr>
      <w:r>
        <w:rPr>
          <w:rFonts w:cs="Arial"/>
          <w:b/>
          <w:color w:val="FFFFFF" w:themeColor="background1"/>
          <w:sz w:val="32"/>
          <w:szCs w:val="32"/>
        </w:rPr>
        <w:t>MH&amp;AS</w:t>
      </w:r>
      <w:r w:rsidR="000635ED">
        <w:rPr>
          <w:rFonts w:cs="Arial"/>
          <w:b/>
          <w:color w:val="FFFFFF" w:themeColor="background1"/>
          <w:sz w:val="32"/>
          <w:szCs w:val="32"/>
        </w:rPr>
        <w:t xml:space="preserve"> </w:t>
      </w:r>
      <w:r>
        <w:rPr>
          <w:rFonts w:cs="Arial"/>
          <w:b/>
          <w:color w:val="FFFFFF" w:themeColor="background1"/>
          <w:sz w:val="32"/>
          <w:szCs w:val="32"/>
        </w:rPr>
        <w:t>REFERRAL</w:t>
      </w:r>
    </w:p>
    <w:p w:rsidR="005D3D3C" w:rsidRPr="000635ED" w:rsidRDefault="005D3D3C" w:rsidP="00B065FB">
      <w:pPr>
        <w:tabs>
          <w:tab w:val="left" w:pos="9923"/>
        </w:tabs>
        <w:ind w:left="284" w:right="544"/>
        <w:rPr>
          <w:rFonts w:cs="Arial"/>
          <w:b/>
          <w:sz w:val="4"/>
          <w:szCs w:val="4"/>
        </w:rPr>
      </w:pPr>
    </w:p>
    <w:tbl>
      <w:tblPr>
        <w:tblStyle w:val="TableGrid"/>
        <w:tblW w:w="0" w:type="auto"/>
        <w:tblInd w:w="284" w:type="dxa"/>
        <w:tblBorders>
          <w:top w:val="single" w:sz="18" w:space="0" w:color="E36C0A" w:themeColor="accent6" w:themeShade="BF"/>
          <w:left w:val="single" w:sz="18" w:space="0" w:color="E36C0A" w:themeColor="accent6" w:themeShade="BF"/>
          <w:bottom w:val="single" w:sz="18" w:space="0" w:color="E36C0A" w:themeColor="accent6" w:themeShade="BF"/>
          <w:right w:val="single" w:sz="18" w:space="0" w:color="E36C0A" w:themeColor="accent6" w:themeShade="BF"/>
          <w:insideH w:val="single" w:sz="18" w:space="0" w:color="E36C0A" w:themeColor="accent6" w:themeShade="BF"/>
          <w:insideV w:val="single" w:sz="18" w:space="0" w:color="E36C0A" w:themeColor="accent6" w:themeShade="BF"/>
        </w:tblBorders>
        <w:tblLook w:val="04A0" w:firstRow="1" w:lastRow="0" w:firstColumn="1" w:lastColumn="0" w:noHBand="0" w:noVBand="1"/>
      </w:tblPr>
      <w:tblGrid>
        <w:gridCol w:w="9889"/>
      </w:tblGrid>
      <w:tr w:rsidR="00D468F9" w:rsidTr="00D468F9">
        <w:trPr>
          <w:trHeight w:val="35"/>
        </w:trPr>
        <w:tc>
          <w:tcPr>
            <w:tcW w:w="9889" w:type="dxa"/>
            <w:shd w:val="clear" w:color="auto" w:fill="E36C0A" w:themeFill="accent6" w:themeFillShade="BF"/>
          </w:tcPr>
          <w:p w:rsidR="00D468F9" w:rsidRPr="00BF2539" w:rsidRDefault="00D468F9" w:rsidP="00D468F9">
            <w:pPr>
              <w:ind w:left="-108" w:right="-108"/>
              <w:jc w:val="center"/>
              <w:rPr>
                <w:b/>
              </w:rPr>
            </w:pPr>
            <w:r w:rsidRPr="00BF2539">
              <w:rPr>
                <w:b/>
                <w:color w:val="FFFFFF" w:themeColor="background1"/>
              </w:rPr>
              <w:t>FORWARD TO</w:t>
            </w:r>
          </w:p>
        </w:tc>
      </w:tr>
      <w:tr w:rsidR="00D468F9" w:rsidTr="00D468F9">
        <w:trPr>
          <w:trHeight w:val="309"/>
        </w:trPr>
        <w:tc>
          <w:tcPr>
            <w:tcW w:w="9889" w:type="dxa"/>
          </w:tcPr>
          <w:p w:rsidR="00D468F9" w:rsidRPr="00BF2539" w:rsidRDefault="00D468F9" w:rsidP="00D468F9">
            <w:pPr>
              <w:spacing w:before="80" w:after="8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Single Point of Entry Team</w:t>
            </w:r>
          </w:p>
          <w:p w:rsidR="00D468F9" w:rsidRPr="00D468F9" w:rsidRDefault="00D468F9" w:rsidP="000635ED">
            <w:pPr>
              <w:spacing w:before="40" w:after="4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 xml:space="preserve">Phone: </w:t>
            </w:r>
            <w:r w:rsidRPr="00D468F9">
              <w:t>07 343-7756 ext 7991</w:t>
            </w:r>
            <w:r>
              <w:rPr>
                <w:b/>
              </w:rPr>
              <w:t xml:space="preserve">   Fax: </w:t>
            </w:r>
            <w:r w:rsidRPr="00D468F9">
              <w:t>07 349-7883</w:t>
            </w:r>
            <w:r>
              <w:rPr>
                <w:b/>
              </w:rPr>
              <w:t xml:space="preserve">   </w:t>
            </w:r>
            <w:r w:rsidRPr="00BF2539">
              <w:rPr>
                <w:b/>
              </w:rPr>
              <w:t>Email:</w:t>
            </w:r>
            <w:r>
              <w:t xml:space="preserve"> </w:t>
            </w:r>
            <w:hyperlink r:id="rId9" w:history="1">
              <w:r w:rsidRPr="00081973">
                <w:rPr>
                  <w:rStyle w:val="Hyperlink"/>
                </w:rPr>
                <w:t>MH&amp;AS.singlepoint@lakesdhb.govt.nz</w:t>
              </w:r>
            </w:hyperlink>
          </w:p>
        </w:tc>
      </w:tr>
    </w:tbl>
    <w:p w:rsidR="000635ED" w:rsidRPr="00D468F9" w:rsidRDefault="000635ED" w:rsidP="009F183E">
      <w:pPr>
        <w:tabs>
          <w:tab w:val="left" w:pos="9923"/>
        </w:tabs>
        <w:spacing w:before="80" w:after="80"/>
        <w:ind w:left="284" w:right="544"/>
        <w:rPr>
          <w:rFonts w:cs="Arial"/>
          <w:sz w:val="4"/>
          <w:szCs w:val="4"/>
        </w:rPr>
      </w:pPr>
      <w:r w:rsidRPr="0009050B">
        <w:rPr>
          <w:rFonts w:cs="Arial"/>
          <w:b/>
          <w:szCs w:val="20"/>
        </w:rPr>
        <w:t>Date:</w:t>
      </w:r>
      <w:r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 xml:space="preserve">              </w:t>
      </w:r>
      <w:r w:rsidR="00A1104F">
        <w:rPr>
          <w:rFonts w:cs="Arial"/>
          <w:szCs w:val="20"/>
        </w:rPr>
        <w:fldChar w:fldCharType="begin"/>
      </w:r>
      <w:r w:rsidR="00A1104F">
        <w:rPr>
          <w:rFonts w:cs="Arial"/>
          <w:szCs w:val="20"/>
        </w:rPr>
        <w:instrText xml:space="preserve"> DATE \@ "d/MM/yyyy h:mm:ss am/pm" </w:instrText>
      </w:r>
      <w:r w:rsidR="00A1104F">
        <w:rPr>
          <w:rFonts w:cs="Arial"/>
          <w:szCs w:val="20"/>
        </w:rPr>
        <w:fldChar w:fldCharType="separate"/>
      </w:r>
      <w:r w:rsidR="00C30FC8">
        <w:rPr>
          <w:rFonts w:cs="Arial"/>
          <w:noProof/>
          <w:szCs w:val="20"/>
        </w:rPr>
        <w:t>29/01/2016 2:48:50 p.m.</w:t>
      </w:r>
      <w:r w:rsidR="00A1104F">
        <w:rPr>
          <w:rFonts w:cs="Arial"/>
          <w:szCs w:val="20"/>
        </w:rPr>
        <w:fldChar w:fldCharType="end"/>
      </w:r>
    </w:p>
    <w:tbl>
      <w:tblPr>
        <w:tblStyle w:val="TableGrid"/>
        <w:tblW w:w="0" w:type="auto"/>
        <w:tblInd w:w="284" w:type="dxa"/>
        <w:tblBorders>
          <w:top w:val="single" w:sz="18" w:space="0" w:color="002060"/>
          <w:left w:val="single" w:sz="18" w:space="0" w:color="002060"/>
          <w:bottom w:val="single" w:sz="18" w:space="0" w:color="002060"/>
          <w:right w:val="single" w:sz="18" w:space="0" w:color="002060"/>
          <w:insideH w:val="single" w:sz="18" w:space="0" w:color="002060"/>
          <w:insideV w:val="single" w:sz="18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9B4C2F" w:rsidTr="00D468F9">
        <w:tc>
          <w:tcPr>
            <w:tcW w:w="9889" w:type="dxa"/>
            <w:shd w:val="clear" w:color="auto" w:fill="002060"/>
          </w:tcPr>
          <w:p w:rsidR="009B4C2F" w:rsidRPr="00F25A8D" w:rsidRDefault="009B4C2F" w:rsidP="00B065FB">
            <w:pPr>
              <w:tabs>
                <w:tab w:val="left" w:pos="9923"/>
              </w:tabs>
              <w:ind w:right="544"/>
              <w:rPr>
                <w:rFonts w:cs="Arial"/>
                <w:b/>
                <w:szCs w:val="20"/>
              </w:rPr>
            </w:pPr>
            <w:r w:rsidRPr="00F25A8D">
              <w:rPr>
                <w:rFonts w:cs="Arial"/>
                <w:b/>
                <w:szCs w:val="20"/>
              </w:rPr>
              <w:t>REFERRER INFORMATION</w:t>
            </w:r>
          </w:p>
        </w:tc>
      </w:tr>
      <w:tr w:rsidR="009B4C2F" w:rsidTr="00D468F9">
        <w:tc>
          <w:tcPr>
            <w:tcW w:w="9889" w:type="dxa"/>
          </w:tcPr>
          <w:p w:rsidR="009B4C2F" w:rsidRDefault="009B4C2F" w:rsidP="009B4C2F">
            <w:pPr>
              <w:spacing w:before="80"/>
              <w:ind w:right="-108"/>
              <w:rPr>
                <w:rFonts w:cs="Arial"/>
                <w:szCs w:val="20"/>
              </w:rPr>
            </w:pPr>
            <w:r w:rsidRPr="00B065FB">
              <w:rPr>
                <w:rFonts w:cs="Arial"/>
                <w:b/>
                <w:szCs w:val="20"/>
              </w:rPr>
              <w:t>Referrer:</w:t>
            </w:r>
            <w:r>
              <w:rPr>
                <w:rFonts w:cs="Arial"/>
                <w:szCs w:val="20"/>
              </w:rPr>
              <w:tab/>
            </w:r>
            <w:bookmarkStart w:id="0" w:name="_GoBack"/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3" type="#_x0000_t75" style="width:410.25pt;height:18.75pt" o:ole="">
                  <v:imagedata r:id="rId10" o:title=""/>
                </v:shape>
                <w:control r:id="rId11" w:name="TextBox513112122412" w:shapeid="_x0000_i1093"/>
              </w:object>
            </w:r>
            <w:bookmarkEnd w:id="0"/>
          </w:p>
          <w:p w:rsidR="009B4C2F" w:rsidRPr="00FE48A3" w:rsidRDefault="009B4C2F" w:rsidP="009B4C2F">
            <w:pPr>
              <w:ind w:right="-108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Organisation:</w:t>
            </w:r>
            <w:r w:rsidRPr="00FE48A3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095" type="#_x0000_t75" style="width:410.25pt;height:18.75pt" o:ole="">
                  <v:imagedata r:id="rId10" o:title=""/>
                </v:shape>
                <w:control r:id="rId12" w:name="TextBox513112122411" w:shapeid="_x0000_i1095"/>
              </w:object>
            </w:r>
          </w:p>
          <w:p w:rsidR="009B4C2F" w:rsidRDefault="009B4C2F" w:rsidP="009B4C2F">
            <w:pPr>
              <w:ind w:right="-108"/>
              <w:rPr>
                <w:rFonts w:cs="Arial"/>
                <w:szCs w:val="20"/>
              </w:rPr>
            </w:pPr>
            <w:r w:rsidRPr="001161DF">
              <w:rPr>
                <w:rFonts w:cs="Arial"/>
                <w:b/>
                <w:szCs w:val="20"/>
              </w:rPr>
              <w:t>Address:</w:t>
            </w:r>
            <w:r>
              <w:rPr>
                <w:rFonts w:cs="Arial"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097" type="#_x0000_t75" style="width:410.25pt;height:18.75pt" o:ole="">
                  <v:imagedata r:id="rId10" o:title=""/>
                </v:shape>
                <w:control r:id="rId13" w:name="TextBox51311212241" w:shapeid="_x0000_i1097"/>
              </w:object>
            </w:r>
          </w:p>
          <w:p w:rsidR="009B4C2F" w:rsidRDefault="009B4C2F" w:rsidP="009B4C2F">
            <w:pPr>
              <w:tabs>
                <w:tab w:val="left" w:pos="1441"/>
              </w:tabs>
              <w:ind w:right="-108"/>
              <w:rPr>
                <w:rFonts w:cs="Arial"/>
                <w:szCs w:val="20"/>
              </w:rPr>
            </w:pPr>
            <w:r w:rsidRPr="001161DF">
              <w:rPr>
                <w:rFonts w:cs="Arial"/>
                <w:b/>
                <w:szCs w:val="20"/>
              </w:rPr>
              <w:t>Phone:</w:t>
            </w:r>
            <w:r>
              <w:rPr>
                <w:rFonts w:cs="Arial"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099" type="#_x0000_t75" style="width:156pt;height:18.75pt" o:ole="">
                  <v:imagedata r:id="rId14" o:title=""/>
                </v:shape>
                <w:control r:id="rId15" w:name="TextBox13111121132" w:shapeid="_x0000_i1099"/>
              </w:object>
            </w:r>
            <w:r>
              <w:rPr>
                <w:rFonts w:cs="Arial"/>
                <w:szCs w:val="20"/>
              </w:rPr>
              <w:t xml:space="preserve"> </w:t>
            </w:r>
            <w:r w:rsidRPr="001161DF">
              <w:rPr>
                <w:rFonts w:cs="Arial"/>
                <w:b/>
                <w:szCs w:val="20"/>
              </w:rPr>
              <w:t>Mobile:</w:t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01" type="#_x0000_t75" style="width:3in;height:18.75pt" o:ole="">
                  <v:imagedata r:id="rId16" o:title=""/>
                </v:shape>
                <w:control r:id="rId17" w:name="TextBox131111211122" w:shapeid="_x0000_i1101"/>
              </w:object>
            </w:r>
          </w:p>
          <w:p w:rsidR="009B4C2F" w:rsidRDefault="009B4C2F" w:rsidP="009B4C2F">
            <w:pPr>
              <w:tabs>
                <w:tab w:val="left" w:pos="1441"/>
              </w:tabs>
              <w:spacing w:after="80"/>
              <w:ind w:right="-108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Email:</w:t>
            </w:r>
            <w:r>
              <w:rPr>
                <w:rFonts w:cs="Arial"/>
                <w:b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03" type="#_x0000_t75" style="width:410.25pt;height:18.75pt" o:ole="">
                  <v:imagedata r:id="rId10" o:title=""/>
                </v:shape>
                <w:control r:id="rId18" w:name="TextBox1311111111122" w:shapeid="_x0000_i1103"/>
              </w:object>
            </w:r>
          </w:p>
        </w:tc>
      </w:tr>
    </w:tbl>
    <w:p w:rsidR="00D468F9" w:rsidRPr="00D468F9" w:rsidRDefault="00D468F9">
      <w:pPr>
        <w:rPr>
          <w:sz w:val="4"/>
          <w:szCs w:val="4"/>
        </w:rPr>
      </w:pPr>
    </w:p>
    <w:tbl>
      <w:tblPr>
        <w:tblStyle w:val="TableGrid"/>
        <w:tblW w:w="0" w:type="auto"/>
        <w:tblInd w:w="284" w:type="dxa"/>
        <w:tblBorders>
          <w:top w:val="single" w:sz="18" w:space="0" w:color="002060"/>
          <w:left w:val="single" w:sz="18" w:space="0" w:color="002060"/>
          <w:bottom w:val="single" w:sz="18" w:space="0" w:color="002060"/>
          <w:right w:val="single" w:sz="18" w:space="0" w:color="002060"/>
          <w:insideH w:val="single" w:sz="18" w:space="0" w:color="002060"/>
          <w:insideV w:val="single" w:sz="18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9B4C2F" w:rsidTr="00D468F9">
        <w:tc>
          <w:tcPr>
            <w:tcW w:w="9889" w:type="dxa"/>
            <w:shd w:val="clear" w:color="auto" w:fill="002060"/>
          </w:tcPr>
          <w:p w:rsidR="009B4C2F" w:rsidRPr="00F25A8D" w:rsidRDefault="009B4C2F" w:rsidP="00B065FB">
            <w:pPr>
              <w:tabs>
                <w:tab w:val="left" w:pos="9923"/>
              </w:tabs>
              <w:ind w:right="544"/>
              <w:rPr>
                <w:rFonts w:cs="Arial"/>
                <w:b/>
                <w:szCs w:val="20"/>
              </w:rPr>
            </w:pPr>
            <w:r w:rsidRPr="00F25A8D">
              <w:rPr>
                <w:rFonts w:cs="Arial"/>
                <w:b/>
                <w:szCs w:val="20"/>
              </w:rPr>
              <w:t>CONSENT</w:t>
            </w:r>
          </w:p>
        </w:tc>
      </w:tr>
      <w:tr w:rsidR="009B4C2F" w:rsidTr="00D468F9">
        <w:tc>
          <w:tcPr>
            <w:tcW w:w="9889" w:type="dxa"/>
          </w:tcPr>
          <w:p w:rsidR="009B4C2F" w:rsidRPr="00FE48A3" w:rsidRDefault="009B4C2F" w:rsidP="000635ED">
            <w:pPr>
              <w:tabs>
                <w:tab w:val="left" w:pos="7654"/>
              </w:tabs>
              <w:spacing w:before="120" w:after="120"/>
              <w:ind w:right="-108"/>
              <w:rPr>
                <w:rFonts w:cs="Arial"/>
                <w:b/>
                <w:szCs w:val="20"/>
              </w:rPr>
            </w:pPr>
            <w:r w:rsidRPr="00B065FB">
              <w:rPr>
                <w:rFonts w:cs="Arial"/>
                <w:b/>
                <w:szCs w:val="20"/>
              </w:rPr>
              <w:t>Consent obtained:</w:t>
            </w:r>
            <w:r w:rsidRPr="00FE48A3">
              <w:rPr>
                <w:rFonts w:cs="Arial"/>
                <w:b/>
                <w:szCs w:val="20"/>
              </w:rPr>
              <w:t xml:space="preserve"> </w:t>
            </w:r>
            <w:r>
              <w:rPr>
                <w:rFonts w:cs="Arial"/>
                <w:b/>
                <w:szCs w:val="20"/>
              </w:rPr>
              <w:tab/>
            </w:r>
            <w:sdt>
              <w:sdtPr>
                <w:rPr>
                  <w:rFonts w:cs="Arial"/>
                  <w:szCs w:val="20"/>
                </w:rPr>
                <w:id w:val="-118490619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1D0B47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>
              <w:rPr>
                <w:rFonts w:cs="Arial"/>
                <w:b/>
                <w:szCs w:val="20"/>
              </w:rPr>
              <w:t xml:space="preserve">Yes </w:t>
            </w:r>
            <w:r>
              <w:rPr>
                <w:rFonts w:cs="Arial"/>
                <w:b/>
                <w:szCs w:val="20"/>
              </w:rPr>
              <w:tab/>
            </w:r>
            <w:sdt>
              <w:sdtPr>
                <w:rPr>
                  <w:rFonts w:cs="Arial"/>
                  <w:szCs w:val="20"/>
                </w:rPr>
                <w:id w:val="130140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>
              <w:rPr>
                <w:rFonts w:cs="Arial"/>
                <w:b/>
                <w:szCs w:val="20"/>
              </w:rPr>
              <w:t>No</w:t>
            </w:r>
          </w:p>
          <w:p w:rsidR="009B4C2F" w:rsidRPr="00FE48A3" w:rsidRDefault="009B4C2F" w:rsidP="000635ED">
            <w:pPr>
              <w:tabs>
                <w:tab w:val="left" w:pos="6811"/>
                <w:tab w:val="left" w:pos="7655"/>
              </w:tabs>
              <w:spacing w:before="120" w:after="120"/>
              <w:ind w:right="-108"/>
              <w:rPr>
                <w:rFonts w:cs="Arial"/>
                <w:b/>
                <w:szCs w:val="20"/>
              </w:rPr>
            </w:pPr>
            <w:r w:rsidRPr="00B065FB">
              <w:rPr>
                <w:rFonts w:cs="Arial"/>
                <w:b/>
                <w:szCs w:val="20"/>
              </w:rPr>
              <w:t xml:space="preserve">Consent to leave messages when not available? </w:t>
            </w:r>
            <w:r w:rsidRPr="00B065FB">
              <w:rPr>
                <w:rFonts w:cs="Arial"/>
                <w:b/>
                <w:szCs w:val="20"/>
              </w:rPr>
              <w:tab/>
              <w:t>Home:</w:t>
            </w:r>
            <w:r>
              <w:rPr>
                <w:rFonts w:cs="Arial"/>
                <w:szCs w:val="20"/>
              </w:rPr>
              <w:tab/>
            </w:r>
            <w:sdt>
              <w:sdtPr>
                <w:rPr>
                  <w:rFonts w:cs="Arial"/>
                  <w:szCs w:val="20"/>
                </w:rPr>
                <w:id w:val="-62292712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1D0B47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>
              <w:rPr>
                <w:rFonts w:cs="Arial"/>
                <w:b/>
                <w:szCs w:val="20"/>
              </w:rPr>
              <w:t xml:space="preserve">Yes </w:t>
            </w:r>
            <w:r>
              <w:rPr>
                <w:rFonts w:cs="Arial"/>
                <w:b/>
                <w:szCs w:val="20"/>
              </w:rPr>
              <w:tab/>
            </w:r>
            <w:sdt>
              <w:sdtPr>
                <w:rPr>
                  <w:rFonts w:cs="Arial"/>
                  <w:szCs w:val="20"/>
                </w:rPr>
                <w:id w:val="2002857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>
              <w:rPr>
                <w:rFonts w:cs="Arial"/>
                <w:b/>
                <w:szCs w:val="20"/>
              </w:rPr>
              <w:t>No</w:t>
            </w:r>
          </w:p>
          <w:p w:rsidR="009B4C2F" w:rsidRPr="00FE48A3" w:rsidRDefault="009B4C2F" w:rsidP="000635ED">
            <w:pPr>
              <w:tabs>
                <w:tab w:val="left" w:pos="6804"/>
                <w:tab w:val="left" w:pos="7651"/>
              </w:tabs>
              <w:spacing w:before="120" w:after="120"/>
              <w:ind w:right="-108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ab/>
              <w:t>Mobile:</w:t>
            </w:r>
            <w:r w:rsidRPr="00FE48A3">
              <w:rPr>
                <w:rFonts w:cs="Arial"/>
                <w:b/>
                <w:szCs w:val="20"/>
              </w:rPr>
              <w:tab/>
            </w:r>
            <w:sdt>
              <w:sdtPr>
                <w:rPr>
                  <w:rFonts w:cs="Arial"/>
                  <w:szCs w:val="20"/>
                </w:rPr>
                <w:id w:val="-172944831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1D0B47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>
              <w:rPr>
                <w:rFonts w:cs="Arial"/>
                <w:b/>
                <w:szCs w:val="20"/>
              </w:rPr>
              <w:t xml:space="preserve">Yes </w:t>
            </w:r>
            <w:r>
              <w:rPr>
                <w:rFonts w:cs="Arial"/>
                <w:b/>
                <w:szCs w:val="20"/>
              </w:rPr>
              <w:tab/>
            </w:r>
            <w:sdt>
              <w:sdtPr>
                <w:rPr>
                  <w:rFonts w:cs="Arial"/>
                  <w:szCs w:val="20"/>
                </w:rPr>
                <w:id w:val="-2099476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>
              <w:rPr>
                <w:rFonts w:cs="Arial"/>
                <w:b/>
                <w:szCs w:val="20"/>
              </w:rPr>
              <w:t>No</w:t>
            </w:r>
          </w:p>
          <w:p w:rsidR="009B4C2F" w:rsidRPr="00B065FB" w:rsidRDefault="009B4C2F" w:rsidP="000635ED">
            <w:pPr>
              <w:tabs>
                <w:tab w:val="left" w:pos="7654"/>
              </w:tabs>
              <w:spacing w:before="120" w:after="120"/>
              <w:ind w:right="-108"/>
              <w:rPr>
                <w:rFonts w:cs="Arial"/>
                <w:b/>
                <w:szCs w:val="20"/>
              </w:rPr>
            </w:pPr>
            <w:r w:rsidRPr="00B065FB">
              <w:rPr>
                <w:rFonts w:cs="Arial"/>
                <w:b/>
                <w:szCs w:val="20"/>
              </w:rPr>
              <w:t xml:space="preserve">Consent to send correspondence? </w:t>
            </w:r>
            <w:r>
              <w:rPr>
                <w:rFonts w:cs="Arial"/>
                <w:b/>
                <w:szCs w:val="20"/>
              </w:rPr>
              <w:tab/>
            </w:r>
            <w:sdt>
              <w:sdtPr>
                <w:rPr>
                  <w:rFonts w:cs="Arial"/>
                  <w:szCs w:val="20"/>
                </w:rPr>
                <w:id w:val="-127871598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1D0B47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>
              <w:rPr>
                <w:rFonts w:cs="Arial"/>
                <w:b/>
                <w:szCs w:val="20"/>
              </w:rPr>
              <w:t xml:space="preserve">Yes </w:t>
            </w:r>
            <w:r>
              <w:rPr>
                <w:rFonts w:cs="Arial"/>
                <w:b/>
                <w:szCs w:val="20"/>
              </w:rPr>
              <w:tab/>
            </w:r>
            <w:sdt>
              <w:sdtPr>
                <w:rPr>
                  <w:rFonts w:cs="Arial"/>
                  <w:szCs w:val="20"/>
                </w:rPr>
                <w:id w:val="1443731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>
              <w:rPr>
                <w:rFonts w:cs="Arial"/>
                <w:b/>
                <w:szCs w:val="20"/>
              </w:rPr>
              <w:t>No</w:t>
            </w:r>
          </w:p>
          <w:p w:rsidR="009B4C2F" w:rsidRPr="009B4C2F" w:rsidRDefault="009B4C2F" w:rsidP="000635ED">
            <w:pPr>
              <w:tabs>
                <w:tab w:val="left" w:pos="7654"/>
              </w:tabs>
              <w:spacing w:before="120" w:after="120"/>
              <w:ind w:right="-108"/>
              <w:rPr>
                <w:rFonts w:cs="Arial"/>
                <w:b/>
                <w:szCs w:val="20"/>
              </w:rPr>
            </w:pPr>
            <w:r w:rsidRPr="00B065FB">
              <w:rPr>
                <w:rFonts w:cs="Arial"/>
                <w:b/>
                <w:szCs w:val="20"/>
              </w:rPr>
              <w:t xml:space="preserve">Are family members aware of this referral? </w:t>
            </w:r>
            <w:r>
              <w:rPr>
                <w:rFonts w:cs="Arial"/>
                <w:b/>
                <w:szCs w:val="20"/>
              </w:rPr>
              <w:tab/>
            </w:r>
            <w:sdt>
              <w:sdtPr>
                <w:rPr>
                  <w:rFonts w:cs="Arial"/>
                  <w:szCs w:val="20"/>
                </w:rPr>
                <w:id w:val="131360910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1D0B47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>
              <w:rPr>
                <w:rFonts w:cs="Arial"/>
                <w:b/>
                <w:szCs w:val="20"/>
              </w:rPr>
              <w:t xml:space="preserve">Yes </w:t>
            </w:r>
            <w:r>
              <w:rPr>
                <w:rFonts w:cs="Arial"/>
                <w:b/>
                <w:szCs w:val="20"/>
              </w:rPr>
              <w:tab/>
            </w:r>
            <w:sdt>
              <w:sdtPr>
                <w:rPr>
                  <w:rFonts w:cs="Arial"/>
                  <w:szCs w:val="20"/>
                </w:rPr>
                <w:id w:val="2094047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B47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>
              <w:rPr>
                <w:rFonts w:cs="Arial"/>
                <w:b/>
                <w:szCs w:val="20"/>
              </w:rPr>
              <w:t>No</w:t>
            </w:r>
          </w:p>
        </w:tc>
      </w:tr>
    </w:tbl>
    <w:p w:rsidR="00D468F9" w:rsidRPr="00D468F9" w:rsidRDefault="00D468F9">
      <w:pPr>
        <w:rPr>
          <w:sz w:val="4"/>
          <w:szCs w:val="4"/>
        </w:rPr>
      </w:pPr>
    </w:p>
    <w:tbl>
      <w:tblPr>
        <w:tblStyle w:val="TableGrid"/>
        <w:tblW w:w="0" w:type="auto"/>
        <w:tblInd w:w="284" w:type="dxa"/>
        <w:tblBorders>
          <w:top w:val="single" w:sz="18" w:space="0" w:color="002060"/>
          <w:left w:val="single" w:sz="18" w:space="0" w:color="002060"/>
          <w:bottom w:val="single" w:sz="18" w:space="0" w:color="002060"/>
          <w:right w:val="single" w:sz="18" w:space="0" w:color="002060"/>
          <w:insideH w:val="single" w:sz="18" w:space="0" w:color="002060"/>
          <w:insideV w:val="single" w:sz="18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9B4C2F" w:rsidTr="00D468F9">
        <w:tc>
          <w:tcPr>
            <w:tcW w:w="9889" w:type="dxa"/>
            <w:shd w:val="clear" w:color="auto" w:fill="002060"/>
          </w:tcPr>
          <w:p w:rsidR="009B4C2F" w:rsidRPr="00F25A8D" w:rsidRDefault="009B4C2F" w:rsidP="00B065FB">
            <w:pPr>
              <w:tabs>
                <w:tab w:val="left" w:pos="9923"/>
              </w:tabs>
              <w:ind w:right="544"/>
              <w:rPr>
                <w:rFonts w:cs="Arial"/>
                <w:b/>
                <w:szCs w:val="20"/>
              </w:rPr>
            </w:pPr>
            <w:r w:rsidRPr="00F25A8D">
              <w:rPr>
                <w:rFonts w:cs="Arial"/>
                <w:b/>
                <w:szCs w:val="20"/>
              </w:rPr>
              <w:t>DEMOGRAPHIC INFORMATION</w:t>
            </w:r>
          </w:p>
        </w:tc>
      </w:tr>
      <w:tr w:rsidR="009B4C2F" w:rsidTr="00D468F9">
        <w:tc>
          <w:tcPr>
            <w:tcW w:w="9889" w:type="dxa"/>
          </w:tcPr>
          <w:p w:rsidR="009B4C2F" w:rsidRPr="00B065FB" w:rsidRDefault="009B4C2F" w:rsidP="007C6A2D">
            <w:pPr>
              <w:tabs>
                <w:tab w:val="left" w:pos="1417"/>
                <w:tab w:val="left" w:pos="2835"/>
                <w:tab w:val="left" w:pos="3969"/>
              </w:tabs>
              <w:spacing w:before="80"/>
              <w:ind w:right="-108"/>
              <w:rPr>
                <w:rFonts w:cs="Arial"/>
                <w:b/>
                <w:szCs w:val="20"/>
              </w:rPr>
            </w:pPr>
            <w:r w:rsidRPr="00605FFB">
              <w:rPr>
                <w:rFonts w:cs="Arial"/>
                <w:b/>
                <w:szCs w:val="20"/>
              </w:rPr>
              <w:t>Gender:</w:t>
            </w:r>
            <w:r>
              <w:rPr>
                <w:rFonts w:cs="Arial"/>
                <w:szCs w:val="20"/>
              </w:rPr>
              <w:tab/>
            </w:r>
            <w:sdt>
              <w:sdtPr>
                <w:rPr>
                  <w:rFonts w:cs="Arial"/>
                  <w:szCs w:val="20"/>
                </w:rPr>
                <w:id w:val="-58922683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1D0B47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>
              <w:rPr>
                <w:rFonts w:cs="Arial"/>
                <w:b/>
                <w:szCs w:val="20"/>
              </w:rPr>
              <w:t xml:space="preserve">Female  </w:t>
            </w:r>
            <w:r>
              <w:rPr>
                <w:rFonts w:cs="Arial"/>
                <w:b/>
                <w:szCs w:val="20"/>
              </w:rPr>
              <w:tab/>
            </w:r>
            <w:sdt>
              <w:sdtPr>
                <w:rPr>
                  <w:rFonts w:cs="Arial"/>
                  <w:szCs w:val="20"/>
                </w:rPr>
                <w:id w:val="-111690452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1D0B47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>
              <w:rPr>
                <w:rFonts w:cs="Arial"/>
                <w:b/>
                <w:szCs w:val="20"/>
              </w:rPr>
              <w:t>Male</w:t>
            </w:r>
            <w:r>
              <w:rPr>
                <w:rFonts w:cs="Arial"/>
                <w:b/>
                <w:szCs w:val="20"/>
              </w:rPr>
              <w:tab/>
            </w:r>
            <w:sdt>
              <w:sdtPr>
                <w:rPr>
                  <w:rFonts w:cs="Arial"/>
                  <w:szCs w:val="20"/>
                </w:rPr>
                <w:id w:val="97495162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1D0B47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>
              <w:rPr>
                <w:rFonts w:cs="Arial"/>
                <w:b/>
                <w:szCs w:val="20"/>
              </w:rPr>
              <w:t>Prefer not to disclose</w:t>
            </w:r>
          </w:p>
          <w:p w:rsidR="009B4C2F" w:rsidRDefault="009B4C2F" w:rsidP="00F25A8D">
            <w:pPr>
              <w:tabs>
                <w:tab w:val="left" w:pos="1417"/>
                <w:tab w:val="left" w:pos="5812"/>
                <w:tab w:val="left" w:pos="6379"/>
                <w:tab w:val="left" w:pos="9923"/>
              </w:tabs>
              <w:ind w:right="-108"/>
              <w:rPr>
                <w:rFonts w:cs="Arial"/>
                <w:szCs w:val="20"/>
              </w:rPr>
            </w:pPr>
            <w:r w:rsidRPr="0027034B">
              <w:rPr>
                <w:rFonts w:cs="Arial"/>
                <w:b/>
                <w:szCs w:val="20"/>
              </w:rPr>
              <w:t>NHI:</w:t>
            </w:r>
            <w:r>
              <w:rPr>
                <w:rFonts w:cs="Arial"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05" type="#_x0000_t75" style="width:142.5pt;height:18.75pt" o:ole="">
                  <v:imagedata r:id="rId19" o:title=""/>
                </v:shape>
                <w:control r:id="rId20" w:name="TextBox5131121232" w:shapeid="_x0000_i1105"/>
              </w:objec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ab/>
            </w:r>
            <w:r w:rsidRPr="00E3781F">
              <w:rPr>
                <w:rFonts w:cs="Arial"/>
                <w:b/>
                <w:szCs w:val="20"/>
              </w:rPr>
              <w:t>DOB:</w:t>
            </w:r>
            <w:r>
              <w:rPr>
                <w:rFonts w:cs="Arial"/>
                <w:b/>
                <w:szCs w:val="20"/>
              </w:rPr>
              <w:t xml:space="preserve"> </w:t>
            </w:r>
            <w:r>
              <w:rPr>
                <w:rFonts w:cs="Arial"/>
                <w:b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07" type="#_x0000_t75" style="width:162pt;height:18.75pt" o:ole="">
                  <v:imagedata r:id="rId21" o:title=""/>
                </v:shape>
                <w:control r:id="rId22" w:name="TextBox51311212311" w:shapeid="_x0000_i1107"/>
              </w:object>
            </w:r>
          </w:p>
          <w:p w:rsidR="009B4C2F" w:rsidRPr="00FE48A3" w:rsidRDefault="009B4C2F" w:rsidP="00F25A8D">
            <w:pPr>
              <w:tabs>
                <w:tab w:val="left" w:pos="1417"/>
                <w:tab w:val="left" w:pos="5245"/>
                <w:tab w:val="left" w:pos="6379"/>
                <w:tab w:val="left" w:pos="9923"/>
              </w:tabs>
              <w:ind w:right="-108"/>
              <w:rPr>
                <w:rFonts w:cs="Arial"/>
                <w:b/>
                <w:szCs w:val="20"/>
              </w:rPr>
            </w:pPr>
            <w:r w:rsidRPr="0027034B">
              <w:rPr>
                <w:rFonts w:cs="Arial"/>
                <w:b/>
                <w:szCs w:val="20"/>
              </w:rPr>
              <w:t>Surname:</w:t>
            </w:r>
            <w:r>
              <w:rPr>
                <w:rFonts w:cs="Arial"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09" type="#_x0000_t75" style="width:176.25pt;height:18.75pt" o:ole="">
                  <v:imagedata r:id="rId23" o:title=""/>
                </v:shape>
                <w:control r:id="rId24" w:name="TextBox513112123" w:shapeid="_x0000_i1109"/>
              </w:object>
            </w:r>
            <w:r>
              <w:rPr>
                <w:rFonts w:cs="Arial"/>
                <w:szCs w:val="20"/>
              </w:rPr>
              <w:t xml:space="preserve">  </w:t>
            </w:r>
            <w:r w:rsidRPr="0027034B">
              <w:rPr>
                <w:rFonts w:cs="Arial"/>
                <w:b/>
                <w:szCs w:val="20"/>
              </w:rPr>
              <w:t>Forename(s)</w:t>
            </w:r>
            <w:r>
              <w:rPr>
                <w:rFonts w:cs="Arial"/>
                <w:b/>
                <w:szCs w:val="20"/>
              </w:rPr>
              <w:t xml:space="preserve">: </w:t>
            </w:r>
            <w:r>
              <w:rPr>
                <w:rFonts w:cs="Arial"/>
                <w:b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11" type="#_x0000_t75" style="width:162pt;height:18.75pt" o:ole="">
                  <v:imagedata r:id="rId21" o:title=""/>
                </v:shape>
                <w:control r:id="rId25" w:name="TextBox5131121231" w:shapeid="_x0000_i1111"/>
              </w:object>
            </w:r>
          </w:p>
          <w:p w:rsidR="009B4C2F" w:rsidRDefault="009B4C2F" w:rsidP="00F25A8D">
            <w:pPr>
              <w:tabs>
                <w:tab w:val="left" w:pos="1417"/>
                <w:tab w:val="left" w:pos="9923"/>
              </w:tabs>
              <w:ind w:right="-108"/>
              <w:rPr>
                <w:rFonts w:cs="Arial"/>
                <w:szCs w:val="20"/>
              </w:rPr>
            </w:pPr>
            <w:r w:rsidRPr="001161DF">
              <w:rPr>
                <w:rFonts w:cs="Arial"/>
                <w:b/>
                <w:szCs w:val="20"/>
              </w:rPr>
              <w:t>Address:</w:t>
            </w:r>
            <w:r>
              <w:rPr>
                <w:rFonts w:cs="Arial"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13" type="#_x0000_t75" style="width:410.25pt;height:18.75pt" o:ole="">
                  <v:imagedata r:id="rId10" o:title=""/>
                </v:shape>
                <w:control r:id="rId26" w:name="TextBox5131121224" w:shapeid="_x0000_i1113"/>
              </w:object>
            </w:r>
          </w:p>
          <w:p w:rsidR="009B4C2F" w:rsidRDefault="009B4C2F" w:rsidP="00F25A8D">
            <w:pPr>
              <w:tabs>
                <w:tab w:val="left" w:pos="1417"/>
                <w:tab w:val="left" w:pos="9923"/>
              </w:tabs>
              <w:ind w:right="-108"/>
              <w:rPr>
                <w:rFonts w:cs="Arial"/>
                <w:szCs w:val="20"/>
              </w:rPr>
            </w:pPr>
            <w:r w:rsidRPr="001161DF">
              <w:rPr>
                <w:rFonts w:cs="Arial"/>
                <w:b/>
                <w:szCs w:val="20"/>
              </w:rPr>
              <w:t>Phone:</w:t>
            </w:r>
            <w:r>
              <w:rPr>
                <w:rFonts w:cs="Arial"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15" type="#_x0000_t75" style="width:156pt;height:18.75pt" o:ole="">
                  <v:imagedata r:id="rId14" o:title=""/>
                </v:shape>
                <w:control r:id="rId27" w:name="TextBox131111211321" w:shapeid="_x0000_i1115"/>
              </w:object>
            </w:r>
            <w:r>
              <w:rPr>
                <w:rFonts w:cs="Arial"/>
                <w:szCs w:val="20"/>
              </w:rPr>
              <w:t xml:space="preserve"> </w:t>
            </w:r>
            <w:r w:rsidRPr="001161DF">
              <w:rPr>
                <w:rFonts w:cs="Arial"/>
                <w:b/>
                <w:szCs w:val="20"/>
              </w:rPr>
              <w:t>Mobile:</w:t>
            </w:r>
            <w:r w:rsidR="00F25A8D">
              <w:rPr>
                <w:rFonts w:cs="Arial"/>
                <w:b/>
                <w:szCs w:val="20"/>
              </w:rPr>
              <w:t xml:space="preserve"> </w:t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17" type="#_x0000_t75" style="width:213.75pt;height:18.75pt" o:ole="">
                  <v:imagedata r:id="rId28" o:title=""/>
                </v:shape>
                <w:control r:id="rId29" w:name="TextBox1311112111221" w:shapeid="_x0000_i1117"/>
              </w:object>
            </w:r>
          </w:p>
          <w:p w:rsidR="009B4C2F" w:rsidRDefault="009B4C2F" w:rsidP="00F25A8D">
            <w:pPr>
              <w:tabs>
                <w:tab w:val="left" w:pos="1417"/>
                <w:tab w:val="left" w:pos="4536"/>
                <w:tab w:val="left" w:pos="9923"/>
              </w:tabs>
              <w:spacing w:before="40" w:after="40"/>
              <w:ind w:right="-108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Email:</w:t>
            </w:r>
            <w:r>
              <w:rPr>
                <w:rFonts w:cs="Arial"/>
                <w:b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19" type="#_x0000_t75" style="width:410.25pt;height:18.75pt" o:ole="">
                  <v:imagedata r:id="rId10" o:title=""/>
                </v:shape>
                <w:control r:id="rId30" w:name="TextBox13111111111221" w:shapeid="_x0000_i1119"/>
              </w:object>
            </w:r>
          </w:p>
          <w:p w:rsidR="009B4C2F" w:rsidRPr="00270CB2" w:rsidRDefault="009B4C2F" w:rsidP="00F25A8D">
            <w:pPr>
              <w:tabs>
                <w:tab w:val="left" w:pos="1417"/>
                <w:tab w:val="left" w:pos="9923"/>
              </w:tabs>
              <w:ind w:right="-108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Ethnicity:</w:t>
            </w:r>
            <w:r>
              <w:rPr>
                <w:rFonts w:cs="Arial"/>
                <w:b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21" type="#_x0000_t75" style="width:410.25pt;height:18.75pt" o:ole="">
                  <v:imagedata r:id="rId10" o:title=""/>
                </v:shape>
                <w:control r:id="rId31" w:name="TextBox1311111111131" w:shapeid="_x0000_i1121"/>
              </w:object>
            </w:r>
          </w:p>
          <w:p w:rsidR="009B4C2F" w:rsidRDefault="009B4C2F" w:rsidP="00F25A8D">
            <w:pPr>
              <w:tabs>
                <w:tab w:val="left" w:pos="1426"/>
                <w:tab w:val="left" w:pos="3402"/>
              </w:tabs>
              <w:ind w:right="-108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Interpreter: </w:t>
            </w:r>
            <w:r>
              <w:rPr>
                <w:rFonts w:cs="Arial"/>
                <w:b/>
                <w:szCs w:val="20"/>
              </w:rPr>
              <w:tab/>
            </w:r>
            <w:sdt>
              <w:sdtPr>
                <w:rPr>
                  <w:rFonts w:cs="Arial"/>
                  <w:szCs w:val="20"/>
                </w:rPr>
                <w:id w:val="-1191751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B47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>
              <w:rPr>
                <w:rFonts w:cs="Arial"/>
                <w:b/>
                <w:szCs w:val="20"/>
              </w:rPr>
              <w:t>No</w:t>
            </w:r>
            <w:r w:rsidRPr="00FB34F8">
              <w:rPr>
                <w:rFonts w:cs="Arial"/>
                <w:b/>
                <w:szCs w:val="20"/>
              </w:rPr>
              <w:t xml:space="preserve"> </w:t>
            </w:r>
            <w:r w:rsidR="00F25A8D">
              <w:rPr>
                <w:rFonts w:cs="Arial"/>
                <w:b/>
                <w:szCs w:val="20"/>
              </w:rPr>
              <w:tab/>
            </w:r>
            <w:r w:rsidRPr="0027034B">
              <w:rPr>
                <w:rFonts w:cs="Arial"/>
                <w:b/>
                <w:szCs w:val="20"/>
              </w:rPr>
              <w:t>If yes, specify: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Pr="00270CB2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23" type="#_x0000_t75" style="width:238.5pt;height:18.75pt" o:ole="">
                  <v:imagedata r:id="rId32" o:title=""/>
                </v:shape>
                <w:control r:id="rId33" w:name="TextBox2143" w:shapeid="_x0000_i1123"/>
              </w:object>
            </w:r>
          </w:p>
        </w:tc>
      </w:tr>
    </w:tbl>
    <w:p w:rsidR="00D468F9" w:rsidRPr="00D468F9" w:rsidRDefault="00D468F9">
      <w:pPr>
        <w:rPr>
          <w:sz w:val="4"/>
          <w:szCs w:val="4"/>
        </w:rPr>
      </w:pPr>
    </w:p>
    <w:tbl>
      <w:tblPr>
        <w:tblStyle w:val="TableGrid"/>
        <w:tblW w:w="0" w:type="auto"/>
        <w:tblInd w:w="284" w:type="dxa"/>
        <w:tblBorders>
          <w:top w:val="single" w:sz="18" w:space="0" w:color="002060"/>
          <w:left w:val="single" w:sz="18" w:space="0" w:color="002060"/>
          <w:bottom w:val="single" w:sz="18" w:space="0" w:color="002060"/>
          <w:right w:val="single" w:sz="18" w:space="0" w:color="002060"/>
          <w:insideH w:val="single" w:sz="18" w:space="0" w:color="002060"/>
          <w:insideV w:val="single" w:sz="18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9B4C2F" w:rsidTr="00D468F9">
        <w:tc>
          <w:tcPr>
            <w:tcW w:w="9889" w:type="dxa"/>
            <w:shd w:val="clear" w:color="auto" w:fill="002060"/>
          </w:tcPr>
          <w:p w:rsidR="009B4C2F" w:rsidRDefault="00D468F9" w:rsidP="00D468F9">
            <w:pPr>
              <w:tabs>
                <w:tab w:val="left" w:pos="9923"/>
              </w:tabs>
              <w:ind w:right="544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FIRST CONTACT PERSON</w:t>
            </w:r>
            <w:r w:rsidR="00F25A8D">
              <w:rPr>
                <w:rFonts w:cs="Arial"/>
                <w:szCs w:val="20"/>
              </w:rPr>
              <w:t xml:space="preserve"> (next of kin, parent, guardian, significant other)</w:t>
            </w:r>
          </w:p>
        </w:tc>
      </w:tr>
      <w:tr w:rsidR="009B4C2F" w:rsidTr="00D468F9">
        <w:tc>
          <w:tcPr>
            <w:tcW w:w="9889" w:type="dxa"/>
          </w:tcPr>
          <w:p w:rsidR="00F25A8D" w:rsidRPr="005F3CED" w:rsidRDefault="00F25A8D" w:rsidP="00D468F9">
            <w:pPr>
              <w:tabs>
                <w:tab w:val="left" w:pos="2977"/>
                <w:tab w:val="left" w:pos="4111"/>
                <w:tab w:val="left" w:pos="9923"/>
              </w:tabs>
              <w:spacing w:before="80" w:after="80"/>
              <w:ind w:right="-108"/>
              <w:rPr>
                <w:rFonts w:cs="Arial"/>
                <w:b/>
                <w:szCs w:val="20"/>
                <w:u w:val="single"/>
              </w:rPr>
            </w:pPr>
            <w:r>
              <w:rPr>
                <w:rFonts w:cs="Arial"/>
                <w:b/>
                <w:szCs w:val="20"/>
              </w:rPr>
              <w:t>C</w:t>
            </w:r>
            <w:r w:rsidRPr="0074678A">
              <w:rPr>
                <w:rFonts w:cs="Arial"/>
                <w:b/>
                <w:szCs w:val="20"/>
              </w:rPr>
              <w:t>onsent to be involved:</w:t>
            </w:r>
            <w:r w:rsidRPr="001161DF">
              <w:rPr>
                <w:rFonts w:cs="Arial"/>
                <w:b/>
                <w:szCs w:val="20"/>
              </w:rPr>
              <w:t xml:space="preserve"> </w:t>
            </w:r>
            <w:r>
              <w:rPr>
                <w:rFonts w:cs="Arial"/>
                <w:b/>
                <w:szCs w:val="20"/>
              </w:rPr>
              <w:tab/>
            </w:r>
            <w:sdt>
              <w:sdtPr>
                <w:rPr>
                  <w:rFonts w:cs="Arial"/>
                  <w:szCs w:val="20"/>
                </w:rPr>
                <w:id w:val="210646230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1D0B47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>
              <w:rPr>
                <w:rFonts w:cs="Arial"/>
                <w:b/>
                <w:szCs w:val="20"/>
              </w:rPr>
              <w:t xml:space="preserve">Yes </w:t>
            </w:r>
            <w:r>
              <w:rPr>
                <w:rFonts w:cs="Arial"/>
                <w:b/>
                <w:szCs w:val="20"/>
              </w:rPr>
              <w:tab/>
            </w:r>
            <w:sdt>
              <w:sdtPr>
                <w:rPr>
                  <w:rFonts w:cs="Arial"/>
                  <w:szCs w:val="20"/>
                </w:rPr>
                <w:id w:val="151481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B47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>
              <w:rPr>
                <w:rFonts w:cs="Arial"/>
                <w:b/>
                <w:szCs w:val="20"/>
              </w:rPr>
              <w:t>No</w:t>
            </w:r>
          </w:p>
          <w:p w:rsidR="00F25A8D" w:rsidRDefault="00F25A8D" w:rsidP="00F25A8D">
            <w:pPr>
              <w:tabs>
                <w:tab w:val="left" w:pos="1417"/>
                <w:tab w:val="left" w:pos="9923"/>
              </w:tabs>
              <w:ind w:right="-108"/>
              <w:rPr>
                <w:rFonts w:cs="Arial"/>
                <w:szCs w:val="20"/>
              </w:rPr>
            </w:pPr>
            <w:r w:rsidRPr="001161DF">
              <w:rPr>
                <w:rFonts w:cs="Arial"/>
                <w:b/>
                <w:szCs w:val="20"/>
              </w:rPr>
              <w:t>Name:</w:t>
            </w:r>
            <w:r>
              <w:rPr>
                <w:rFonts w:cs="Arial"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25" type="#_x0000_t75" style="width:236.25pt;height:18.75pt" o:ole="">
                  <v:imagedata r:id="rId34" o:title=""/>
                </v:shape>
                <w:control r:id="rId35" w:name="TextBox513112122" w:shapeid="_x0000_i1125"/>
              </w:object>
            </w:r>
            <w:r>
              <w:rPr>
                <w:rFonts w:cs="Arial"/>
                <w:szCs w:val="20"/>
              </w:rPr>
              <w:t xml:space="preserve"> </w:t>
            </w:r>
            <w:r w:rsidRPr="001161DF">
              <w:rPr>
                <w:rFonts w:cs="Arial"/>
                <w:b/>
                <w:szCs w:val="20"/>
              </w:rPr>
              <w:t>Relationship:</w:t>
            </w:r>
            <w:r w:rsidRPr="00204963">
              <w:rPr>
                <w:rFonts w:cs="Arial"/>
                <w:szCs w:val="20"/>
              </w:rPr>
              <w:t xml:space="preserve"> </w:t>
            </w:r>
            <w:r w:rsidRPr="001C6745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27" type="#_x0000_t75" style="width:105pt;height:18.75pt" o:ole="">
                  <v:imagedata r:id="rId36" o:title=""/>
                </v:shape>
                <w:control r:id="rId37" w:name="TextBox5131121111111" w:shapeid="_x0000_i1127"/>
              </w:object>
            </w:r>
          </w:p>
          <w:p w:rsidR="00F25A8D" w:rsidRDefault="00F25A8D" w:rsidP="00F25A8D">
            <w:pPr>
              <w:tabs>
                <w:tab w:val="left" w:pos="1417"/>
                <w:tab w:val="left" w:pos="9923"/>
              </w:tabs>
              <w:ind w:right="-108"/>
              <w:rPr>
                <w:rFonts w:cs="Arial"/>
                <w:szCs w:val="20"/>
              </w:rPr>
            </w:pPr>
            <w:r w:rsidRPr="001161DF">
              <w:rPr>
                <w:rFonts w:cs="Arial"/>
                <w:b/>
                <w:szCs w:val="20"/>
              </w:rPr>
              <w:t>Address:</w:t>
            </w:r>
            <w:r>
              <w:rPr>
                <w:rFonts w:cs="Arial"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29" type="#_x0000_t75" style="width:410.25pt;height:18.75pt" o:ole="">
                  <v:imagedata r:id="rId10" o:title=""/>
                </v:shape>
                <w:control r:id="rId38" w:name="TextBox51311212243" w:shapeid="_x0000_i1129"/>
              </w:object>
            </w:r>
          </w:p>
          <w:p w:rsidR="00F25A8D" w:rsidRDefault="00F25A8D" w:rsidP="00F25A8D">
            <w:pPr>
              <w:tabs>
                <w:tab w:val="left" w:pos="1417"/>
                <w:tab w:val="left" w:pos="9923"/>
              </w:tabs>
              <w:ind w:right="-108"/>
              <w:rPr>
                <w:rFonts w:cs="Arial"/>
                <w:szCs w:val="20"/>
              </w:rPr>
            </w:pPr>
            <w:r w:rsidRPr="001161DF">
              <w:rPr>
                <w:rFonts w:cs="Arial"/>
                <w:b/>
                <w:szCs w:val="20"/>
              </w:rPr>
              <w:t>Phone:</w:t>
            </w:r>
            <w:r>
              <w:rPr>
                <w:rFonts w:cs="Arial"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31" type="#_x0000_t75" style="width:156pt;height:18.75pt" o:ole="">
                  <v:imagedata r:id="rId14" o:title=""/>
                </v:shape>
                <w:control r:id="rId39" w:name="TextBox1311112113211" w:shapeid="_x0000_i1131"/>
              </w:object>
            </w:r>
            <w:r>
              <w:rPr>
                <w:rFonts w:cs="Arial"/>
                <w:szCs w:val="20"/>
              </w:rPr>
              <w:t xml:space="preserve"> </w:t>
            </w:r>
            <w:r w:rsidRPr="001161DF">
              <w:rPr>
                <w:rFonts w:cs="Arial"/>
                <w:b/>
                <w:szCs w:val="20"/>
              </w:rPr>
              <w:t>Mobile:</w:t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33" type="#_x0000_t75" style="width:3in;height:18.75pt" o:ole="">
                  <v:imagedata r:id="rId16" o:title=""/>
                </v:shape>
                <w:control r:id="rId40" w:name="TextBox13111121112211" w:shapeid="_x0000_i1133"/>
              </w:object>
            </w:r>
          </w:p>
          <w:p w:rsidR="009B4C2F" w:rsidRPr="00F25A8D" w:rsidRDefault="00F25A8D" w:rsidP="00F25A8D">
            <w:pPr>
              <w:tabs>
                <w:tab w:val="left" w:pos="1417"/>
                <w:tab w:val="left" w:pos="9923"/>
              </w:tabs>
              <w:ind w:right="-108"/>
              <w:rPr>
                <w:rFonts w:cs="Arial"/>
                <w:sz w:val="8"/>
                <w:szCs w:val="8"/>
              </w:rPr>
            </w:pPr>
            <w:r>
              <w:rPr>
                <w:rFonts w:cs="Arial"/>
                <w:b/>
                <w:szCs w:val="20"/>
              </w:rPr>
              <w:t>Email:</w:t>
            </w:r>
            <w:r>
              <w:rPr>
                <w:rFonts w:cs="Arial"/>
                <w:b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35" type="#_x0000_t75" style="width:410.25pt;height:18.75pt" o:ole="">
                  <v:imagedata r:id="rId10" o:title=""/>
                </v:shape>
                <w:control r:id="rId41" w:name="TextBox131111111112211" w:shapeid="_x0000_i1135"/>
              </w:object>
            </w:r>
          </w:p>
        </w:tc>
      </w:tr>
    </w:tbl>
    <w:p w:rsidR="00D468F9" w:rsidRDefault="00D468F9"/>
    <w:p w:rsidR="00D468F9" w:rsidRDefault="00D468F9"/>
    <w:p w:rsidR="00D468F9" w:rsidRDefault="00D468F9"/>
    <w:p w:rsidR="000635ED" w:rsidRDefault="000635ED"/>
    <w:tbl>
      <w:tblPr>
        <w:tblStyle w:val="TableGrid"/>
        <w:tblW w:w="0" w:type="auto"/>
        <w:tblInd w:w="284" w:type="dxa"/>
        <w:tblBorders>
          <w:top w:val="single" w:sz="18" w:space="0" w:color="002060"/>
          <w:left w:val="single" w:sz="18" w:space="0" w:color="002060"/>
          <w:bottom w:val="single" w:sz="18" w:space="0" w:color="002060"/>
          <w:right w:val="single" w:sz="18" w:space="0" w:color="002060"/>
          <w:insideH w:val="single" w:sz="18" w:space="0" w:color="002060"/>
          <w:insideV w:val="single" w:sz="18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D468F9" w:rsidTr="00D468F9">
        <w:tc>
          <w:tcPr>
            <w:tcW w:w="9889" w:type="dxa"/>
            <w:shd w:val="clear" w:color="auto" w:fill="002060"/>
          </w:tcPr>
          <w:p w:rsidR="00D468F9" w:rsidRPr="00BE39B2" w:rsidRDefault="00D468F9" w:rsidP="00D468F9">
            <w:pPr>
              <w:tabs>
                <w:tab w:val="left" w:pos="2977"/>
                <w:tab w:val="left" w:pos="5670"/>
                <w:tab w:val="left" w:pos="6804"/>
                <w:tab w:val="left" w:pos="9673"/>
                <w:tab w:val="left" w:pos="9923"/>
              </w:tabs>
              <w:ind w:right="-108"/>
              <w:rPr>
                <w:rFonts w:cs="Arial"/>
                <w:b/>
                <w:szCs w:val="20"/>
                <w:u w:val="single"/>
              </w:rPr>
            </w:pPr>
            <w:r>
              <w:rPr>
                <w:rFonts w:cs="Arial"/>
                <w:b/>
                <w:szCs w:val="20"/>
                <w:u w:val="single"/>
              </w:rPr>
              <w:lastRenderedPageBreak/>
              <w:t xml:space="preserve">SECOND CONTACT PERSON </w:t>
            </w:r>
            <w:r>
              <w:rPr>
                <w:rFonts w:cs="Arial"/>
                <w:szCs w:val="20"/>
              </w:rPr>
              <w:t>(next of kin, parent, guardian, significant other)</w:t>
            </w:r>
          </w:p>
        </w:tc>
      </w:tr>
      <w:tr w:rsidR="00F25A8D" w:rsidTr="00D468F9">
        <w:tc>
          <w:tcPr>
            <w:tcW w:w="9889" w:type="dxa"/>
          </w:tcPr>
          <w:p w:rsidR="00F25A8D" w:rsidRPr="005F3CED" w:rsidRDefault="00F25A8D" w:rsidP="00D468F9">
            <w:pPr>
              <w:tabs>
                <w:tab w:val="left" w:pos="2977"/>
                <w:tab w:val="left" w:pos="4111"/>
                <w:tab w:val="left" w:pos="6804"/>
                <w:tab w:val="left" w:pos="9673"/>
                <w:tab w:val="left" w:pos="9923"/>
              </w:tabs>
              <w:spacing w:before="80" w:after="80"/>
              <w:ind w:right="-108"/>
              <w:rPr>
                <w:rFonts w:cs="Arial"/>
                <w:b/>
                <w:szCs w:val="20"/>
                <w:u w:val="single"/>
              </w:rPr>
            </w:pPr>
            <w:r>
              <w:rPr>
                <w:rFonts w:cs="Arial"/>
                <w:b/>
                <w:szCs w:val="20"/>
              </w:rPr>
              <w:t>C</w:t>
            </w:r>
            <w:r w:rsidRPr="0074678A">
              <w:rPr>
                <w:rFonts w:cs="Arial"/>
                <w:b/>
                <w:szCs w:val="20"/>
              </w:rPr>
              <w:t>onsent to be involved:</w:t>
            </w:r>
            <w:r w:rsidRPr="001161DF">
              <w:rPr>
                <w:rFonts w:cs="Arial"/>
                <w:b/>
                <w:szCs w:val="20"/>
              </w:rPr>
              <w:t xml:space="preserve"> </w:t>
            </w:r>
            <w:r>
              <w:rPr>
                <w:rFonts w:cs="Arial"/>
                <w:b/>
                <w:szCs w:val="20"/>
              </w:rPr>
              <w:tab/>
            </w:r>
            <w:sdt>
              <w:sdtPr>
                <w:rPr>
                  <w:rFonts w:cs="Arial"/>
                  <w:szCs w:val="20"/>
                </w:rPr>
                <w:id w:val="186109133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1D0B47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>
              <w:rPr>
                <w:rFonts w:cs="Arial"/>
                <w:b/>
                <w:szCs w:val="20"/>
              </w:rPr>
              <w:t xml:space="preserve">Yes </w:t>
            </w:r>
            <w:r>
              <w:rPr>
                <w:rFonts w:cs="Arial"/>
                <w:b/>
                <w:szCs w:val="20"/>
              </w:rPr>
              <w:tab/>
            </w:r>
            <w:sdt>
              <w:sdtPr>
                <w:rPr>
                  <w:rFonts w:cs="Arial"/>
                  <w:szCs w:val="20"/>
                </w:rPr>
                <w:id w:val="-1949072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B47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>
              <w:rPr>
                <w:rFonts w:cs="Arial"/>
                <w:b/>
                <w:szCs w:val="20"/>
              </w:rPr>
              <w:t>No</w:t>
            </w:r>
          </w:p>
          <w:p w:rsidR="00F25A8D" w:rsidRDefault="00F25A8D" w:rsidP="00F25A8D">
            <w:pPr>
              <w:tabs>
                <w:tab w:val="left" w:pos="1417"/>
                <w:tab w:val="left" w:pos="9673"/>
                <w:tab w:val="left" w:pos="9923"/>
              </w:tabs>
              <w:ind w:right="-108"/>
              <w:rPr>
                <w:rFonts w:cs="Arial"/>
                <w:szCs w:val="20"/>
              </w:rPr>
            </w:pPr>
            <w:r w:rsidRPr="001161DF">
              <w:rPr>
                <w:rFonts w:cs="Arial"/>
                <w:b/>
                <w:szCs w:val="20"/>
              </w:rPr>
              <w:t>Name:</w:t>
            </w:r>
            <w:r>
              <w:rPr>
                <w:rFonts w:cs="Arial"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37" type="#_x0000_t75" style="width:236.25pt;height:18.75pt" o:ole="">
                  <v:imagedata r:id="rId34" o:title=""/>
                </v:shape>
                <w:control r:id="rId42" w:name="TextBox5131121221" w:shapeid="_x0000_i1137"/>
              </w:object>
            </w:r>
            <w:r>
              <w:rPr>
                <w:rFonts w:cs="Arial"/>
                <w:szCs w:val="20"/>
              </w:rPr>
              <w:t xml:space="preserve"> </w:t>
            </w:r>
            <w:r w:rsidRPr="001161DF">
              <w:rPr>
                <w:rFonts w:cs="Arial"/>
                <w:b/>
                <w:szCs w:val="20"/>
              </w:rPr>
              <w:t>Relationship:</w:t>
            </w:r>
            <w:r w:rsidRPr="00204963">
              <w:rPr>
                <w:rFonts w:cs="Arial"/>
                <w:szCs w:val="20"/>
              </w:rPr>
              <w:t xml:space="preserve"> </w:t>
            </w:r>
            <w:r w:rsidRPr="001C6745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39" type="#_x0000_t75" style="width:105pt;height:18.75pt" o:ole="">
                  <v:imagedata r:id="rId36" o:title=""/>
                </v:shape>
                <w:control r:id="rId43" w:name="TextBox51311211111111" w:shapeid="_x0000_i1139"/>
              </w:object>
            </w:r>
          </w:p>
          <w:p w:rsidR="00F25A8D" w:rsidRDefault="00F25A8D" w:rsidP="00F25A8D">
            <w:pPr>
              <w:tabs>
                <w:tab w:val="left" w:pos="1417"/>
                <w:tab w:val="left" w:pos="9673"/>
                <w:tab w:val="left" w:pos="9923"/>
              </w:tabs>
              <w:ind w:right="-108"/>
              <w:rPr>
                <w:rFonts w:cs="Arial"/>
                <w:szCs w:val="20"/>
              </w:rPr>
            </w:pPr>
            <w:r w:rsidRPr="001161DF">
              <w:rPr>
                <w:rFonts w:cs="Arial"/>
                <w:b/>
                <w:szCs w:val="20"/>
              </w:rPr>
              <w:t>Address:</w:t>
            </w:r>
            <w:r>
              <w:rPr>
                <w:rFonts w:cs="Arial"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41" type="#_x0000_t75" style="width:410.25pt;height:18.75pt" o:ole="">
                  <v:imagedata r:id="rId10" o:title=""/>
                </v:shape>
                <w:control r:id="rId44" w:name="TextBox51311212242" w:shapeid="_x0000_i1141"/>
              </w:object>
            </w:r>
          </w:p>
          <w:p w:rsidR="00F25A8D" w:rsidRDefault="00F25A8D" w:rsidP="00F25A8D">
            <w:pPr>
              <w:tabs>
                <w:tab w:val="left" w:pos="1417"/>
                <w:tab w:val="left" w:pos="9673"/>
                <w:tab w:val="left" w:pos="9923"/>
              </w:tabs>
              <w:ind w:right="-108"/>
              <w:rPr>
                <w:rFonts w:cs="Arial"/>
                <w:szCs w:val="20"/>
              </w:rPr>
            </w:pPr>
            <w:r w:rsidRPr="001161DF">
              <w:rPr>
                <w:rFonts w:cs="Arial"/>
                <w:b/>
                <w:szCs w:val="20"/>
              </w:rPr>
              <w:t>Phone:</w:t>
            </w:r>
            <w:r>
              <w:rPr>
                <w:rFonts w:cs="Arial"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43" type="#_x0000_t75" style="width:156pt;height:18.75pt" o:ole="">
                  <v:imagedata r:id="rId14" o:title=""/>
                </v:shape>
                <w:control r:id="rId45" w:name="TextBox131111211322" w:shapeid="_x0000_i1143"/>
              </w:object>
            </w:r>
            <w:r>
              <w:rPr>
                <w:rFonts w:cs="Arial"/>
                <w:szCs w:val="20"/>
              </w:rPr>
              <w:t xml:space="preserve"> </w:t>
            </w:r>
            <w:r w:rsidRPr="001161DF">
              <w:rPr>
                <w:rFonts w:cs="Arial"/>
                <w:b/>
                <w:szCs w:val="20"/>
              </w:rPr>
              <w:t>Mobile:</w:t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45" type="#_x0000_t75" style="width:3in;height:18.75pt" o:ole="">
                  <v:imagedata r:id="rId16" o:title=""/>
                </v:shape>
                <w:control r:id="rId46" w:name="TextBox1311112111222" w:shapeid="_x0000_i1145"/>
              </w:object>
            </w:r>
          </w:p>
          <w:p w:rsidR="00F25A8D" w:rsidRDefault="00F25A8D" w:rsidP="00F25A8D">
            <w:pPr>
              <w:tabs>
                <w:tab w:val="left" w:pos="1417"/>
                <w:tab w:val="left" w:pos="9673"/>
                <w:tab w:val="left" w:pos="9923"/>
              </w:tabs>
              <w:ind w:right="-108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Email:</w:t>
            </w:r>
            <w:r>
              <w:rPr>
                <w:rFonts w:cs="Arial"/>
                <w:b/>
                <w:szCs w:val="20"/>
              </w:rPr>
              <w:tab/>
            </w:r>
            <w:r w:rsidRPr="00FE48A3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47" type="#_x0000_t75" style="width:410.25pt;height:18.75pt" o:ole="">
                  <v:imagedata r:id="rId10" o:title=""/>
                </v:shape>
                <w:control r:id="rId47" w:name="TextBox13111111111222" w:shapeid="_x0000_i1147"/>
              </w:object>
            </w:r>
          </w:p>
        </w:tc>
      </w:tr>
    </w:tbl>
    <w:p w:rsidR="000635ED" w:rsidRPr="000635ED" w:rsidRDefault="000635ED">
      <w:pPr>
        <w:rPr>
          <w:sz w:val="4"/>
          <w:szCs w:val="4"/>
        </w:rPr>
      </w:pPr>
    </w:p>
    <w:tbl>
      <w:tblPr>
        <w:tblStyle w:val="TableGrid"/>
        <w:tblW w:w="0" w:type="auto"/>
        <w:tblInd w:w="284" w:type="dxa"/>
        <w:tblBorders>
          <w:top w:val="single" w:sz="18" w:space="0" w:color="002060"/>
          <w:left w:val="single" w:sz="18" w:space="0" w:color="002060"/>
          <w:bottom w:val="single" w:sz="18" w:space="0" w:color="002060"/>
          <w:right w:val="single" w:sz="18" w:space="0" w:color="002060"/>
          <w:insideH w:val="single" w:sz="18" w:space="0" w:color="002060"/>
          <w:insideV w:val="single" w:sz="18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F25A8D" w:rsidTr="00D468F9">
        <w:tc>
          <w:tcPr>
            <w:tcW w:w="9889" w:type="dxa"/>
            <w:shd w:val="clear" w:color="auto" w:fill="002060"/>
          </w:tcPr>
          <w:p w:rsidR="00F25A8D" w:rsidRPr="007F22B9" w:rsidRDefault="00F25A8D" w:rsidP="00B065FB">
            <w:pPr>
              <w:tabs>
                <w:tab w:val="left" w:pos="9923"/>
              </w:tabs>
              <w:ind w:right="544"/>
              <w:rPr>
                <w:rFonts w:cs="Arial"/>
                <w:b/>
                <w:szCs w:val="20"/>
              </w:rPr>
            </w:pPr>
            <w:r w:rsidRPr="007F22B9">
              <w:rPr>
                <w:rFonts w:cs="Arial"/>
                <w:b/>
                <w:szCs w:val="20"/>
              </w:rPr>
              <w:t>GENERAL PRACTITIONER AND PHARMACY</w:t>
            </w:r>
          </w:p>
        </w:tc>
      </w:tr>
      <w:tr w:rsidR="00F25A8D" w:rsidTr="00D468F9">
        <w:tc>
          <w:tcPr>
            <w:tcW w:w="9889" w:type="dxa"/>
          </w:tcPr>
          <w:p w:rsidR="00F25A8D" w:rsidRPr="002C0E3D" w:rsidRDefault="00F25A8D" w:rsidP="00F25A8D">
            <w:pPr>
              <w:tabs>
                <w:tab w:val="left" w:pos="1417"/>
                <w:tab w:val="left" w:pos="5670"/>
              </w:tabs>
              <w:spacing w:before="80"/>
              <w:ind w:right="-108"/>
              <w:rPr>
                <w:rFonts w:cs="Arial"/>
                <w:szCs w:val="20"/>
              </w:rPr>
            </w:pPr>
            <w:r w:rsidRPr="002C0E3D">
              <w:rPr>
                <w:rFonts w:cs="Arial"/>
                <w:b/>
                <w:szCs w:val="20"/>
              </w:rPr>
              <w:t>GP:</w:t>
            </w:r>
            <w:r w:rsidRPr="002C0E3D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       </w:t>
            </w:r>
            <w:r>
              <w:rPr>
                <w:rFonts w:cs="Arial"/>
                <w:szCs w:val="20"/>
              </w:rPr>
              <w:tab/>
            </w:r>
            <w:sdt>
              <w:sdtPr>
                <w:rPr>
                  <w:rFonts w:cs="Arial"/>
                  <w:szCs w:val="20"/>
                  <w:lang w:val="en-GB" w:eastAsia="en-GB"/>
                </w:rPr>
                <w:id w:val="1225325874"/>
                <w:showingPlcHdr/>
                <w:dropDownList>
                  <w:listItem w:value="Choose an item."/>
                  <w:listItem w:displayText="Other (specify)" w:value="Other (specify)"/>
                  <w:listItem w:displayText="Locum (specify)" w:value="Locum (specify)"/>
                  <w:listItem w:displayText="Dr Peter Adams" w:value="Dr Peter Adams"/>
                  <w:listItem w:displayText="Dr Anwar Alackal Ismail" w:value="Dr Anwar Alackal Ismail"/>
                  <w:listItem w:displayText="Dr Kinsley Aneke" w:value="Dr Kinsley Aneke"/>
                  <w:listItem w:displayText="Dr John Armstrong" w:value="Dr John Armstrong"/>
                  <w:listItem w:displayText="Dr Peter Battersby" w:value="Dr Peter Battersby"/>
                  <w:listItem w:displayText="Dr Barbara Baxendale" w:value="Dr Barbara Baxendale"/>
                  <w:listItem w:displayText="Dr Tricia Briscoe" w:value="Dr Tricia Briscoe"/>
                  <w:listItem w:displayText="Dr Tom Brons" w:value="Dr Tom Brons"/>
                  <w:listItem w:displayText="Dr Nancy Broomer" w:value="Dr Nancy Broomer"/>
                  <w:listItem w:displayText="Dr Nigel Bruce" w:value="Dr Nigel Bruce"/>
                  <w:listItem w:displayText="Dr Lisa Cameron" w:value="Dr Lisa Cameron"/>
                  <w:listItem w:displayText="Dr Jane Carmen" w:value="Dr Jane Carmen"/>
                  <w:listItem w:displayText="Dr Lucinda Cheesman" w:value="Dr Lucinda Cheesman"/>
                  <w:listItem w:displayText="Dr Natalie Clarke" w:value="Dr Natalie Clarke"/>
                  <w:listItem w:displayText="Dr Tim Coulter " w:value="Dr Tim Coulter "/>
                  <w:listItem w:displayText="Dr Nola Cowan" w:value="Dr Nola Cowan"/>
                  <w:listItem w:displayText="Dr Huber Cubillos Gutierrez" w:value="Dr Huber Cubillos Gutierrez"/>
                  <w:listItem w:displayText="Dr Sarah Dalziel" w:value="Dr Sarah Dalziel"/>
                  <w:listItem w:displayText="Dr Glen Davis" w:value="Dr Glen Davis"/>
                  <w:listItem w:displayText="Dr Anne Dibley" w:value="Dr Anne Dibley"/>
                  <w:listItem w:displayText="Dr Judi Donnell" w:value="Dr Judi Donnell"/>
                  <w:listItem w:displayText="Dr Jorgelina Ferreira" w:value="Dr Jorgelina Ferreira"/>
                  <w:listItem w:displayText="Dr Simon Firth" w:value="Dr Simon Firth"/>
                  <w:listItem w:displayText="Dr Peter Fleischl" w:value="Dr Peter Fleischl"/>
                  <w:listItem w:displayText="Dr Alistair Fraser" w:value="Dr Alistair Fraser"/>
                  <w:listItem w:displayText="Dr Lise Griffith" w:value="Dr Lise Griffith"/>
                  <w:listItem w:displayText="Dr Jenny Hall" w:value="Dr Jenny Hall"/>
                  <w:listItem w:displayText="Dr Sally Hoskins" w:value="Dr Sally Hoskins"/>
                  <w:listItem w:displayText="Dr Debbie Hughes" w:value="Dr Debbie Hughes"/>
                  <w:listItem w:displayText="Dr Lisa Hughes" w:value="Dr Lisa Hughes"/>
                  <w:listItem w:displayText="Dr Dan Jackson " w:value="Dr Dan Jackson "/>
                  <w:listItem w:displayText="Dr Lillian Kitally " w:value="Dr Lillian Kitally "/>
                  <w:listItem w:displayText="Dr Martin Kostrewa " w:value="Dr Martin Kostrewa "/>
                  <w:listItem w:displayText="Dr Karandeep Lall" w:value="Dr Karandeep Lall"/>
                  <w:listItem w:displayText="Dr Sharon Lovegrove" w:value="Dr Sharon Lovegrove"/>
                  <w:listItem w:displayText="Dr Clem Le Lievre" w:value="Dr Clem Le Lievre"/>
                  <w:listItem w:displayText="Dr Rene Lenoir" w:value="Dr Rene Lenoir"/>
                  <w:listItem w:displayText="Dr Frank Liaw" w:value="Dr Frank Liaw"/>
                  <w:listItem w:displayText="Dr Mark Lockwood" w:value="Dr Mark Lockwood"/>
                  <w:listItem w:displayText="Dr Kim Mawson" w:value="Dr Kim Mawson"/>
                  <w:listItem w:displayText="Dr Andrew McMenamin" w:value="Dr Andrew McMenamin"/>
                  <w:listItem w:displayText="Dr Alastair Mclean" w:value="Dr Alastair Mclean"/>
                  <w:listItem w:displayText="Dr Jonathan McPherson" w:value="Dr Jonathan McPherson"/>
                  <w:listItem w:displayText="Dr David Meuli" w:value="Dr David Meuli"/>
                  <w:listItem w:displayText="Dr Fran Meuli" w:value="Dr Fran Meuli"/>
                  <w:listItem w:displayText="Dr Jo Meyers" w:value="Dr Jo Meyers"/>
                  <w:listItem w:displayText="Dr Cate Mills" w:value="Dr Cate Mills"/>
                  <w:listItem w:displayText="Dr John Mowat" w:value="Dr John Mowat"/>
                  <w:listItem w:displayText="Dr Amanda Mutton" w:value="Dr Amanda Mutton"/>
                  <w:listItem w:displayText="Dr Mike Newman" w:value="Dr Mike Newman"/>
                  <w:listItem w:displayText="Dr David Nixon" w:value="Dr David Nixon"/>
                  <w:listItem w:displayText="Dr Joana O'Keefe" w:value="Dr Joana O'Keefe"/>
                  <w:listItem w:displayText="Dr Julie Patullo" w:value="Dr Julie Patullo"/>
                  <w:listItem w:displayText="Dr Susana Papenfus" w:value="Dr Susana Papenfus"/>
                  <w:listItem w:displayText="Dr Robyn Parker" w:value="Dr Robyn Parker"/>
                  <w:listItem w:displayText="Dr Harry Pert " w:value="Dr Harry Pert "/>
                  <w:listItem w:displayText="Dr Grant Phibbs" w:value="Dr Grant Phibbs"/>
                  <w:listItem w:displayText="Dr Tania Pinfold" w:value="Dr Tania Pinfold"/>
                  <w:listItem w:displayText="Dr Neil Poskitt" w:value="Dr Neil Poskitt"/>
                  <w:listItem w:displayText="Dr Liz Powell" w:value="Dr Liz Powell"/>
                  <w:listItem w:displayText="Dr Hans Schneider" w:value="Dr Hans Schneider"/>
                  <w:listItem w:displayText="Dr David Sharples " w:value="Dr David Sharples "/>
                  <w:listItem w:displayText="Dr Sosek Simonian" w:value="Dr Sosek Simonian"/>
                  <w:listItem w:displayText="Dr Leonie Sinclair" w:value="Dr Leonie Sinclair"/>
                  <w:listItem w:displayText="Dr Katie Snyman" w:value="Dr Katie Snyman"/>
                  <w:listItem w:displayText="Dr Gillian Tate" w:value="Dr Gillian Tate"/>
                  <w:listItem w:displayText="Dr Bronwen Thomas" w:value="Dr Bronwen Thomas"/>
                  <w:listItem w:displayText="Dr Mike Tombleson" w:value="Dr Mike Tombleson"/>
                  <w:listItem w:displayText="Dr Giles Turner" w:value="Dr Giles Turner"/>
                  <w:listItem w:displayText="Dr Mike Tustin" w:value="Dr Mike Tustin"/>
                  <w:listItem w:displayText="Dr Graham Urie" w:value="Dr Graham Urie"/>
                  <w:listItem w:displayText="Dr Ron Vail" w:value="Dr Ron Vail"/>
                  <w:listItem w:displayText="Dr Annie Walden" w:value="Dr Annie Walden"/>
                  <w:listItem w:displayText="Dr Anne Walsh" w:value="Dr Anne Walsh"/>
                  <w:listItem w:displayText="Dr Christine Ware" w:value="Dr Christine Ware"/>
                  <w:listItem w:displayText="Dr Mike Williams" w:value="Dr Mike Williams"/>
                  <w:listItem w:displayText="Dr Stuart Williams" w:value="Dr Stuart Williams"/>
                  <w:listItem w:displayText="Dr Roger Willis " w:value="Dr Roger Willis "/>
                  <w:listItem w:displayText="Dr Roz Wilson" w:value="Dr Roz Wilson"/>
                </w:dropDownList>
              </w:sdtPr>
              <w:sdtEndPr/>
              <w:sdtContent>
                <w:r w:rsidRPr="002C0E3D">
                  <w:rPr>
                    <w:rFonts w:cs="Arial"/>
                    <w:color w:val="808080" w:themeColor="background1" w:themeShade="80"/>
                    <w:szCs w:val="20"/>
                    <w:lang w:val="en-GB" w:eastAsia="en-GB"/>
                  </w:rPr>
                  <w:t>Select general practitioner.</w:t>
                </w:r>
              </w:sdtContent>
            </w:sdt>
            <w:r w:rsidRPr="002C0E3D">
              <w:rPr>
                <w:rFonts w:cs="Arial"/>
                <w:szCs w:val="20"/>
              </w:rPr>
              <w:t xml:space="preserve">    </w:t>
            </w:r>
            <w:r w:rsidRPr="002C0E3D">
              <w:rPr>
                <w:rFonts w:cs="Arial"/>
                <w:szCs w:val="20"/>
              </w:rPr>
              <w:tab/>
            </w:r>
            <w:r w:rsidRPr="002C0E3D">
              <w:rPr>
                <w:rFonts w:cs="Arial"/>
                <w:b/>
                <w:szCs w:val="20"/>
              </w:rPr>
              <w:t>Specify:</w:t>
            </w:r>
            <w:r w:rsidRPr="002C0E3D">
              <w:rPr>
                <w:rFonts w:cs="Arial"/>
                <w:szCs w:val="20"/>
              </w:rPr>
              <w:t xml:space="preserve"> </w:t>
            </w:r>
            <w:r w:rsidRPr="002C0E3D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49" type="#_x0000_t75" style="width:156.75pt;height:18.75pt" o:ole="">
                  <v:imagedata r:id="rId48" o:title=""/>
                </v:shape>
                <w:control r:id="rId49" w:name="TextBox13111121112241" w:shapeid="_x0000_i1149"/>
              </w:object>
            </w:r>
            <w:r w:rsidRPr="002C0E3D">
              <w:rPr>
                <w:rFonts w:cs="Arial"/>
                <w:szCs w:val="20"/>
              </w:rPr>
              <w:t xml:space="preserve">          </w:t>
            </w:r>
            <w:r w:rsidRPr="002C0E3D">
              <w:rPr>
                <w:rFonts w:cs="Arial"/>
                <w:b/>
                <w:szCs w:val="20"/>
              </w:rPr>
              <w:t>Surgery:</w:t>
            </w:r>
            <w:r>
              <w:rPr>
                <w:rFonts w:cs="Arial"/>
                <w:szCs w:val="20"/>
              </w:rPr>
              <w:t xml:space="preserve">  </w:t>
            </w:r>
            <w:r>
              <w:rPr>
                <w:rFonts w:cs="Arial"/>
                <w:szCs w:val="20"/>
              </w:rPr>
              <w:tab/>
            </w:r>
            <w:sdt>
              <w:sdtPr>
                <w:rPr>
                  <w:rFonts w:cs="Arial"/>
                  <w:szCs w:val="20"/>
                  <w:lang w:val="en-GB" w:eastAsia="en-GB"/>
                </w:rPr>
                <w:id w:val="-793905715"/>
                <w:showingPlcHdr/>
                <w:dropDownList>
                  <w:listItem w:value="Choose an item."/>
                  <w:listItem w:displayText="Other (specify)" w:value="Other (specify)"/>
                  <w:listItem w:displayText="Central Health Medical Group" w:value="Central Health Medical Group"/>
                  <w:listItem w:displayText="Eruera Medical Centre" w:value="Eruera Medical Centre"/>
                  <w:listItem w:displayText="Fairy Springs Medical Centre" w:value="Fairy Springs Medical Centre"/>
                  <w:listItem w:displayText="Hinemoa House Family Health Centre" w:value="Hinemoa House Family Health Centre"/>
                  <w:listItem w:displayText="Korowai Aroha Medical Centre" w:value="Korowai Aroha Medical Centre"/>
                  <w:listItem w:displayText="Kuirau Medical Centre" w:value="Kuirau Medical Centre"/>
                  <w:listItem w:displayText="Lakeview Clinic" w:value="Lakeview Clinic"/>
                  <w:listItem w:displayText="Mangakino Health Services" w:value="Mangakino Health Services"/>
                  <w:listItem w:displayText="Ngati Pikiao Health Centre" w:value="Ngati Pikiao Health Centre"/>
                  <w:listItem w:displayText="Ngongotaha Medical Centre" w:value="Ngongotaha Medical Centre"/>
                  <w:listItem w:displayText="Owhata Surgery" w:value="Owhata Surgery"/>
                  <w:listItem w:displayText="Pihanga Health " w:value="Pihanga Health "/>
                  <w:listItem w:displayText="Ranolf Medical Centre" w:value="Ranolf Medical Centre"/>
                  <w:listItem w:displayText="Riverview Clinic" w:value="Riverview Clinic"/>
                  <w:listItem w:displayText="Rotovegas Health Centre" w:value="Rotovegas Health Centre"/>
                  <w:listItem w:displayText="Taupo Health Centre" w:value="Taupo Health Centre"/>
                  <w:listItem w:displayText="Taupo Medical Centre" w:value="Taupo Medical Centre"/>
                  <w:listItem w:displayText="Te Ngae Medical Centre" w:value="Te Ngae Medical Centre"/>
                  <w:listItem w:displayText="The Lake Surgery Taupo" w:value="The Lake Surgery Taupo"/>
                  <w:listItem w:displayText="Three Lakes Clinic" w:value="Three Lakes Clinic"/>
                  <w:listItem w:displayText="Westbrook Surgery" w:value="Westbrook Surgery"/>
                  <w:listItem w:displayText="Westend Medical Centre" w:value="Westend Medical Centre"/>
                  <w:listItem w:displayText="Western Height Health Centre" w:value="Western Height Health Centre"/>
                </w:dropDownList>
              </w:sdtPr>
              <w:sdtEndPr/>
              <w:sdtContent>
                <w:r w:rsidRPr="002C0E3D">
                  <w:rPr>
                    <w:rFonts w:cs="Arial"/>
                    <w:color w:val="808080" w:themeColor="background1" w:themeShade="80"/>
                    <w:szCs w:val="20"/>
                    <w:lang w:val="en-GB" w:eastAsia="en-GB"/>
                  </w:rPr>
                  <w:t>Select surgery.</w:t>
                </w:r>
              </w:sdtContent>
            </w:sdt>
            <w:r w:rsidRPr="002C0E3D">
              <w:rPr>
                <w:rFonts w:cs="Arial"/>
                <w:szCs w:val="20"/>
                <w:lang w:val="en-GB" w:eastAsia="en-GB"/>
              </w:rPr>
              <w:tab/>
            </w:r>
            <w:r w:rsidRPr="002C0E3D">
              <w:rPr>
                <w:rFonts w:cs="Arial"/>
                <w:b/>
                <w:szCs w:val="20"/>
              </w:rPr>
              <w:t>Specify:</w:t>
            </w:r>
            <w:r w:rsidRPr="002C0E3D">
              <w:rPr>
                <w:rFonts w:cs="Arial"/>
                <w:szCs w:val="20"/>
              </w:rPr>
              <w:t xml:space="preserve"> </w:t>
            </w:r>
            <w:r w:rsidRPr="002C0E3D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51" type="#_x0000_t75" style="width:156.75pt;height:18.75pt" o:ole="">
                  <v:imagedata r:id="rId48" o:title=""/>
                </v:shape>
                <w:control r:id="rId50" w:name="TextBox131111211122411" w:shapeid="_x0000_i1151"/>
              </w:object>
            </w:r>
          </w:p>
          <w:p w:rsidR="00F25A8D" w:rsidRDefault="00F25A8D" w:rsidP="004C736D">
            <w:pPr>
              <w:tabs>
                <w:tab w:val="left" w:pos="1417"/>
                <w:tab w:val="left" w:pos="5670"/>
                <w:tab w:val="left" w:pos="9923"/>
              </w:tabs>
              <w:spacing w:after="80"/>
              <w:ind w:right="-108"/>
              <w:rPr>
                <w:rFonts w:cs="Arial"/>
                <w:szCs w:val="20"/>
              </w:rPr>
            </w:pPr>
            <w:r w:rsidRPr="002C0E3D">
              <w:rPr>
                <w:rFonts w:cs="Arial"/>
                <w:b/>
                <w:szCs w:val="20"/>
                <w:lang w:val="en-GB" w:eastAsia="en-GB"/>
              </w:rPr>
              <w:t xml:space="preserve">Pharmacy:   </w:t>
            </w:r>
            <w:r>
              <w:rPr>
                <w:rFonts w:cs="Arial"/>
                <w:b/>
                <w:szCs w:val="20"/>
                <w:lang w:val="en-GB" w:eastAsia="en-GB"/>
              </w:rPr>
              <w:tab/>
            </w:r>
            <w:sdt>
              <w:sdtPr>
                <w:rPr>
                  <w:rFonts w:cs="Arial"/>
                  <w:szCs w:val="20"/>
                  <w:lang w:val="en-GB" w:eastAsia="en-GB"/>
                </w:rPr>
                <w:id w:val="460392947"/>
                <w:showingPlcHdr/>
                <w:dropDownList>
                  <w:listItem w:value="Choose an item."/>
                  <w:listItem w:displayText="Other (specify)" w:value="Other (specify)"/>
                  <w:listItem w:displayText="Central Pharmacy" w:value="Central Pharmacy"/>
                  <w:listItem w:displayText="Fairy Springs Medical Centre Pharmacy" w:value="Fairy Springs Medical Centre Pharmacy"/>
                  <w:listItem w:displayText="Great Lake Pharmacy (Taupo)" w:value="Great Lake Pharmacy (Taupo)"/>
                  <w:listItem w:displayText="Lake Taupo Pharmacy" w:value="Lake Taupo Pharmacy"/>
                  <w:listItem w:displayText="Lakes Care Pharmacy" w:value="Lakes Care Pharmacy"/>
                  <w:listItem w:displayText="Life Pharmacy (Rotorua)" w:value="Life Pharmacy (Rotorua)"/>
                  <w:listItem w:displayText="Life Pharmcacy (Taupo)" w:value="Life Pharmcacy (Taupo)"/>
                  <w:listItem w:displayText="Main Street Pharmacy (Taupo)" w:value="Main Street Pharmacy (Taupo)"/>
                  <w:listItem w:displayText="Ngongotaha Pharmacy " w:value="Ngongotaha Pharmacy "/>
                  <w:listItem w:displayText="Owhata Pharmacy" w:value="Owhata Pharmacy"/>
                  <w:listItem w:displayText="Pharmacy 44" w:value="Pharmacy 44"/>
                  <w:listItem w:displayText="Pharmacy 44 on Pukaki" w:value="Pharmacy 44 on Pukaki"/>
                  <w:listItem w:displayText="Pharmacy 81 on Heu Heu (Taupo)" w:value="Pharmacy 81 on Heu Heu (Taupo)"/>
                  <w:listItem w:displayText="Ranolf Pharmacy" w:value="Ranolf Pharmacy"/>
                  <w:listItem w:displayText="Taupo Health Centre Pharmacy" w:value="Taupo Health Centre Pharmacy"/>
                  <w:listItem w:displayText="Te Ngae Pharmacy" w:value="Te Ngae Pharmacy"/>
                  <w:listItem w:displayText="Turangi Pharmacy" w:value="Turangi Pharmacy"/>
                  <w:listItem w:displayText="Westbrook Pharmacy" w:value="Westbrook Pharmacy"/>
                  <w:listItem w:displayText="Westend Pharmacy" w:value="Westend Pharmacy"/>
                  <w:listItem w:displayText="Western Heights Pharmacy" w:value="Western Heights Pharmacy"/>
                </w:dropDownList>
              </w:sdtPr>
              <w:sdtEndPr/>
              <w:sdtContent>
                <w:r w:rsidRPr="002C0E3D">
                  <w:rPr>
                    <w:rStyle w:val="PlaceholderText"/>
                    <w:rFonts w:cs="Arial"/>
                    <w:szCs w:val="20"/>
                  </w:rPr>
                  <w:t>Select pharmacy.</w:t>
                </w:r>
              </w:sdtContent>
            </w:sdt>
            <w:r w:rsidRPr="002C0E3D">
              <w:rPr>
                <w:rFonts w:cs="Arial"/>
                <w:szCs w:val="20"/>
                <w:lang w:val="en-GB" w:eastAsia="en-GB"/>
              </w:rPr>
              <w:tab/>
            </w:r>
            <w:r w:rsidRPr="002C0E3D">
              <w:rPr>
                <w:rFonts w:cs="Arial"/>
                <w:b/>
                <w:szCs w:val="20"/>
              </w:rPr>
              <w:t>Specify:</w:t>
            </w:r>
            <w:r w:rsidRPr="002C0E3D">
              <w:rPr>
                <w:rFonts w:cs="Arial"/>
                <w:szCs w:val="20"/>
              </w:rPr>
              <w:t xml:space="preserve"> </w:t>
            </w:r>
            <w:r w:rsidRPr="002C0E3D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53" type="#_x0000_t75" style="width:156.75pt;height:18.75pt" o:ole="">
                  <v:imagedata r:id="rId48" o:title=""/>
                </v:shape>
                <w:control r:id="rId51" w:name="TextBox1311112111224111" w:shapeid="_x0000_i1153"/>
              </w:object>
            </w:r>
          </w:p>
        </w:tc>
      </w:tr>
    </w:tbl>
    <w:p w:rsidR="00D468F9" w:rsidRPr="00D468F9" w:rsidRDefault="00D468F9">
      <w:pPr>
        <w:rPr>
          <w:sz w:val="4"/>
          <w:szCs w:val="4"/>
        </w:rPr>
      </w:pPr>
    </w:p>
    <w:tbl>
      <w:tblPr>
        <w:tblStyle w:val="TableGrid"/>
        <w:tblW w:w="0" w:type="auto"/>
        <w:tblInd w:w="284" w:type="dxa"/>
        <w:tblBorders>
          <w:top w:val="single" w:sz="18" w:space="0" w:color="002060"/>
          <w:left w:val="single" w:sz="18" w:space="0" w:color="002060"/>
          <w:bottom w:val="single" w:sz="18" w:space="0" w:color="002060"/>
          <w:right w:val="single" w:sz="18" w:space="0" w:color="002060"/>
          <w:insideH w:val="single" w:sz="18" w:space="0" w:color="002060"/>
          <w:insideV w:val="single" w:sz="18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F25A8D" w:rsidTr="00D468F9">
        <w:tc>
          <w:tcPr>
            <w:tcW w:w="9889" w:type="dxa"/>
            <w:shd w:val="clear" w:color="auto" w:fill="002060"/>
          </w:tcPr>
          <w:p w:rsidR="00F25A8D" w:rsidRPr="00F25A8D" w:rsidRDefault="00F25A8D" w:rsidP="000635ED">
            <w:pPr>
              <w:tabs>
                <w:tab w:val="left" w:pos="1701"/>
                <w:tab w:val="left" w:pos="5670"/>
              </w:tabs>
              <w:ind w:right="-108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MENTAL HEALTH ACT STATUS </w:t>
            </w:r>
            <w:r>
              <w:rPr>
                <w:rFonts w:cs="Arial"/>
                <w:szCs w:val="20"/>
              </w:rPr>
              <w:t>(applicable only to those under the Mental Health Act)</w:t>
            </w:r>
          </w:p>
        </w:tc>
      </w:tr>
      <w:tr w:rsidR="00F25A8D" w:rsidTr="00D468F9">
        <w:tc>
          <w:tcPr>
            <w:tcW w:w="9889" w:type="dxa"/>
          </w:tcPr>
          <w:p w:rsidR="00F25A8D" w:rsidRDefault="00F25A8D" w:rsidP="001D0B47">
            <w:pPr>
              <w:tabs>
                <w:tab w:val="left" w:pos="2268"/>
                <w:tab w:val="left" w:pos="3969"/>
              </w:tabs>
              <w:ind w:right="-108"/>
              <w:rPr>
                <w:rFonts w:cs="Arial"/>
                <w:szCs w:val="20"/>
              </w:rPr>
            </w:pPr>
            <w:r w:rsidRPr="00473AAB">
              <w:rPr>
                <w:rFonts w:cs="Arial"/>
                <w:b/>
                <w:szCs w:val="20"/>
              </w:rPr>
              <w:t>Legal status:</w:t>
            </w:r>
            <w:r w:rsidRPr="005F3CED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ab/>
            </w:r>
            <w:sdt>
              <w:sdtPr>
                <w:rPr>
                  <w:rFonts w:cs="Arial"/>
                  <w:szCs w:val="20"/>
                </w:rPr>
                <w:id w:val="6654533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1D0B47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>
              <w:rPr>
                <w:rFonts w:cs="Arial"/>
                <w:b/>
                <w:szCs w:val="20"/>
              </w:rPr>
              <w:t xml:space="preserve">Informal </w:t>
            </w:r>
            <w:r>
              <w:rPr>
                <w:rFonts w:cs="Arial"/>
                <w:b/>
                <w:szCs w:val="20"/>
              </w:rPr>
              <w:tab/>
            </w:r>
            <w:sdt>
              <w:sdtPr>
                <w:rPr>
                  <w:rFonts w:cs="Arial"/>
                  <w:szCs w:val="20"/>
                </w:rPr>
                <w:id w:val="-106603202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1D0B47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>
              <w:rPr>
                <w:rFonts w:cs="Arial"/>
                <w:b/>
                <w:szCs w:val="20"/>
              </w:rPr>
              <w:t>Formal</w:t>
            </w:r>
          </w:p>
          <w:p w:rsidR="00F25A8D" w:rsidRDefault="00F25A8D" w:rsidP="007F22B9">
            <w:pPr>
              <w:tabs>
                <w:tab w:val="left" w:pos="2268"/>
              </w:tabs>
              <w:ind w:right="-108"/>
              <w:rPr>
                <w:rFonts w:cs="Arial"/>
                <w:szCs w:val="20"/>
              </w:rPr>
            </w:pPr>
            <w:r w:rsidRPr="00473AAB">
              <w:rPr>
                <w:rFonts w:cs="Arial"/>
                <w:b/>
                <w:szCs w:val="20"/>
              </w:rPr>
              <w:t>Section(s):</w:t>
            </w:r>
            <w:r w:rsidR="007F22B9">
              <w:rPr>
                <w:rFonts w:cs="Arial"/>
                <w:b/>
                <w:szCs w:val="20"/>
              </w:rPr>
              <w:tab/>
            </w:r>
            <w:r w:rsidRPr="00270CB2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55" type="#_x0000_t75" style="width:369pt;height:18.75pt" o:ole="">
                  <v:imagedata r:id="rId52" o:title=""/>
                </v:shape>
                <w:control r:id="rId53" w:name="TextBox111111211" w:shapeid="_x0000_i1155"/>
              </w:object>
            </w:r>
          </w:p>
          <w:p w:rsidR="00F25A8D" w:rsidRPr="007F22B9" w:rsidRDefault="00F25A8D" w:rsidP="007F22B9">
            <w:pPr>
              <w:tabs>
                <w:tab w:val="left" w:pos="2268"/>
              </w:tabs>
              <w:ind w:right="-108"/>
              <w:rPr>
                <w:rFonts w:cs="Arial"/>
                <w:szCs w:val="20"/>
              </w:rPr>
            </w:pPr>
            <w:r w:rsidRPr="00473AAB">
              <w:rPr>
                <w:rFonts w:cs="Arial"/>
                <w:b/>
                <w:szCs w:val="20"/>
              </w:rPr>
              <w:t xml:space="preserve">Responsible clinician: </w:t>
            </w:r>
            <w:r>
              <w:rPr>
                <w:rFonts w:cs="Arial"/>
                <w:szCs w:val="20"/>
              </w:rPr>
              <w:tab/>
            </w:r>
            <w:r w:rsidRPr="00270CB2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57" type="#_x0000_t75" style="width:369pt;height:18.75pt" o:ole="">
                  <v:imagedata r:id="rId52" o:title=""/>
                </v:shape>
                <w:control r:id="rId54" w:name="TextBox1111112111" w:shapeid="_x0000_i1157"/>
              </w:object>
            </w:r>
          </w:p>
        </w:tc>
      </w:tr>
    </w:tbl>
    <w:p w:rsidR="001E0F5F" w:rsidRPr="001E0F5F" w:rsidRDefault="001E0F5F">
      <w:pPr>
        <w:rPr>
          <w:sz w:val="4"/>
          <w:szCs w:val="4"/>
        </w:rPr>
      </w:pPr>
    </w:p>
    <w:tbl>
      <w:tblPr>
        <w:tblStyle w:val="TableGrid"/>
        <w:tblW w:w="0" w:type="auto"/>
        <w:tblInd w:w="284" w:type="dxa"/>
        <w:tblBorders>
          <w:top w:val="single" w:sz="18" w:space="0" w:color="E36C0A" w:themeColor="accent6" w:themeShade="BF"/>
          <w:left w:val="single" w:sz="18" w:space="0" w:color="E36C0A" w:themeColor="accent6" w:themeShade="BF"/>
          <w:bottom w:val="single" w:sz="18" w:space="0" w:color="E36C0A" w:themeColor="accent6" w:themeShade="BF"/>
          <w:right w:val="single" w:sz="18" w:space="0" w:color="E36C0A" w:themeColor="accent6" w:themeShade="BF"/>
          <w:insideH w:val="single" w:sz="18" w:space="0" w:color="E36C0A" w:themeColor="accent6" w:themeShade="BF"/>
          <w:insideV w:val="single" w:sz="18" w:space="0" w:color="E36C0A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F25A8D" w:rsidTr="000635ED">
        <w:tc>
          <w:tcPr>
            <w:tcW w:w="9889" w:type="dxa"/>
            <w:vAlign w:val="center"/>
          </w:tcPr>
          <w:p w:rsidR="001E0F5F" w:rsidRPr="001E0F5F" w:rsidRDefault="007F22B9" w:rsidP="001E0F5F">
            <w:pPr>
              <w:tabs>
                <w:tab w:val="left" w:pos="2268"/>
                <w:tab w:val="left" w:pos="5670"/>
              </w:tabs>
              <w:spacing w:before="80" w:after="80"/>
              <w:ind w:right="-108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Reason for referral:</w:t>
            </w:r>
            <w:r w:rsidRPr="00270CB2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ab/>
            </w:r>
            <w:r w:rsidRPr="00270CB2">
              <w:rPr>
                <w:rFonts w:cs="Arial"/>
                <w:szCs w:val="20"/>
                <w:lang w:val="en-US" w:eastAsia="en-US"/>
              </w:rPr>
              <w:object w:dxaOrig="225" w:dyaOrig="225">
                <v:shape id="_x0000_i1159" type="#_x0000_t75" style="width:369pt;height:18.75pt" o:ole="">
                  <v:imagedata r:id="rId52" o:title=""/>
                </v:shape>
                <w:control r:id="rId55" w:name="TextBox1111111" w:shapeid="_x0000_i1159"/>
              </w:object>
            </w:r>
          </w:p>
        </w:tc>
      </w:tr>
    </w:tbl>
    <w:p w:rsidR="00272460" w:rsidRPr="00272460" w:rsidRDefault="00272460">
      <w:pPr>
        <w:rPr>
          <w:sz w:val="4"/>
          <w:szCs w:val="4"/>
        </w:rPr>
      </w:pPr>
    </w:p>
    <w:tbl>
      <w:tblPr>
        <w:tblStyle w:val="TableGrid"/>
        <w:tblW w:w="0" w:type="auto"/>
        <w:tblInd w:w="284" w:type="dxa"/>
        <w:tblBorders>
          <w:top w:val="single" w:sz="18" w:space="0" w:color="002060"/>
          <w:left w:val="single" w:sz="18" w:space="0" w:color="002060"/>
          <w:bottom w:val="single" w:sz="18" w:space="0" w:color="002060"/>
          <w:right w:val="single" w:sz="18" w:space="0" w:color="002060"/>
          <w:insideH w:val="single" w:sz="18" w:space="0" w:color="002060"/>
          <w:insideV w:val="single" w:sz="18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9180"/>
        <w:gridCol w:w="709"/>
      </w:tblGrid>
      <w:tr w:rsidR="00D468F9" w:rsidRPr="001E0F5F" w:rsidTr="00D468F9">
        <w:trPr>
          <w:trHeight w:val="312"/>
        </w:trPr>
        <w:tc>
          <w:tcPr>
            <w:tcW w:w="9889" w:type="dxa"/>
            <w:gridSpan w:val="2"/>
            <w:shd w:val="clear" w:color="auto" w:fill="002060"/>
            <w:vAlign w:val="center"/>
          </w:tcPr>
          <w:p w:rsidR="00D468F9" w:rsidRPr="001E0F5F" w:rsidRDefault="00D468F9" w:rsidP="00D468F9">
            <w:pPr>
              <w:tabs>
                <w:tab w:val="left" w:pos="2126"/>
              </w:tabs>
              <w:spacing w:before="80"/>
              <w:ind w:right="-108"/>
              <w:rPr>
                <w:rFonts w:cs="Arial"/>
                <w:b/>
                <w:color w:val="E36C0A" w:themeColor="accent6" w:themeShade="BF"/>
                <w:sz w:val="72"/>
                <w:szCs w:val="72"/>
              </w:rPr>
            </w:pPr>
            <w:r w:rsidRPr="001E0F5F">
              <w:rPr>
                <w:rFonts w:cs="Arial"/>
                <w:b/>
                <w:szCs w:val="20"/>
              </w:rPr>
              <w:t xml:space="preserve">SITUATION </w:t>
            </w:r>
            <w:r w:rsidRPr="001E0F5F">
              <w:rPr>
                <w:rFonts w:cs="Arial"/>
                <w:szCs w:val="20"/>
              </w:rPr>
              <w:tab/>
            </w:r>
            <w:r w:rsidRPr="007C6A2D">
              <w:rPr>
                <w:rFonts w:cs="Arial"/>
                <w:szCs w:val="20"/>
              </w:rPr>
              <w:t>(situation contributing to this referral, describe concerns and reasons for referral).</w:t>
            </w:r>
          </w:p>
        </w:tc>
      </w:tr>
      <w:tr w:rsidR="001E0F5F" w:rsidRPr="001E0F5F" w:rsidTr="00A1104F">
        <w:trPr>
          <w:trHeight w:val="35"/>
        </w:trPr>
        <w:tc>
          <w:tcPr>
            <w:tcW w:w="9180" w:type="dxa"/>
          </w:tcPr>
          <w:p w:rsidR="001E0F5F" w:rsidRPr="001E0F5F" w:rsidRDefault="00A1104F" w:rsidP="00A1104F">
            <w:pPr>
              <w:spacing w:before="80"/>
              <w:ind w:right="-108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1"/>
          </w:p>
        </w:tc>
        <w:tc>
          <w:tcPr>
            <w:tcW w:w="709" w:type="dxa"/>
            <w:shd w:val="clear" w:color="auto" w:fill="002060"/>
            <w:vAlign w:val="center"/>
          </w:tcPr>
          <w:p w:rsidR="001E0F5F" w:rsidRPr="001E0F5F" w:rsidRDefault="00D468F9" w:rsidP="00D468F9">
            <w:pPr>
              <w:spacing w:before="80"/>
              <w:ind w:left="-108" w:right="-108"/>
              <w:jc w:val="center"/>
              <w:rPr>
                <w:rFonts w:cs="Arial"/>
                <w:b/>
                <w:color w:val="E36C0A" w:themeColor="accent6" w:themeShade="BF"/>
              </w:rPr>
            </w:pPr>
            <w:r w:rsidRPr="001E0F5F">
              <w:rPr>
                <w:rFonts w:cs="Arial"/>
                <w:b/>
                <w:color w:val="E36C0A" w:themeColor="accent6" w:themeShade="BF"/>
                <w:sz w:val="72"/>
                <w:szCs w:val="72"/>
              </w:rPr>
              <w:t>S</w:t>
            </w:r>
          </w:p>
        </w:tc>
      </w:tr>
      <w:tr w:rsidR="00D468F9" w:rsidRPr="001E0F5F" w:rsidTr="00D468F9">
        <w:trPr>
          <w:trHeight w:val="309"/>
        </w:trPr>
        <w:tc>
          <w:tcPr>
            <w:tcW w:w="9889" w:type="dxa"/>
            <w:gridSpan w:val="2"/>
            <w:shd w:val="clear" w:color="auto" w:fill="002060"/>
            <w:vAlign w:val="center"/>
          </w:tcPr>
          <w:p w:rsidR="00D468F9" w:rsidRPr="001E0F5F" w:rsidRDefault="00D468F9" w:rsidP="00D468F9">
            <w:pPr>
              <w:tabs>
                <w:tab w:val="left" w:pos="2146"/>
              </w:tabs>
              <w:spacing w:before="80"/>
              <w:ind w:right="-108"/>
              <w:rPr>
                <w:rFonts w:cs="Arial"/>
                <w:b/>
                <w:color w:val="E36C0A" w:themeColor="accent6" w:themeShade="BF"/>
                <w:sz w:val="72"/>
                <w:szCs w:val="72"/>
              </w:rPr>
            </w:pPr>
            <w:r w:rsidRPr="001E0F5F">
              <w:rPr>
                <w:rFonts w:cs="Arial"/>
                <w:b/>
                <w:szCs w:val="20"/>
              </w:rPr>
              <w:t xml:space="preserve">BACKGROUND </w:t>
            </w:r>
            <w:r w:rsidRPr="001E0F5F">
              <w:rPr>
                <w:rFonts w:cs="Arial"/>
                <w:szCs w:val="20"/>
              </w:rPr>
              <w:tab/>
              <w:t xml:space="preserve">(provide significant medical history. Family / home situation and social issues, include </w:t>
            </w:r>
            <w:r>
              <w:rPr>
                <w:rFonts w:cs="Arial"/>
                <w:szCs w:val="20"/>
              </w:rPr>
              <w:tab/>
            </w:r>
            <w:r w:rsidRPr="001E0F5F">
              <w:rPr>
                <w:rFonts w:cs="Arial"/>
                <w:szCs w:val="20"/>
              </w:rPr>
              <w:t>impression and formulation also attach a copy of medications).</w:t>
            </w:r>
          </w:p>
        </w:tc>
      </w:tr>
      <w:tr w:rsidR="001E0F5F" w:rsidRPr="001E0F5F" w:rsidTr="00A1104F">
        <w:trPr>
          <w:trHeight w:val="35"/>
        </w:trPr>
        <w:tc>
          <w:tcPr>
            <w:tcW w:w="9180" w:type="dxa"/>
          </w:tcPr>
          <w:p w:rsidR="001E0F5F" w:rsidRPr="001E0F5F" w:rsidRDefault="00A1104F" w:rsidP="00D468F9">
            <w:pPr>
              <w:spacing w:before="80"/>
              <w:ind w:left="1559" w:right="-108" w:hanging="1559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2"/>
          </w:p>
          <w:p w:rsidR="001E0F5F" w:rsidRPr="001E0F5F" w:rsidRDefault="001E0F5F" w:rsidP="00D468F9">
            <w:pPr>
              <w:spacing w:before="80"/>
              <w:ind w:left="1559" w:right="-108" w:hanging="1559"/>
              <w:rPr>
                <w:rFonts w:cs="Arial"/>
                <w:szCs w:val="20"/>
              </w:rPr>
            </w:pPr>
          </w:p>
        </w:tc>
        <w:tc>
          <w:tcPr>
            <w:tcW w:w="709" w:type="dxa"/>
            <w:shd w:val="clear" w:color="auto" w:fill="002060"/>
            <w:vAlign w:val="center"/>
          </w:tcPr>
          <w:p w:rsidR="001E0F5F" w:rsidRPr="001E0F5F" w:rsidRDefault="00D468F9" w:rsidP="00D468F9">
            <w:pPr>
              <w:spacing w:before="80"/>
              <w:ind w:left="-108" w:right="-108"/>
              <w:jc w:val="center"/>
              <w:rPr>
                <w:rFonts w:cs="Arial"/>
                <w:b/>
                <w:color w:val="E36C0A" w:themeColor="accent6" w:themeShade="BF"/>
                <w:sz w:val="72"/>
                <w:szCs w:val="72"/>
              </w:rPr>
            </w:pPr>
            <w:r w:rsidRPr="001E0F5F">
              <w:rPr>
                <w:rFonts w:cs="Arial"/>
                <w:b/>
                <w:color w:val="E36C0A" w:themeColor="accent6" w:themeShade="BF"/>
                <w:sz w:val="72"/>
                <w:szCs w:val="72"/>
              </w:rPr>
              <w:t>B</w:t>
            </w:r>
          </w:p>
        </w:tc>
      </w:tr>
      <w:tr w:rsidR="00D468F9" w:rsidRPr="001E0F5F" w:rsidTr="00D468F9">
        <w:trPr>
          <w:trHeight w:val="309"/>
        </w:trPr>
        <w:tc>
          <w:tcPr>
            <w:tcW w:w="9889" w:type="dxa"/>
            <w:gridSpan w:val="2"/>
            <w:shd w:val="clear" w:color="auto" w:fill="002060"/>
          </w:tcPr>
          <w:p w:rsidR="00D468F9" w:rsidRPr="00D468F9" w:rsidRDefault="00D468F9" w:rsidP="00D468F9">
            <w:pPr>
              <w:spacing w:before="80"/>
              <w:ind w:left="2126" w:right="-108" w:hanging="2126"/>
              <w:rPr>
                <w:rFonts w:cs="Arial"/>
                <w:szCs w:val="20"/>
              </w:rPr>
            </w:pPr>
            <w:r w:rsidRPr="001E0F5F">
              <w:rPr>
                <w:rFonts w:cs="Arial"/>
                <w:b/>
                <w:szCs w:val="20"/>
              </w:rPr>
              <w:t xml:space="preserve">ASSESSMENT </w:t>
            </w:r>
            <w:r w:rsidRPr="001E0F5F">
              <w:rPr>
                <w:rFonts w:cs="Arial"/>
                <w:szCs w:val="20"/>
              </w:rPr>
              <w:tab/>
              <w:t>(current mental state, include MSE and Risk)</w:t>
            </w:r>
          </w:p>
        </w:tc>
      </w:tr>
      <w:tr w:rsidR="001E0F5F" w:rsidRPr="001E0F5F" w:rsidTr="00D468F9">
        <w:trPr>
          <w:trHeight w:val="309"/>
        </w:trPr>
        <w:tc>
          <w:tcPr>
            <w:tcW w:w="9180" w:type="dxa"/>
          </w:tcPr>
          <w:p w:rsidR="001E0F5F" w:rsidRPr="001E0F5F" w:rsidRDefault="00A1104F" w:rsidP="00D468F9">
            <w:pPr>
              <w:spacing w:before="80"/>
              <w:ind w:right="-108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"/>
          </w:p>
          <w:p w:rsidR="001E0F5F" w:rsidRPr="001E0F5F" w:rsidRDefault="001E0F5F" w:rsidP="00D468F9">
            <w:pPr>
              <w:spacing w:before="80"/>
              <w:ind w:right="-108"/>
              <w:rPr>
                <w:rFonts w:cs="Arial"/>
                <w:szCs w:val="20"/>
              </w:rPr>
            </w:pPr>
          </w:p>
        </w:tc>
        <w:tc>
          <w:tcPr>
            <w:tcW w:w="709" w:type="dxa"/>
            <w:shd w:val="clear" w:color="auto" w:fill="002060"/>
            <w:vAlign w:val="center"/>
          </w:tcPr>
          <w:p w:rsidR="001E0F5F" w:rsidRPr="001E0F5F" w:rsidRDefault="00D468F9" w:rsidP="00D468F9">
            <w:pPr>
              <w:spacing w:before="80"/>
              <w:ind w:left="-108" w:right="-108"/>
              <w:jc w:val="center"/>
              <w:rPr>
                <w:rFonts w:cs="Arial"/>
                <w:b/>
                <w:color w:val="E36C0A" w:themeColor="accent6" w:themeShade="BF"/>
                <w:sz w:val="72"/>
                <w:szCs w:val="72"/>
              </w:rPr>
            </w:pPr>
            <w:r w:rsidRPr="001E0F5F">
              <w:rPr>
                <w:rFonts w:cs="Arial"/>
                <w:b/>
                <w:color w:val="E36C0A" w:themeColor="accent6" w:themeShade="BF"/>
                <w:sz w:val="72"/>
                <w:szCs w:val="72"/>
              </w:rPr>
              <w:t>A</w:t>
            </w:r>
          </w:p>
        </w:tc>
      </w:tr>
      <w:tr w:rsidR="00D468F9" w:rsidRPr="001E0F5F" w:rsidTr="00D468F9">
        <w:trPr>
          <w:trHeight w:val="309"/>
        </w:trPr>
        <w:tc>
          <w:tcPr>
            <w:tcW w:w="9889" w:type="dxa"/>
            <w:gridSpan w:val="2"/>
            <w:shd w:val="clear" w:color="auto" w:fill="002060"/>
            <w:vAlign w:val="center"/>
          </w:tcPr>
          <w:p w:rsidR="00D468F9" w:rsidRPr="001E0F5F" w:rsidRDefault="00D468F9" w:rsidP="00D468F9">
            <w:pPr>
              <w:tabs>
                <w:tab w:val="left" w:pos="2126"/>
              </w:tabs>
              <w:spacing w:before="80"/>
              <w:ind w:right="-108"/>
              <w:rPr>
                <w:rFonts w:cs="Arial"/>
                <w:b/>
                <w:color w:val="E36C0A" w:themeColor="accent6" w:themeShade="BF"/>
                <w:sz w:val="72"/>
                <w:szCs w:val="72"/>
              </w:rPr>
            </w:pPr>
            <w:r w:rsidRPr="001E0F5F">
              <w:rPr>
                <w:rFonts w:cs="Arial"/>
                <w:b/>
                <w:szCs w:val="20"/>
              </w:rPr>
              <w:t>RECOMMENDATIONS</w:t>
            </w:r>
            <w:r w:rsidRPr="001E0F5F">
              <w:rPr>
                <w:rFonts w:cs="Arial"/>
                <w:szCs w:val="20"/>
              </w:rPr>
              <w:tab/>
              <w:t>(be specific about request and timeframe, make sugge</w:t>
            </w:r>
            <w:r>
              <w:rPr>
                <w:rFonts w:cs="Arial"/>
                <w:szCs w:val="20"/>
              </w:rPr>
              <w:t xml:space="preserve">stions and clarify </w:t>
            </w:r>
            <w:r>
              <w:rPr>
                <w:rFonts w:cs="Arial"/>
                <w:szCs w:val="20"/>
              </w:rPr>
              <w:tab/>
              <w:t xml:space="preserve">expectations </w:t>
            </w:r>
            <w:r>
              <w:rPr>
                <w:rFonts w:cs="Arial"/>
                <w:szCs w:val="20"/>
              </w:rPr>
              <w:tab/>
            </w:r>
            <w:r w:rsidRPr="001E0F5F">
              <w:rPr>
                <w:rFonts w:cs="Arial"/>
                <w:szCs w:val="20"/>
              </w:rPr>
              <w:t>i.e. date of discharge, expected dates).</w:t>
            </w:r>
          </w:p>
        </w:tc>
      </w:tr>
      <w:tr w:rsidR="001E0F5F" w:rsidRPr="001E0F5F" w:rsidTr="00A1104F">
        <w:trPr>
          <w:trHeight w:val="35"/>
        </w:trPr>
        <w:tc>
          <w:tcPr>
            <w:tcW w:w="9180" w:type="dxa"/>
          </w:tcPr>
          <w:p w:rsidR="001E0F5F" w:rsidRDefault="00A1104F" w:rsidP="00D468F9">
            <w:pPr>
              <w:spacing w:before="80"/>
              <w:ind w:right="-108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4"/>
          </w:p>
          <w:p w:rsidR="00D468F9" w:rsidRPr="001E0F5F" w:rsidRDefault="00D468F9" w:rsidP="00D468F9">
            <w:pPr>
              <w:spacing w:before="80"/>
              <w:ind w:right="-108"/>
              <w:rPr>
                <w:rFonts w:cs="Arial"/>
                <w:szCs w:val="20"/>
              </w:rPr>
            </w:pPr>
          </w:p>
        </w:tc>
        <w:tc>
          <w:tcPr>
            <w:tcW w:w="709" w:type="dxa"/>
            <w:shd w:val="clear" w:color="auto" w:fill="002060"/>
          </w:tcPr>
          <w:p w:rsidR="001E0F5F" w:rsidRPr="001E0F5F" w:rsidRDefault="00D468F9" w:rsidP="00D468F9">
            <w:pPr>
              <w:spacing w:before="80"/>
              <w:ind w:left="-108" w:right="-108"/>
              <w:rPr>
                <w:rFonts w:cs="Arial"/>
              </w:rPr>
            </w:pPr>
            <w:r w:rsidRPr="001E0F5F">
              <w:rPr>
                <w:rFonts w:cs="Arial"/>
                <w:b/>
                <w:color w:val="E36C0A" w:themeColor="accent6" w:themeShade="BF"/>
                <w:sz w:val="72"/>
                <w:szCs w:val="72"/>
              </w:rPr>
              <w:t>R</w:t>
            </w:r>
          </w:p>
        </w:tc>
      </w:tr>
    </w:tbl>
    <w:p w:rsidR="004C736D" w:rsidRDefault="004C736D">
      <w:pPr>
        <w:rPr>
          <w:sz w:val="4"/>
          <w:szCs w:val="4"/>
        </w:rPr>
      </w:pPr>
    </w:p>
    <w:tbl>
      <w:tblPr>
        <w:tblStyle w:val="TableGrid"/>
        <w:tblW w:w="0" w:type="auto"/>
        <w:tblInd w:w="284" w:type="dxa"/>
        <w:tblBorders>
          <w:top w:val="single" w:sz="18" w:space="0" w:color="E36C0A" w:themeColor="accent6" w:themeShade="BF"/>
          <w:left w:val="single" w:sz="18" w:space="0" w:color="E36C0A" w:themeColor="accent6" w:themeShade="BF"/>
          <w:bottom w:val="single" w:sz="18" w:space="0" w:color="E36C0A" w:themeColor="accent6" w:themeShade="BF"/>
          <w:right w:val="single" w:sz="18" w:space="0" w:color="E36C0A" w:themeColor="accent6" w:themeShade="BF"/>
          <w:insideH w:val="single" w:sz="18" w:space="0" w:color="E36C0A" w:themeColor="accent6" w:themeShade="BF"/>
          <w:insideV w:val="single" w:sz="18" w:space="0" w:color="E36C0A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534D92" w:rsidRPr="00797C19" w:rsidTr="00D468F9">
        <w:tc>
          <w:tcPr>
            <w:tcW w:w="9889" w:type="dxa"/>
            <w:shd w:val="clear" w:color="auto" w:fill="E36C0A" w:themeFill="accent6" w:themeFillShade="BF"/>
          </w:tcPr>
          <w:p w:rsidR="00534D92" w:rsidRDefault="007C6A2D" w:rsidP="00D468F9">
            <w:pPr>
              <w:tabs>
                <w:tab w:val="left" w:pos="2694"/>
                <w:tab w:val="left" w:pos="6379"/>
              </w:tabs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>
              <w:rPr>
                <w:rFonts w:cs="Arial"/>
                <w:b/>
                <w:color w:val="FFFFFF" w:themeColor="background1"/>
                <w:szCs w:val="20"/>
              </w:rPr>
              <w:t>MENTAL HEALTH &amp; ADDICTION SERVICE</w:t>
            </w:r>
            <w:r w:rsidR="00534D92">
              <w:rPr>
                <w:rFonts w:cs="Arial"/>
                <w:b/>
                <w:color w:val="FFFFFF" w:themeColor="background1"/>
                <w:szCs w:val="20"/>
              </w:rPr>
              <w:t xml:space="preserve"> USE ONLY</w:t>
            </w:r>
          </w:p>
        </w:tc>
      </w:tr>
    </w:tbl>
    <w:p w:rsidR="004C736D" w:rsidRPr="004C736D" w:rsidRDefault="004C736D">
      <w:pPr>
        <w:rPr>
          <w:sz w:val="4"/>
          <w:szCs w:val="4"/>
        </w:rPr>
      </w:pPr>
    </w:p>
    <w:tbl>
      <w:tblPr>
        <w:tblStyle w:val="TableGrid"/>
        <w:tblW w:w="0" w:type="auto"/>
        <w:tblInd w:w="284" w:type="dxa"/>
        <w:tblBorders>
          <w:top w:val="single" w:sz="24" w:space="0" w:color="002060"/>
          <w:left w:val="none" w:sz="0" w:space="0" w:color="auto"/>
          <w:bottom w:val="single" w:sz="24" w:space="0" w:color="002060"/>
          <w:right w:val="none" w:sz="0" w:space="0" w:color="auto"/>
          <w:insideH w:val="single" w:sz="24" w:space="0" w:color="00206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  <w:gridCol w:w="709"/>
      </w:tblGrid>
      <w:tr w:rsidR="00D468F9" w:rsidRPr="00797C19" w:rsidTr="00D468F9">
        <w:tc>
          <w:tcPr>
            <w:tcW w:w="9889" w:type="dxa"/>
            <w:gridSpan w:val="2"/>
            <w:tcBorders>
              <w:top w:val="single" w:sz="24" w:space="0" w:color="002060"/>
              <w:left w:val="single" w:sz="24" w:space="0" w:color="002060"/>
              <w:right w:val="single" w:sz="24" w:space="0" w:color="002060"/>
            </w:tcBorders>
            <w:shd w:val="clear" w:color="auto" w:fill="002060"/>
          </w:tcPr>
          <w:p w:rsidR="00D468F9" w:rsidRPr="001E0F5F" w:rsidRDefault="00D468F9" w:rsidP="00D468F9">
            <w:pPr>
              <w:tabs>
                <w:tab w:val="left" w:pos="2126"/>
                <w:tab w:val="left" w:pos="6379"/>
              </w:tabs>
              <w:ind w:right="-108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b/>
                <w:color w:val="FFFFFF" w:themeColor="background1"/>
                <w:szCs w:val="20"/>
              </w:rPr>
              <w:t xml:space="preserve">RESPONSE </w:t>
            </w:r>
            <w:r>
              <w:rPr>
                <w:rFonts w:cs="Arial"/>
                <w:b/>
                <w:color w:val="FFFFFF" w:themeColor="background1"/>
                <w:szCs w:val="20"/>
              </w:rPr>
              <w:tab/>
            </w:r>
            <w:r>
              <w:rPr>
                <w:rFonts w:cs="Arial"/>
                <w:color w:val="FFFFFF" w:themeColor="background1"/>
                <w:szCs w:val="20"/>
              </w:rPr>
              <w:t>(record intervention/s; include date, response, name and designation after each entry)</w:t>
            </w:r>
          </w:p>
        </w:tc>
      </w:tr>
      <w:tr w:rsidR="00272460" w:rsidTr="00A1104F">
        <w:trPr>
          <w:trHeight w:val="20"/>
        </w:trPr>
        <w:tc>
          <w:tcPr>
            <w:tcW w:w="9180" w:type="dxa"/>
            <w:tcBorders>
              <w:left w:val="single" w:sz="24" w:space="0" w:color="002060"/>
              <w:right w:val="single" w:sz="24" w:space="0" w:color="002060"/>
            </w:tcBorders>
          </w:tcPr>
          <w:p w:rsidR="00ED2468" w:rsidRDefault="00A1104F" w:rsidP="00A1104F">
            <w:pPr>
              <w:spacing w:before="80"/>
              <w:ind w:right="-108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5"/>
          </w:p>
        </w:tc>
        <w:tc>
          <w:tcPr>
            <w:tcW w:w="709" w:type="dxa"/>
            <w:tcBorders>
              <w:left w:val="single" w:sz="24" w:space="0" w:color="002060"/>
              <w:right w:val="single" w:sz="24" w:space="0" w:color="002060"/>
            </w:tcBorders>
            <w:shd w:val="clear" w:color="auto" w:fill="002060"/>
            <w:vAlign w:val="center"/>
          </w:tcPr>
          <w:p w:rsidR="00272460" w:rsidRPr="001E0F5F" w:rsidRDefault="00D468F9" w:rsidP="001E0F5F">
            <w:pPr>
              <w:tabs>
                <w:tab w:val="left" w:pos="2694"/>
                <w:tab w:val="left" w:pos="6379"/>
              </w:tabs>
              <w:ind w:left="-108" w:right="-108"/>
              <w:jc w:val="center"/>
              <w:rPr>
                <w:rFonts w:cs="Arial"/>
                <w:sz w:val="72"/>
                <w:szCs w:val="72"/>
              </w:rPr>
            </w:pPr>
            <w:r w:rsidRPr="001E0F5F">
              <w:rPr>
                <w:rFonts w:cs="Arial"/>
                <w:b/>
                <w:color w:val="E36C0A" w:themeColor="accent6" w:themeShade="BF"/>
                <w:sz w:val="72"/>
                <w:szCs w:val="72"/>
              </w:rPr>
              <w:t>R</w:t>
            </w:r>
          </w:p>
        </w:tc>
      </w:tr>
    </w:tbl>
    <w:p w:rsidR="00107CD0" w:rsidRPr="00FE48A3" w:rsidRDefault="00107CD0" w:rsidP="00A1104F">
      <w:pPr>
        <w:tabs>
          <w:tab w:val="left" w:pos="9923"/>
        </w:tabs>
        <w:spacing w:before="120"/>
        <w:ind w:left="284" w:right="544"/>
        <w:rPr>
          <w:rFonts w:cs="Arial"/>
          <w:b/>
          <w:szCs w:val="20"/>
        </w:rPr>
      </w:pPr>
    </w:p>
    <w:sectPr w:rsidR="00107CD0" w:rsidRPr="00FE48A3" w:rsidSect="00D20699">
      <w:headerReference w:type="default" r:id="rId56"/>
      <w:footerReference w:type="default" r:id="rId57"/>
      <w:headerReference w:type="first" r:id="rId58"/>
      <w:footerReference w:type="first" r:id="rId59"/>
      <w:pgSz w:w="11907" w:h="16840" w:code="9"/>
      <w:pgMar w:top="720" w:right="720" w:bottom="720" w:left="720" w:header="709" w:footer="14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8F9" w:rsidRDefault="00D468F9">
      <w:r>
        <w:separator/>
      </w:r>
    </w:p>
  </w:endnote>
  <w:endnote w:type="continuationSeparator" w:id="0">
    <w:p w:rsidR="00D468F9" w:rsidRDefault="00D4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3303610"/>
      <w:docPartObj>
        <w:docPartGallery w:val="Page Numbers (Bottom of Page)"/>
        <w:docPartUnique/>
      </w:docPartObj>
    </w:sdtPr>
    <w:sdtEndPr>
      <w:rPr>
        <w:rFonts w:cs="Arial"/>
        <w:noProof/>
        <w:szCs w:val="20"/>
      </w:rPr>
    </w:sdtEndPr>
    <w:sdtContent>
      <w:p w:rsidR="00D468F9" w:rsidRPr="000053AB" w:rsidRDefault="00D468F9" w:rsidP="004C736D">
        <w:pPr>
          <w:pStyle w:val="Footer"/>
          <w:ind w:right="402"/>
          <w:jc w:val="right"/>
          <w:rPr>
            <w:rFonts w:cs="Arial"/>
            <w:szCs w:val="20"/>
          </w:rPr>
        </w:pPr>
        <w:r w:rsidRPr="000053AB">
          <w:rPr>
            <w:rFonts w:cs="Arial"/>
            <w:szCs w:val="20"/>
          </w:rPr>
          <w:fldChar w:fldCharType="begin"/>
        </w:r>
        <w:r w:rsidRPr="000053AB">
          <w:rPr>
            <w:rFonts w:cs="Arial"/>
            <w:szCs w:val="20"/>
          </w:rPr>
          <w:instrText xml:space="preserve"> PAGE   \* MERGEFORMAT </w:instrText>
        </w:r>
        <w:r w:rsidRPr="000053AB">
          <w:rPr>
            <w:rFonts w:cs="Arial"/>
            <w:szCs w:val="20"/>
          </w:rPr>
          <w:fldChar w:fldCharType="separate"/>
        </w:r>
        <w:r w:rsidR="00C30FC8">
          <w:rPr>
            <w:rFonts w:cs="Arial"/>
            <w:noProof/>
            <w:szCs w:val="20"/>
          </w:rPr>
          <w:t>2</w:t>
        </w:r>
        <w:r w:rsidRPr="000053AB">
          <w:rPr>
            <w:rFonts w:cs="Arial"/>
            <w:noProof/>
            <w:szCs w:val="20"/>
          </w:rPr>
          <w:fldChar w:fldCharType="end"/>
        </w:r>
      </w:p>
    </w:sdtContent>
  </w:sdt>
  <w:p w:rsidR="00D468F9" w:rsidRPr="00D22C54" w:rsidRDefault="00D468F9" w:rsidP="00D22C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3AB" w:rsidRPr="000053AB" w:rsidRDefault="000053AB" w:rsidP="000053AB">
    <w:pPr>
      <w:pStyle w:val="Footer"/>
      <w:rPr>
        <w:rFonts w:eastAsiaTheme="majorEastAsia" w:cs="Arial"/>
      </w:rPr>
    </w:pPr>
    <w:r>
      <w:rPr>
        <w:rFonts w:eastAsiaTheme="majorEastAsia" w:cs="Arial"/>
      </w:rPr>
      <w:t>Version 1_03/09/2015</w:t>
    </w:r>
    <w:r w:rsidRPr="000053AB">
      <w:rPr>
        <w:rFonts w:eastAsiaTheme="majorEastAsia" w:cs="Arial"/>
      </w:rPr>
      <w:ptab w:relativeTo="margin" w:alignment="right" w:leader="none"/>
    </w:r>
    <w:r w:rsidRPr="000053AB">
      <w:rPr>
        <w:rFonts w:eastAsiaTheme="majorEastAsia" w:cs="Arial"/>
      </w:rPr>
      <w:t xml:space="preserve"> </w:t>
    </w:r>
    <w:r w:rsidRPr="000053AB">
      <w:rPr>
        <w:rFonts w:eastAsiaTheme="minorEastAsia" w:cs="Arial"/>
      </w:rPr>
      <w:fldChar w:fldCharType="begin"/>
    </w:r>
    <w:r w:rsidRPr="000053AB">
      <w:rPr>
        <w:rFonts w:cs="Arial"/>
      </w:rPr>
      <w:instrText xml:space="preserve"> PAGE   \* MERGEFORMAT </w:instrText>
    </w:r>
    <w:r w:rsidRPr="000053AB">
      <w:rPr>
        <w:rFonts w:eastAsiaTheme="minorEastAsia" w:cs="Arial"/>
      </w:rPr>
      <w:fldChar w:fldCharType="separate"/>
    </w:r>
    <w:r w:rsidR="00C30FC8" w:rsidRPr="00C30FC8">
      <w:rPr>
        <w:rFonts w:eastAsiaTheme="majorEastAsia" w:cs="Arial"/>
        <w:noProof/>
      </w:rPr>
      <w:t>1</w:t>
    </w:r>
    <w:r w:rsidRPr="000053AB">
      <w:rPr>
        <w:rFonts w:eastAsiaTheme="majorEastAsia" w:cs="Arial"/>
        <w:noProof/>
      </w:rPr>
      <w:fldChar w:fldCharType="end"/>
    </w:r>
  </w:p>
  <w:p w:rsidR="00D468F9" w:rsidRPr="000053AB" w:rsidRDefault="00D468F9">
    <w:pPr>
      <w:pStyle w:val="Footer"/>
      <w:rPr>
        <w:rFonts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8F9" w:rsidRDefault="00D468F9">
      <w:r>
        <w:separator/>
      </w:r>
    </w:p>
  </w:footnote>
  <w:footnote w:type="continuationSeparator" w:id="0">
    <w:p w:rsidR="00D468F9" w:rsidRDefault="00D46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04F" w:rsidRDefault="00A1104F">
    <w:pPr>
      <w:pStyle w:val="Header"/>
    </w:pPr>
    <w:r w:rsidRPr="00A1104F">
      <w:rPr>
        <w:noProof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129ED0EB" wp14:editId="71C173F3">
              <wp:simplePos x="0" y="0"/>
              <wp:positionH relativeFrom="column">
                <wp:posOffset>2552700</wp:posOffset>
              </wp:positionH>
              <wp:positionV relativeFrom="paragraph">
                <wp:posOffset>-231140</wp:posOffset>
              </wp:positionV>
              <wp:extent cx="3763645" cy="847725"/>
              <wp:effectExtent l="0" t="0" r="27305" b="28575"/>
              <wp:wrapNone/>
              <wp:docPr id="1" name="Rounded 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763645" cy="847725"/>
                      </a:xfrm>
                      <a:prstGeom prst="roundRect">
                        <a:avLst/>
                      </a:prstGeom>
                      <a:solidFill>
                        <a:sysClr val="window" lastClr="FFFFFF"/>
                      </a:solidFill>
                      <a:ln w="25400" cap="flat" cmpd="sng" algn="ctr">
                        <a:solidFill>
                          <a:srgbClr val="00206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:rsidR="00A1104F" w:rsidRDefault="00A1104F" w:rsidP="00A1104F">
                          <w:pPr>
                            <w:jc w:val="center"/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</w:pPr>
                        </w:p>
                        <w:p w:rsidR="00A1104F" w:rsidRDefault="00A1104F" w:rsidP="00A1104F">
                          <w:pPr>
                            <w:jc w:val="center"/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</w:pPr>
                          <w:r w:rsidRPr="00E77865"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  <w:t>PLEASE AFFIX PATIENT LABEL HERE</w:t>
                          </w:r>
                          <w:r w:rsidRPr="00E73D8A"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:rsidR="00A1104F" w:rsidRDefault="00A1104F" w:rsidP="00A1104F">
                          <w:pPr>
                            <w:jc w:val="center"/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  <w:t>OFFICE USE ONLY</w:t>
                          </w:r>
                        </w:p>
                        <w:p w:rsidR="00A1104F" w:rsidRDefault="00A1104F" w:rsidP="00A1104F">
                          <w:pPr>
                            <w:jc w:val="center"/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</w:pPr>
                        </w:p>
                        <w:p w:rsidR="00A1104F" w:rsidRPr="00E77865" w:rsidRDefault="00A1104F" w:rsidP="00A1104F">
                          <w:pPr>
                            <w:jc w:val="center"/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Rounded Rectangle 1" o:spid="_x0000_s1026" style="position:absolute;margin-left:201pt;margin-top:-18.2pt;width:296.35pt;height:66.7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" fillcolor="window" strokecolor="#002060" strokeweight="2pt">
              <v:path arrowok="t"/>
              <v:textbox>
                <w:txbxContent>
                  <w:p w:rsidR="00A1104F" w:rsidRDefault="00A1104F" w:rsidP="00A1104F">
                    <w:pPr>
                      <w:jc w:val="center"/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</w:pPr>
                  </w:p>
                  <w:p w:rsidR="00A1104F" w:rsidRDefault="00A1104F" w:rsidP="00A1104F">
                    <w:pPr>
                      <w:jc w:val="center"/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</w:pPr>
                    <w:r w:rsidRPr="00E77865"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  <w:t>PLEASE AFFIX PATIENT LABEL HERE</w:t>
                    </w:r>
                    <w:r w:rsidRPr="00E73D8A"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  <w:t xml:space="preserve"> </w:t>
                    </w:r>
                  </w:p>
                  <w:p w:rsidR="00A1104F" w:rsidRDefault="00A1104F" w:rsidP="00A1104F">
                    <w:pPr>
                      <w:jc w:val="center"/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  <w:t>OFFICE USE ONLY</w:t>
                    </w:r>
                  </w:p>
                  <w:p w:rsidR="00A1104F" w:rsidRDefault="00A1104F" w:rsidP="00A1104F">
                    <w:pPr>
                      <w:jc w:val="center"/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</w:pPr>
                  </w:p>
                  <w:p w:rsidR="00A1104F" w:rsidRPr="00E77865" w:rsidRDefault="00A1104F" w:rsidP="00A1104F">
                    <w:pPr>
                      <w:jc w:val="center"/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A1104F">
      <w:rPr>
        <w:noProof/>
      </w:rPr>
      <w:drawing>
        <wp:anchor distT="0" distB="0" distL="114300" distR="114300" simplePos="0" relativeHeight="251677696" behindDoc="0" locked="0" layoutInCell="1" allowOverlap="1" wp14:anchorId="258A3467" wp14:editId="42092850">
          <wp:simplePos x="0" y="0"/>
          <wp:positionH relativeFrom="column">
            <wp:posOffset>295275</wp:posOffset>
          </wp:positionH>
          <wp:positionV relativeFrom="paragraph">
            <wp:posOffset>-88265</wp:posOffset>
          </wp:positionV>
          <wp:extent cx="1562100" cy="609600"/>
          <wp:effectExtent l="0" t="0" r="0" b="0"/>
          <wp:wrapNone/>
          <wp:docPr id="2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kes DHB Logo Original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1104F" w:rsidRDefault="00A1104F">
    <w:pPr>
      <w:pStyle w:val="Header"/>
    </w:pPr>
  </w:p>
  <w:p w:rsidR="00A1104F" w:rsidRDefault="00A1104F">
    <w:pPr>
      <w:pStyle w:val="Header"/>
    </w:pPr>
  </w:p>
  <w:p w:rsidR="00A1104F" w:rsidRDefault="00A1104F" w:rsidP="00A1104F">
    <w:pPr>
      <w:pStyle w:val="Header"/>
      <w:spacing w:after="1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8F9" w:rsidRPr="008A4ECD" w:rsidRDefault="00A1104F" w:rsidP="005D3D3C">
    <w:pPr>
      <w:ind w:left="2127"/>
      <w:jc w:val="center"/>
      <w:rPr>
        <w:rFonts w:cs="Arial"/>
        <w:b/>
        <w:sz w:val="32"/>
        <w:szCs w:val="3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745C572E" wp14:editId="158982EA">
              <wp:simplePos x="0" y="0"/>
              <wp:positionH relativeFrom="column">
                <wp:posOffset>2533650</wp:posOffset>
              </wp:positionH>
              <wp:positionV relativeFrom="paragraph">
                <wp:posOffset>-183515</wp:posOffset>
              </wp:positionV>
              <wp:extent cx="3763645" cy="847725"/>
              <wp:effectExtent l="0" t="0" r="27305" b="28575"/>
              <wp:wrapNone/>
              <wp:docPr id="17" name="Rounded 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763645" cy="847725"/>
                      </a:xfrm>
                      <a:prstGeom prst="roundRect">
                        <a:avLst/>
                      </a:prstGeom>
                      <a:solidFill>
                        <a:sysClr val="window" lastClr="FFFFFF"/>
                      </a:solidFill>
                      <a:ln w="25400" cap="flat" cmpd="sng" algn="ctr">
                        <a:solidFill>
                          <a:srgbClr val="00206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:rsidR="00A1104F" w:rsidRDefault="00A1104F" w:rsidP="00A1104F">
                          <w:pPr>
                            <w:jc w:val="center"/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</w:pPr>
                        </w:p>
                        <w:p w:rsidR="00A1104F" w:rsidRDefault="00A1104F" w:rsidP="00A1104F">
                          <w:pPr>
                            <w:jc w:val="center"/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</w:pPr>
                          <w:r w:rsidRPr="00E77865"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  <w:t>PLEASE AFFIX PATIENT LABEL HERE</w:t>
                          </w:r>
                          <w:r w:rsidRPr="00E73D8A"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:rsidR="00A1104F" w:rsidRDefault="00A1104F" w:rsidP="00A1104F">
                          <w:pPr>
                            <w:jc w:val="center"/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  <w:t>OFFICE USE ONLY</w:t>
                          </w:r>
                        </w:p>
                        <w:p w:rsidR="00A1104F" w:rsidRDefault="00A1104F" w:rsidP="00A1104F">
                          <w:pPr>
                            <w:jc w:val="center"/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</w:pPr>
                        </w:p>
                        <w:p w:rsidR="00A1104F" w:rsidRPr="00E77865" w:rsidRDefault="00A1104F" w:rsidP="00A1104F">
                          <w:pPr>
                            <w:jc w:val="center"/>
                            <w:rPr>
                              <w:rFonts w:asciiTheme="minorHAnsi" w:hAnsiTheme="minorHAnsi" w:cs="Calibri"/>
                              <w:b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Rounded Rectangle 17" o:spid="_x0000_s1027" style="position:absolute;left:0;text-align:left;margin-left:199.5pt;margin-top:-14.45pt;width:296.35pt;height:66.7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" fillcolor="window" strokecolor="#002060" strokeweight="2pt">
              <v:path arrowok="t"/>
              <v:textbox>
                <w:txbxContent>
                  <w:p w:rsidR="00A1104F" w:rsidRDefault="00A1104F" w:rsidP="00A1104F">
                    <w:pPr>
                      <w:jc w:val="center"/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</w:pPr>
                  </w:p>
                  <w:p w:rsidR="00A1104F" w:rsidRDefault="00A1104F" w:rsidP="00A1104F">
                    <w:pPr>
                      <w:jc w:val="center"/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</w:pPr>
                    <w:r w:rsidRPr="00E77865"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  <w:t>PLEASE AFFIX PATIENT LABEL HERE</w:t>
                    </w:r>
                    <w:r w:rsidRPr="00E73D8A"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  <w:t xml:space="preserve"> </w:t>
                    </w:r>
                  </w:p>
                  <w:p w:rsidR="00A1104F" w:rsidRDefault="00A1104F" w:rsidP="00A1104F">
                    <w:pPr>
                      <w:jc w:val="center"/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  <w:t>OFFICE USE ONLY</w:t>
                    </w:r>
                  </w:p>
                  <w:p w:rsidR="00A1104F" w:rsidRDefault="00A1104F" w:rsidP="00A1104F">
                    <w:pPr>
                      <w:jc w:val="center"/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</w:pPr>
                  </w:p>
                  <w:p w:rsidR="00A1104F" w:rsidRPr="00E77865" w:rsidRDefault="00A1104F" w:rsidP="00A1104F">
                    <w:pPr>
                      <w:jc w:val="center"/>
                      <w:rPr>
                        <w:rFonts w:asciiTheme="minorHAnsi" w:hAnsiTheme="minorHAnsi" w:cs="Calibri"/>
                        <w:b/>
                        <w:sz w:val="22"/>
                        <w:szCs w:val="22"/>
                      </w:rPr>
                    </w:pPr>
                  </w:p>
                </w:txbxContent>
              </v:textbox>
            </v:roundrect>
          </w:pict>
        </mc:Fallback>
      </mc:AlternateContent>
    </w:r>
    <w:r w:rsidR="00D468F9" w:rsidRPr="008A4ECD">
      <w:rPr>
        <w:rFonts w:cs="Arial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700095" wp14:editId="7ED32918">
              <wp:simplePos x="0" y="0"/>
              <wp:positionH relativeFrom="column">
                <wp:posOffset>6477000</wp:posOffset>
              </wp:positionH>
              <wp:positionV relativeFrom="paragraph">
                <wp:posOffset>35560</wp:posOffset>
              </wp:positionV>
              <wp:extent cx="548640" cy="9744075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8640" cy="9744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D468F9" w:rsidRPr="0048066C" w:rsidRDefault="00D468F9" w:rsidP="00D20699">
                          <w:pPr>
                            <w:jc w:val="center"/>
                            <w:rPr>
                              <w:rFonts w:cs="Arial"/>
                              <w:b/>
                              <w:color w:val="002060"/>
                              <w:sz w:val="48"/>
                              <w:szCs w:val="44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solidFill>
                                  <w14:srgbClr w14:val="002060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48066C">
                            <w:rPr>
                              <w:rFonts w:cs="Arial"/>
                              <w:b/>
                              <w:color w:val="002060"/>
                              <w:sz w:val="48"/>
                              <w:szCs w:val="44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solidFill>
                                  <w14:srgbClr w14:val="00206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MH &amp; AS </w:t>
                          </w:r>
                          <w:r>
                            <w:rPr>
                              <w:rFonts w:cs="Arial"/>
                              <w:b/>
                              <w:color w:val="002060"/>
                              <w:sz w:val="48"/>
                              <w:szCs w:val="44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solidFill>
                                  <w14:srgbClr w14:val="00206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REFERRAL </w:t>
                          </w:r>
                          <w:r w:rsidR="009F183E">
                            <w:rPr>
                              <w:rFonts w:cs="Arial"/>
                              <w:b/>
                              <w:color w:val="002060"/>
                              <w:sz w:val="48"/>
                              <w:szCs w:val="44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solidFill>
                                  <w14:srgbClr w14:val="00206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FORM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left:0;text-align:left;margin-left:510pt;margin-top:2.8pt;width:43.2pt;height:76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" filled="f" stroked="f">
              <v:textbox style="layout-flow:vertical">
                <w:txbxContent>
                  <w:p w:rsidR="00D468F9" w:rsidRPr="0048066C" w:rsidRDefault="00D468F9" w:rsidP="00D20699">
                    <w:pPr>
                      <w:jc w:val="center"/>
                      <w:rPr>
                        <w:rFonts w:cs="Arial"/>
                        <w:b/>
                        <w:color w:val="002060"/>
                        <w:sz w:val="48"/>
                        <w:szCs w:val="44"/>
                        <w14:shadow w14:blurRad="41275" w14:dist="20320" w14:dir="18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  <w14:textOutline w14:w="12700" w14:cap="flat" w14:cmpd="sng" w14:algn="ctr">
                          <w14:solidFill>
                            <w14:srgbClr w14:val="002060"/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48066C">
                      <w:rPr>
                        <w:rFonts w:cs="Arial"/>
                        <w:b/>
                        <w:color w:val="002060"/>
                        <w:sz w:val="48"/>
                        <w:szCs w:val="44"/>
                        <w14:shadow w14:blurRad="41275" w14:dist="20320" w14:dir="18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  <w14:textOutline w14:w="12700" w14:cap="flat" w14:cmpd="sng" w14:algn="ctr">
                          <w14:solidFill>
                            <w14:srgbClr w14:val="002060"/>
                          </w14:solidFill>
                          <w14:prstDash w14:val="solid"/>
                          <w14:round/>
                        </w14:textOutline>
                      </w:rPr>
                      <w:t xml:space="preserve">MH &amp; AS </w:t>
                    </w:r>
                    <w:r>
                      <w:rPr>
                        <w:rFonts w:cs="Arial"/>
                        <w:b/>
                        <w:color w:val="002060"/>
                        <w:sz w:val="48"/>
                        <w:szCs w:val="44"/>
                        <w14:shadow w14:blurRad="41275" w14:dist="20320" w14:dir="18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  <w14:textOutline w14:w="12700" w14:cap="flat" w14:cmpd="sng" w14:algn="ctr">
                          <w14:solidFill>
                            <w14:srgbClr w14:val="002060"/>
                          </w14:solidFill>
                          <w14:prstDash w14:val="solid"/>
                          <w14:round/>
                        </w14:textOutline>
                      </w:rPr>
                      <w:t xml:space="preserve">REFERRAL </w:t>
                    </w:r>
                    <w:r w:rsidR="009F183E">
                      <w:rPr>
                        <w:rFonts w:cs="Arial"/>
                        <w:b/>
                        <w:color w:val="002060"/>
                        <w:sz w:val="48"/>
                        <w:szCs w:val="44"/>
                        <w14:shadow w14:blurRad="41275" w14:dist="20320" w14:dir="18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  <w14:textOutline w14:w="12700" w14:cap="flat" w14:cmpd="sng" w14:algn="ctr">
                          <w14:solidFill>
                            <w14:srgbClr w14:val="002060"/>
                          </w14:solidFill>
                          <w14:prstDash w14:val="solid"/>
                          <w14:round/>
                        </w14:textOutline>
                      </w:rPr>
                      <w:t>FORM</w:t>
                    </w:r>
                  </w:p>
                </w:txbxContent>
              </v:textbox>
            </v:shape>
          </w:pict>
        </mc:Fallback>
      </mc:AlternateContent>
    </w:r>
    <w:r w:rsidR="00D468F9" w:rsidRPr="008A4ECD">
      <w:rPr>
        <w:rFonts w:cs="Arial"/>
        <w:noProof/>
        <w:sz w:val="32"/>
        <w:szCs w:val="32"/>
      </w:rPr>
      <w:drawing>
        <wp:anchor distT="0" distB="0" distL="114300" distR="114300" simplePos="0" relativeHeight="251667456" behindDoc="0" locked="0" layoutInCell="1" allowOverlap="1" wp14:anchorId="05DC7D2D" wp14:editId="76BAD9C5">
          <wp:simplePos x="0" y="0"/>
          <wp:positionH relativeFrom="column">
            <wp:posOffset>276225</wp:posOffset>
          </wp:positionH>
          <wp:positionV relativeFrom="paragraph">
            <wp:posOffset>-40640</wp:posOffset>
          </wp:positionV>
          <wp:extent cx="1562100" cy="609600"/>
          <wp:effectExtent l="0" t="0" r="0" b="0"/>
          <wp:wrapNone/>
          <wp:docPr id="4" name="Pictur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kes DHB Logo Original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468F9" w:rsidRPr="008A4ECD" w:rsidRDefault="00D468F9" w:rsidP="008A4ECD">
    <w:pPr>
      <w:pStyle w:val="Header"/>
      <w:ind w:left="2977"/>
      <w:jc w:val="center"/>
      <w:rPr>
        <w:rFonts w:cs="Arial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937CC"/>
    <w:multiLevelType w:val="hybridMultilevel"/>
    <w:tmpl w:val="9A5C54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9D6CC5"/>
    <w:multiLevelType w:val="hybridMultilevel"/>
    <w:tmpl w:val="27288C7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D245E"/>
    <w:multiLevelType w:val="hybridMultilevel"/>
    <w:tmpl w:val="A4E0B23E"/>
    <w:lvl w:ilvl="0" w:tplc="04090001">
      <w:start w:val="1"/>
      <w:numFmt w:val="bullet"/>
      <w:lvlText w:val=""/>
      <w:lvlJc w:val="left"/>
      <w:pPr>
        <w:tabs>
          <w:tab w:val="num" w:pos="693"/>
        </w:tabs>
        <w:ind w:left="6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13"/>
        </w:tabs>
        <w:ind w:left="14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3"/>
        </w:tabs>
        <w:ind w:left="21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3"/>
        </w:tabs>
        <w:ind w:left="28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3"/>
        </w:tabs>
        <w:ind w:left="35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3"/>
        </w:tabs>
        <w:ind w:left="42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3"/>
        </w:tabs>
        <w:ind w:left="50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3"/>
        </w:tabs>
        <w:ind w:left="57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3"/>
        </w:tabs>
        <w:ind w:left="6453" w:hanging="360"/>
      </w:pPr>
      <w:rPr>
        <w:rFonts w:ascii="Wingdings" w:hAnsi="Wingdings" w:hint="default"/>
      </w:rPr>
    </w:lvl>
  </w:abstractNum>
  <w:abstractNum w:abstractNumId="3">
    <w:nsid w:val="4B3747FB"/>
    <w:multiLevelType w:val="hybridMultilevel"/>
    <w:tmpl w:val="47EA329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3D056A"/>
    <w:multiLevelType w:val="hybridMultilevel"/>
    <w:tmpl w:val="C86EDBE2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B2B3E74"/>
    <w:multiLevelType w:val="hybridMultilevel"/>
    <w:tmpl w:val="6296A2E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C7255E"/>
    <w:multiLevelType w:val="hybridMultilevel"/>
    <w:tmpl w:val="74C064E6"/>
    <w:lvl w:ilvl="0" w:tplc="04090001">
      <w:start w:val="1"/>
      <w:numFmt w:val="bullet"/>
      <w:lvlText w:val=""/>
      <w:lvlJc w:val="left"/>
      <w:pPr>
        <w:tabs>
          <w:tab w:val="num" w:pos="693"/>
        </w:tabs>
        <w:ind w:left="6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13"/>
        </w:tabs>
        <w:ind w:left="14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3"/>
        </w:tabs>
        <w:ind w:left="21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3"/>
        </w:tabs>
        <w:ind w:left="28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3"/>
        </w:tabs>
        <w:ind w:left="35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3"/>
        </w:tabs>
        <w:ind w:left="42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3"/>
        </w:tabs>
        <w:ind w:left="50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3"/>
        </w:tabs>
        <w:ind w:left="57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3"/>
        </w:tabs>
        <w:ind w:left="6453" w:hanging="360"/>
      </w:pPr>
      <w:rPr>
        <w:rFonts w:ascii="Wingdings" w:hAnsi="Wingdings" w:hint="default"/>
      </w:rPr>
    </w:lvl>
  </w:abstractNum>
  <w:abstractNum w:abstractNumId="7">
    <w:nsid w:val="70426806"/>
    <w:multiLevelType w:val="hybridMultilevel"/>
    <w:tmpl w:val="07E2D6B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xpnhL40N6p87CJyQzt1nOAMCj4E=" w:salt="GNRURFzeA6UNMD1tq4QKkA=="/>
  <w:defaultTabStop w:val="720"/>
  <w:doNotShadeFormData/>
  <w:characterSpacingControl w:val="doNotCompress"/>
  <w:hdrShapeDefaults>
    <o:shapedefaults v:ext="edit" spidmax="164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AAC"/>
    <w:rsid w:val="00004A0B"/>
    <w:rsid w:val="000053AB"/>
    <w:rsid w:val="00016F63"/>
    <w:rsid w:val="00023492"/>
    <w:rsid w:val="00024970"/>
    <w:rsid w:val="00040FC7"/>
    <w:rsid w:val="00042780"/>
    <w:rsid w:val="000461E0"/>
    <w:rsid w:val="0004698A"/>
    <w:rsid w:val="00050189"/>
    <w:rsid w:val="000622AE"/>
    <w:rsid w:val="000635ED"/>
    <w:rsid w:val="00063687"/>
    <w:rsid w:val="000645B2"/>
    <w:rsid w:val="0006769E"/>
    <w:rsid w:val="00071193"/>
    <w:rsid w:val="00073792"/>
    <w:rsid w:val="00076F64"/>
    <w:rsid w:val="000866D9"/>
    <w:rsid w:val="00087969"/>
    <w:rsid w:val="0009050B"/>
    <w:rsid w:val="00093073"/>
    <w:rsid w:val="00095D78"/>
    <w:rsid w:val="000A0CE0"/>
    <w:rsid w:val="000A14E2"/>
    <w:rsid w:val="000A7C30"/>
    <w:rsid w:val="000B5C28"/>
    <w:rsid w:val="000B6F46"/>
    <w:rsid w:val="000D5EC0"/>
    <w:rsid w:val="000E1AAC"/>
    <w:rsid w:val="000E1E41"/>
    <w:rsid w:val="000E3450"/>
    <w:rsid w:val="000E5488"/>
    <w:rsid w:val="000E578D"/>
    <w:rsid w:val="000F4F3B"/>
    <w:rsid w:val="001000F1"/>
    <w:rsid w:val="00107CD0"/>
    <w:rsid w:val="00115BAA"/>
    <w:rsid w:val="001270DB"/>
    <w:rsid w:val="00131D78"/>
    <w:rsid w:val="00141F69"/>
    <w:rsid w:val="00162C98"/>
    <w:rsid w:val="00171411"/>
    <w:rsid w:val="00172DFF"/>
    <w:rsid w:val="00173DC5"/>
    <w:rsid w:val="001748CD"/>
    <w:rsid w:val="001824F8"/>
    <w:rsid w:val="001A0133"/>
    <w:rsid w:val="001B6BEB"/>
    <w:rsid w:val="001C7C62"/>
    <w:rsid w:val="001D0B47"/>
    <w:rsid w:val="001D4B0C"/>
    <w:rsid w:val="001D6DC2"/>
    <w:rsid w:val="001E0F5F"/>
    <w:rsid w:val="001E5980"/>
    <w:rsid w:val="001F37C5"/>
    <w:rsid w:val="001F3906"/>
    <w:rsid w:val="001F649D"/>
    <w:rsid w:val="001F66D2"/>
    <w:rsid w:val="002006DD"/>
    <w:rsid w:val="00202F82"/>
    <w:rsid w:val="0020386A"/>
    <w:rsid w:val="00206285"/>
    <w:rsid w:val="00206DEF"/>
    <w:rsid w:val="0021014D"/>
    <w:rsid w:val="0022109C"/>
    <w:rsid w:val="002229BB"/>
    <w:rsid w:val="00227649"/>
    <w:rsid w:val="00234996"/>
    <w:rsid w:val="002372D8"/>
    <w:rsid w:val="00242750"/>
    <w:rsid w:val="00245131"/>
    <w:rsid w:val="00250F3A"/>
    <w:rsid w:val="0027034B"/>
    <w:rsid w:val="002720AE"/>
    <w:rsid w:val="00272460"/>
    <w:rsid w:val="002734C9"/>
    <w:rsid w:val="0029555E"/>
    <w:rsid w:val="002A2679"/>
    <w:rsid w:val="002B19D2"/>
    <w:rsid w:val="002C0B83"/>
    <w:rsid w:val="002D100C"/>
    <w:rsid w:val="002E7C60"/>
    <w:rsid w:val="002F1579"/>
    <w:rsid w:val="002F28C0"/>
    <w:rsid w:val="002F63DC"/>
    <w:rsid w:val="002F6CAC"/>
    <w:rsid w:val="002F7E17"/>
    <w:rsid w:val="00301349"/>
    <w:rsid w:val="0031404C"/>
    <w:rsid w:val="00317D1E"/>
    <w:rsid w:val="00324780"/>
    <w:rsid w:val="003349F7"/>
    <w:rsid w:val="003436CB"/>
    <w:rsid w:val="00346C98"/>
    <w:rsid w:val="0035001F"/>
    <w:rsid w:val="0035281C"/>
    <w:rsid w:val="0035562E"/>
    <w:rsid w:val="00357D02"/>
    <w:rsid w:val="00361997"/>
    <w:rsid w:val="00367F11"/>
    <w:rsid w:val="00385730"/>
    <w:rsid w:val="0038708E"/>
    <w:rsid w:val="00394995"/>
    <w:rsid w:val="003A6EA6"/>
    <w:rsid w:val="003B1258"/>
    <w:rsid w:val="003B1B12"/>
    <w:rsid w:val="003B6308"/>
    <w:rsid w:val="003C6E4F"/>
    <w:rsid w:val="003D77A1"/>
    <w:rsid w:val="003D7C2E"/>
    <w:rsid w:val="003E05C2"/>
    <w:rsid w:val="003E414F"/>
    <w:rsid w:val="003E530C"/>
    <w:rsid w:val="003F0422"/>
    <w:rsid w:val="003F0ED5"/>
    <w:rsid w:val="003F2177"/>
    <w:rsid w:val="004028A5"/>
    <w:rsid w:val="004158DA"/>
    <w:rsid w:val="004161D5"/>
    <w:rsid w:val="004205EC"/>
    <w:rsid w:val="00420C47"/>
    <w:rsid w:val="0043488B"/>
    <w:rsid w:val="004420D0"/>
    <w:rsid w:val="00465337"/>
    <w:rsid w:val="0046767C"/>
    <w:rsid w:val="00475474"/>
    <w:rsid w:val="00483EE4"/>
    <w:rsid w:val="00485DF1"/>
    <w:rsid w:val="0048706F"/>
    <w:rsid w:val="00491745"/>
    <w:rsid w:val="00497635"/>
    <w:rsid w:val="004B587B"/>
    <w:rsid w:val="004C454D"/>
    <w:rsid w:val="004C5085"/>
    <w:rsid w:val="004C5B64"/>
    <w:rsid w:val="004C5C05"/>
    <w:rsid w:val="004C5ED9"/>
    <w:rsid w:val="004C736D"/>
    <w:rsid w:val="004D0709"/>
    <w:rsid w:val="004E3820"/>
    <w:rsid w:val="004E55D7"/>
    <w:rsid w:val="004F180E"/>
    <w:rsid w:val="004F2BF6"/>
    <w:rsid w:val="00500D52"/>
    <w:rsid w:val="00510752"/>
    <w:rsid w:val="0051691C"/>
    <w:rsid w:val="0052119D"/>
    <w:rsid w:val="00522E49"/>
    <w:rsid w:val="0052389C"/>
    <w:rsid w:val="0053250A"/>
    <w:rsid w:val="00534D92"/>
    <w:rsid w:val="00540F11"/>
    <w:rsid w:val="005417E3"/>
    <w:rsid w:val="005472D3"/>
    <w:rsid w:val="005529AB"/>
    <w:rsid w:val="00575096"/>
    <w:rsid w:val="0058378C"/>
    <w:rsid w:val="00590D86"/>
    <w:rsid w:val="005A1A04"/>
    <w:rsid w:val="005B19F2"/>
    <w:rsid w:val="005B1FAB"/>
    <w:rsid w:val="005B4027"/>
    <w:rsid w:val="005B4BCF"/>
    <w:rsid w:val="005B5B89"/>
    <w:rsid w:val="005C0BB0"/>
    <w:rsid w:val="005C383B"/>
    <w:rsid w:val="005C4459"/>
    <w:rsid w:val="005D0ED0"/>
    <w:rsid w:val="005D1264"/>
    <w:rsid w:val="005D13B3"/>
    <w:rsid w:val="005D3D3C"/>
    <w:rsid w:val="005D4CB0"/>
    <w:rsid w:val="005E4A08"/>
    <w:rsid w:val="00603DEE"/>
    <w:rsid w:val="006319AE"/>
    <w:rsid w:val="00634050"/>
    <w:rsid w:val="00640BD0"/>
    <w:rsid w:val="00654C7F"/>
    <w:rsid w:val="0067383D"/>
    <w:rsid w:val="006779FB"/>
    <w:rsid w:val="0068145A"/>
    <w:rsid w:val="00682445"/>
    <w:rsid w:val="00693A00"/>
    <w:rsid w:val="006A0A06"/>
    <w:rsid w:val="006A3CF9"/>
    <w:rsid w:val="006C02D2"/>
    <w:rsid w:val="006D5C3B"/>
    <w:rsid w:val="006E1282"/>
    <w:rsid w:val="006E1D1B"/>
    <w:rsid w:val="006F423C"/>
    <w:rsid w:val="0070411E"/>
    <w:rsid w:val="00706E60"/>
    <w:rsid w:val="00713BE5"/>
    <w:rsid w:val="00716994"/>
    <w:rsid w:val="007457E1"/>
    <w:rsid w:val="00752307"/>
    <w:rsid w:val="00753DA6"/>
    <w:rsid w:val="007563FF"/>
    <w:rsid w:val="00764FF4"/>
    <w:rsid w:val="007728FC"/>
    <w:rsid w:val="00773365"/>
    <w:rsid w:val="00774A08"/>
    <w:rsid w:val="00795573"/>
    <w:rsid w:val="00796297"/>
    <w:rsid w:val="007A34BC"/>
    <w:rsid w:val="007A3D40"/>
    <w:rsid w:val="007A40CD"/>
    <w:rsid w:val="007A51BE"/>
    <w:rsid w:val="007A615F"/>
    <w:rsid w:val="007C36DB"/>
    <w:rsid w:val="007C6A2D"/>
    <w:rsid w:val="007E290C"/>
    <w:rsid w:val="007F22B9"/>
    <w:rsid w:val="007F289D"/>
    <w:rsid w:val="007F3605"/>
    <w:rsid w:val="007F3EA2"/>
    <w:rsid w:val="00800B8B"/>
    <w:rsid w:val="0081275E"/>
    <w:rsid w:val="00813CCD"/>
    <w:rsid w:val="00831514"/>
    <w:rsid w:val="00833F79"/>
    <w:rsid w:val="008363D0"/>
    <w:rsid w:val="008376AD"/>
    <w:rsid w:val="00837782"/>
    <w:rsid w:val="00845D28"/>
    <w:rsid w:val="008461AC"/>
    <w:rsid w:val="00846981"/>
    <w:rsid w:val="008478D7"/>
    <w:rsid w:val="0085423D"/>
    <w:rsid w:val="008627C2"/>
    <w:rsid w:val="008701F1"/>
    <w:rsid w:val="00875026"/>
    <w:rsid w:val="00891FE8"/>
    <w:rsid w:val="008941F5"/>
    <w:rsid w:val="00895C22"/>
    <w:rsid w:val="008A0902"/>
    <w:rsid w:val="008A4ECD"/>
    <w:rsid w:val="008A5008"/>
    <w:rsid w:val="008B6483"/>
    <w:rsid w:val="008D1F18"/>
    <w:rsid w:val="008E669F"/>
    <w:rsid w:val="008F56FE"/>
    <w:rsid w:val="0090335D"/>
    <w:rsid w:val="00903BDF"/>
    <w:rsid w:val="009058D3"/>
    <w:rsid w:val="009065FC"/>
    <w:rsid w:val="00915919"/>
    <w:rsid w:val="0093182D"/>
    <w:rsid w:val="00982C3F"/>
    <w:rsid w:val="00982C8F"/>
    <w:rsid w:val="00985163"/>
    <w:rsid w:val="009858A0"/>
    <w:rsid w:val="009874D2"/>
    <w:rsid w:val="00996DE1"/>
    <w:rsid w:val="009A0147"/>
    <w:rsid w:val="009A2393"/>
    <w:rsid w:val="009A754F"/>
    <w:rsid w:val="009B2FB9"/>
    <w:rsid w:val="009B4C2F"/>
    <w:rsid w:val="009E01B7"/>
    <w:rsid w:val="009E0BD1"/>
    <w:rsid w:val="009E1914"/>
    <w:rsid w:val="009F183E"/>
    <w:rsid w:val="00A0303E"/>
    <w:rsid w:val="00A033A6"/>
    <w:rsid w:val="00A1104F"/>
    <w:rsid w:val="00A1132D"/>
    <w:rsid w:val="00A2018D"/>
    <w:rsid w:val="00A32924"/>
    <w:rsid w:val="00A45C16"/>
    <w:rsid w:val="00A51DD4"/>
    <w:rsid w:val="00A54E39"/>
    <w:rsid w:val="00A602BC"/>
    <w:rsid w:val="00A65C55"/>
    <w:rsid w:val="00A67F2B"/>
    <w:rsid w:val="00A74364"/>
    <w:rsid w:val="00A75759"/>
    <w:rsid w:val="00A81DC2"/>
    <w:rsid w:val="00A846DF"/>
    <w:rsid w:val="00A91538"/>
    <w:rsid w:val="00A96D1D"/>
    <w:rsid w:val="00AA29D1"/>
    <w:rsid w:val="00AC381B"/>
    <w:rsid w:val="00AC7962"/>
    <w:rsid w:val="00AF2184"/>
    <w:rsid w:val="00AF231D"/>
    <w:rsid w:val="00B05D7D"/>
    <w:rsid w:val="00B065FB"/>
    <w:rsid w:val="00B073CB"/>
    <w:rsid w:val="00B10EF3"/>
    <w:rsid w:val="00B476CF"/>
    <w:rsid w:val="00B64F07"/>
    <w:rsid w:val="00B82B93"/>
    <w:rsid w:val="00B833FD"/>
    <w:rsid w:val="00B835F6"/>
    <w:rsid w:val="00B8679F"/>
    <w:rsid w:val="00B87332"/>
    <w:rsid w:val="00B87E2B"/>
    <w:rsid w:val="00B92CA6"/>
    <w:rsid w:val="00BA040F"/>
    <w:rsid w:val="00BB3FC2"/>
    <w:rsid w:val="00BC67AF"/>
    <w:rsid w:val="00BC6A2F"/>
    <w:rsid w:val="00BE734A"/>
    <w:rsid w:val="00C06FC3"/>
    <w:rsid w:val="00C10CC0"/>
    <w:rsid w:val="00C11F6C"/>
    <w:rsid w:val="00C13E1C"/>
    <w:rsid w:val="00C15994"/>
    <w:rsid w:val="00C15A80"/>
    <w:rsid w:val="00C2009A"/>
    <w:rsid w:val="00C2693D"/>
    <w:rsid w:val="00C27AA1"/>
    <w:rsid w:val="00C30FC8"/>
    <w:rsid w:val="00C37936"/>
    <w:rsid w:val="00C417C6"/>
    <w:rsid w:val="00C4425D"/>
    <w:rsid w:val="00C60872"/>
    <w:rsid w:val="00C72ADC"/>
    <w:rsid w:val="00C80592"/>
    <w:rsid w:val="00C84FA3"/>
    <w:rsid w:val="00CA079C"/>
    <w:rsid w:val="00CB0017"/>
    <w:rsid w:val="00CB35BE"/>
    <w:rsid w:val="00CB6441"/>
    <w:rsid w:val="00CC35D6"/>
    <w:rsid w:val="00CC7A0B"/>
    <w:rsid w:val="00CC7E3A"/>
    <w:rsid w:val="00CD091E"/>
    <w:rsid w:val="00CD0E77"/>
    <w:rsid w:val="00CD776A"/>
    <w:rsid w:val="00D07839"/>
    <w:rsid w:val="00D142BF"/>
    <w:rsid w:val="00D145BB"/>
    <w:rsid w:val="00D177EE"/>
    <w:rsid w:val="00D20699"/>
    <w:rsid w:val="00D21F85"/>
    <w:rsid w:val="00D22C54"/>
    <w:rsid w:val="00D22C74"/>
    <w:rsid w:val="00D33000"/>
    <w:rsid w:val="00D338DE"/>
    <w:rsid w:val="00D3424E"/>
    <w:rsid w:val="00D3646A"/>
    <w:rsid w:val="00D416A7"/>
    <w:rsid w:val="00D45ACC"/>
    <w:rsid w:val="00D468F9"/>
    <w:rsid w:val="00D52751"/>
    <w:rsid w:val="00D56364"/>
    <w:rsid w:val="00D57C56"/>
    <w:rsid w:val="00D67648"/>
    <w:rsid w:val="00D7210F"/>
    <w:rsid w:val="00D81705"/>
    <w:rsid w:val="00D83324"/>
    <w:rsid w:val="00D83F07"/>
    <w:rsid w:val="00DA30DD"/>
    <w:rsid w:val="00DD37CE"/>
    <w:rsid w:val="00DD6786"/>
    <w:rsid w:val="00DE61AF"/>
    <w:rsid w:val="00DF010A"/>
    <w:rsid w:val="00DF0BF8"/>
    <w:rsid w:val="00DF6B2C"/>
    <w:rsid w:val="00E13335"/>
    <w:rsid w:val="00E1781A"/>
    <w:rsid w:val="00E33E8A"/>
    <w:rsid w:val="00E64471"/>
    <w:rsid w:val="00E724DD"/>
    <w:rsid w:val="00E73D8A"/>
    <w:rsid w:val="00E93620"/>
    <w:rsid w:val="00E939CE"/>
    <w:rsid w:val="00EA035B"/>
    <w:rsid w:val="00EA1CE4"/>
    <w:rsid w:val="00EA525F"/>
    <w:rsid w:val="00EA5976"/>
    <w:rsid w:val="00EA74BC"/>
    <w:rsid w:val="00EB135C"/>
    <w:rsid w:val="00EB530B"/>
    <w:rsid w:val="00EB57F2"/>
    <w:rsid w:val="00EB5844"/>
    <w:rsid w:val="00EB624A"/>
    <w:rsid w:val="00EC173B"/>
    <w:rsid w:val="00EC225B"/>
    <w:rsid w:val="00ED2468"/>
    <w:rsid w:val="00ED317E"/>
    <w:rsid w:val="00ED3F37"/>
    <w:rsid w:val="00ED6450"/>
    <w:rsid w:val="00EE1707"/>
    <w:rsid w:val="00EE752F"/>
    <w:rsid w:val="00EF01AA"/>
    <w:rsid w:val="00F02035"/>
    <w:rsid w:val="00F070C0"/>
    <w:rsid w:val="00F13DFF"/>
    <w:rsid w:val="00F21C05"/>
    <w:rsid w:val="00F23594"/>
    <w:rsid w:val="00F23EBB"/>
    <w:rsid w:val="00F25A8D"/>
    <w:rsid w:val="00F36C67"/>
    <w:rsid w:val="00F40D06"/>
    <w:rsid w:val="00F4400C"/>
    <w:rsid w:val="00F534EE"/>
    <w:rsid w:val="00F53C15"/>
    <w:rsid w:val="00F5642F"/>
    <w:rsid w:val="00F701F7"/>
    <w:rsid w:val="00F76509"/>
    <w:rsid w:val="00F81136"/>
    <w:rsid w:val="00F84649"/>
    <w:rsid w:val="00F90939"/>
    <w:rsid w:val="00F92399"/>
    <w:rsid w:val="00FA4A32"/>
    <w:rsid w:val="00FB0B70"/>
    <w:rsid w:val="00FC6058"/>
    <w:rsid w:val="00FC75C7"/>
    <w:rsid w:val="00FD569A"/>
    <w:rsid w:val="00FD6411"/>
    <w:rsid w:val="00FD684D"/>
    <w:rsid w:val="00FE0D1A"/>
    <w:rsid w:val="00FE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Cs w:val="24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0B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909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9093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917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174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57C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457E1"/>
    <w:rPr>
      <w:color w:val="808080"/>
    </w:rPr>
  </w:style>
  <w:style w:type="paragraph" w:styleId="ListParagraph">
    <w:name w:val="List Paragraph"/>
    <w:basedOn w:val="Normal"/>
    <w:uiPriority w:val="34"/>
    <w:qFormat/>
    <w:rsid w:val="007728FC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67383D"/>
    <w:rPr>
      <w:sz w:val="24"/>
      <w:szCs w:val="24"/>
      <w:lang w:val="en-US" w:eastAsia="en-US"/>
    </w:rPr>
  </w:style>
  <w:style w:type="paragraph" w:customStyle="1" w:styleId="3372873BB58A4DED866D2BE34882C06C">
    <w:name w:val="3372873BB58A4DED866D2BE34882C06C"/>
    <w:rsid w:val="00D22C5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styleId="Hyperlink">
    <w:name w:val="Hyperlink"/>
    <w:basedOn w:val="DefaultParagraphFont"/>
    <w:rsid w:val="007C6A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Cs w:val="24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0B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909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9093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917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174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57C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457E1"/>
    <w:rPr>
      <w:color w:val="808080"/>
    </w:rPr>
  </w:style>
  <w:style w:type="paragraph" w:styleId="ListParagraph">
    <w:name w:val="List Paragraph"/>
    <w:basedOn w:val="Normal"/>
    <w:uiPriority w:val="34"/>
    <w:qFormat/>
    <w:rsid w:val="007728FC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67383D"/>
    <w:rPr>
      <w:sz w:val="24"/>
      <w:szCs w:val="24"/>
      <w:lang w:val="en-US" w:eastAsia="en-US"/>
    </w:rPr>
  </w:style>
  <w:style w:type="paragraph" w:customStyle="1" w:styleId="3372873BB58A4DED866D2BE34882C06C">
    <w:name w:val="3372873BB58A4DED866D2BE34882C06C"/>
    <w:rsid w:val="00D22C5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styleId="Hyperlink">
    <w:name w:val="Hyperlink"/>
    <w:basedOn w:val="DefaultParagraphFont"/>
    <w:rsid w:val="007C6A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control" Target="activeX/activeX6.xml"/><Relationship Id="rId26" Type="http://schemas.openxmlformats.org/officeDocument/2006/relationships/control" Target="activeX/activeX11.xml"/><Relationship Id="rId39" Type="http://schemas.openxmlformats.org/officeDocument/2006/relationships/control" Target="activeX/activeX20.xml"/><Relationship Id="rId21" Type="http://schemas.openxmlformats.org/officeDocument/2006/relationships/image" Target="media/image5.wmf"/><Relationship Id="rId34" Type="http://schemas.openxmlformats.org/officeDocument/2006/relationships/image" Target="media/image9.wmf"/><Relationship Id="rId42" Type="http://schemas.openxmlformats.org/officeDocument/2006/relationships/control" Target="activeX/activeX23.xml"/><Relationship Id="rId47" Type="http://schemas.openxmlformats.org/officeDocument/2006/relationships/control" Target="activeX/activeX28.xml"/><Relationship Id="rId50" Type="http://schemas.openxmlformats.org/officeDocument/2006/relationships/control" Target="activeX/activeX30.xml"/><Relationship Id="rId55" Type="http://schemas.openxmlformats.org/officeDocument/2006/relationships/control" Target="activeX/activeX34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control" Target="activeX/activeX7.xml"/><Relationship Id="rId29" Type="http://schemas.openxmlformats.org/officeDocument/2006/relationships/control" Target="activeX/activeX13.xml"/><Relationship Id="rId41" Type="http://schemas.openxmlformats.org/officeDocument/2006/relationships/control" Target="activeX/activeX22.xml"/><Relationship Id="rId54" Type="http://schemas.openxmlformats.org/officeDocument/2006/relationships/control" Target="activeX/activeX3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1.xml"/><Relationship Id="rId24" Type="http://schemas.openxmlformats.org/officeDocument/2006/relationships/control" Target="activeX/activeX9.xml"/><Relationship Id="rId32" Type="http://schemas.openxmlformats.org/officeDocument/2006/relationships/image" Target="media/image8.wmf"/><Relationship Id="rId37" Type="http://schemas.openxmlformats.org/officeDocument/2006/relationships/control" Target="activeX/activeX18.xml"/><Relationship Id="rId40" Type="http://schemas.openxmlformats.org/officeDocument/2006/relationships/control" Target="activeX/activeX21.xml"/><Relationship Id="rId45" Type="http://schemas.openxmlformats.org/officeDocument/2006/relationships/control" Target="activeX/activeX26.xml"/><Relationship Id="rId53" Type="http://schemas.openxmlformats.org/officeDocument/2006/relationships/control" Target="activeX/activeX32.xml"/><Relationship Id="rId58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ontrol" Target="activeX/activeX4.xml"/><Relationship Id="rId23" Type="http://schemas.openxmlformats.org/officeDocument/2006/relationships/image" Target="media/image6.wmf"/><Relationship Id="rId28" Type="http://schemas.openxmlformats.org/officeDocument/2006/relationships/image" Target="media/image7.wmf"/><Relationship Id="rId36" Type="http://schemas.openxmlformats.org/officeDocument/2006/relationships/image" Target="media/image10.wmf"/><Relationship Id="rId49" Type="http://schemas.openxmlformats.org/officeDocument/2006/relationships/control" Target="activeX/activeX29.xml"/><Relationship Id="rId57" Type="http://schemas.openxmlformats.org/officeDocument/2006/relationships/footer" Target="footer1.xml"/><Relationship Id="rId61" Type="http://schemas.openxmlformats.org/officeDocument/2006/relationships/theme" Target="theme/theme1.xml"/><Relationship Id="rId10" Type="http://schemas.openxmlformats.org/officeDocument/2006/relationships/image" Target="media/image1.wmf"/><Relationship Id="rId19" Type="http://schemas.openxmlformats.org/officeDocument/2006/relationships/image" Target="media/image4.wmf"/><Relationship Id="rId31" Type="http://schemas.openxmlformats.org/officeDocument/2006/relationships/control" Target="activeX/activeX15.xml"/><Relationship Id="rId44" Type="http://schemas.openxmlformats.org/officeDocument/2006/relationships/control" Target="activeX/activeX25.xml"/><Relationship Id="rId52" Type="http://schemas.openxmlformats.org/officeDocument/2006/relationships/image" Target="media/image12.wmf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H&amp;AS.singlepoint@lakesdhb.govt.nz" TargetMode="External"/><Relationship Id="rId14" Type="http://schemas.openxmlformats.org/officeDocument/2006/relationships/image" Target="media/image2.wmf"/><Relationship Id="rId22" Type="http://schemas.openxmlformats.org/officeDocument/2006/relationships/control" Target="activeX/activeX8.xml"/><Relationship Id="rId27" Type="http://schemas.openxmlformats.org/officeDocument/2006/relationships/control" Target="activeX/activeX12.xml"/><Relationship Id="rId30" Type="http://schemas.openxmlformats.org/officeDocument/2006/relationships/control" Target="activeX/activeX14.xml"/><Relationship Id="rId35" Type="http://schemas.openxmlformats.org/officeDocument/2006/relationships/control" Target="activeX/activeX17.xml"/><Relationship Id="rId43" Type="http://schemas.openxmlformats.org/officeDocument/2006/relationships/control" Target="activeX/activeX24.xml"/><Relationship Id="rId48" Type="http://schemas.openxmlformats.org/officeDocument/2006/relationships/image" Target="media/image11.wmf"/><Relationship Id="rId56" Type="http://schemas.openxmlformats.org/officeDocument/2006/relationships/header" Target="header1.xml"/><Relationship Id="rId8" Type="http://schemas.openxmlformats.org/officeDocument/2006/relationships/endnotes" Target="endnotes.xml"/><Relationship Id="rId51" Type="http://schemas.openxmlformats.org/officeDocument/2006/relationships/control" Target="activeX/activeX31.xml"/><Relationship Id="rId3" Type="http://schemas.openxmlformats.org/officeDocument/2006/relationships/styles" Target="styles.xml"/><Relationship Id="rId12" Type="http://schemas.openxmlformats.org/officeDocument/2006/relationships/control" Target="activeX/activeX2.xml"/><Relationship Id="rId17" Type="http://schemas.openxmlformats.org/officeDocument/2006/relationships/control" Target="activeX/activeX5.xml"/><Relationship Id="rId25" Type="http://schemas.openxmlformats.org/officeDocument/2006/relationships/control" Target="activeX/activeX10.xml"/><Relationship Id="rId33" Type="http://schemas.openxmlformats.org/officeDocument/2006/relationships/control" Target="activeX/activeX16.xml"/><Relationship Id="rId38" Type="http://schemas.openxmlformats.org/officeDocument/2006/relationships/control" Target="activeX/activeX19.xml"/><Relationship Id="rId46" Type="http://schemas.openxmlformats.org/officeDocument/2006/relationships/control" Target="activeX/activeX27.xml"/><Relationship Id="rId5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D2C0D-298E-4CD2-90A2-A95DFBB7A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E17955E1</Template>
  <TotalTime>2</TotalTime>
  <Pages>2</Pages>
  <Words>280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«ClinicName»</vt:lpstr>
    </vt:vector>
  </TitlesOfParts>
  <Company>Lakes District Health Board</Company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«ClinicName»</dc:title>
  <dc:creator>Hemi Richards</dc:creator>
  <cp:lastModifiedBy>Mildred Pretorius</cp:lastModifiedBy>
  <cp:revision>2</cp:revision>
  <cp:lastPrinted>2015-08-25T04:15:00Z</cp:lastPrinted>
  <dcterms:created xsi:type="dcterms:W3CDTF">2016-01-29T01:50:00Z</dcterms:created>
  <dcterms:modified xsi:type="dcterms:W3CDTF">2016-01-29T01:50:00Z</dcterms:modified>
</cp:coreProperties>
</file>